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BFE" w:rsidRDefault="00B60BFE" w:rsidP="002023BF">
      <w:pPr>
        <w:spacing w:line="300" w:lineRule="auto"/>
        <w:ind w:left="50" w:hanging="30"/>
        <w:jc w:val="center"/>
      </w:pPr>
    </w:p>
    <w:p w:rsidR="00B60BFE" w:rsidRDefault="00B60BFE" w:rsidP="002023BF">
      <w:pPr>
        <w:pStyle w:val="af9"/>
        <w:spacing w:line="300" w:lineRule="auto"/>
      </w:pPr>
    </w:p>
    <w:p w:rsidR="00B60BFE" w:rsidRDefault="00F047D6" w:rsidP="006B4909">
      <w:pPr>
        <w:pStyle w:val="aff2"/>
        <w:spacing w:line="300" w:lineRule="auto"/>
        <w:jc w:val="center"/>
      </w:pPr>
      <w:r>
        <w:rPr>
          <w:rFonts w:ascii="Arial" w:eastAsia="黑体" w:hAnsi="Arial" w:hint="eastAsia"/>
          <w:bCs/>
          <w:sz w:val="44"/>
          <w:szCs w:val="44"/>
        </w:rPr>
        <w:t>UUI-</w:t>
      </w:r>
      <w:r w:rsidR="008D0778">
        <w:rPr>
          <w:rFonts w:ascii="Arial" w:eastAsia="黑体" w:hAnsi="Arial" w:hint="eastAsia"/>
          <w:bCs/>
          <w:sz w:val="44"/>
          <w:szCs w:val="44"/>
        </w:rPr>
        <w:t>SO</w:t>
      </w:r>
      <w:r w:rsidR="00EB3298">
        <w:rPr>
          <w:rFonts w:ascii="Arial" w:eastAsia="黑体" w:hAnsi="Arial" w:hint="eastAsia"/>
          <w:bCs/>
          <w:sz w:val="44"/>
          <w:szCs w:val="44"/>
        </w:rPr>
        <w:t xml:space="preserve"> </w:t>
      </w:r>
      <w:r w:rsidR="008D0778">
        <w:rPr>
          <w:rFonts w:ascii="Arial" w:eastAsia="黑体" w:hAnsi="Arial" w:hint="eastAsia"/>
          <w:bCs/>
          <w:sz w:val="44"/>
          <w:szCs w:val="44"/>
        </w:rPr>
        <w:t>API</w:t>
      </w:r>
      <w:r w:rsidR="00EB3298" w:rsidRPr="006B4909">
        <w:rPr>
          <w:rFonts w:ascii="Arial" w:eastAsia="黑体" w:hAnsi="Arial"/>
          <w:bCs/>
          <w:sz w:val="44"/>
          <w:szCs w:val="44"/>
        </w:rPr>
        <w:t xml:space="preserve"> </w:t>
      </w:r>
      <w:r w:rsidR="00DD4D89">
        <w:rPr>
          <w:rFonts w:ascii="Arial" w:eastAsia="黑体" w:hAnsi="Arial" w:hint="eastAsia"/>
          <w:bCs/>
          <w:sz w:val="44"/>
          <w:szCs w:val="44"/>
        </w:rPr>
        <w:t>S</w:t>
      </w:r>
      <w:r w:rsidR="00EB3298" w:rsidRPr="006B4909">
        <w:rPr>
          <w:rFonts w:ascii="Arial" w:eastAsia="黑体" w:hAnsi="Arial"/>
          <w:bCs/>
          <w:sz w:val="44"/>
          <w:szCs w:val="44"/>
        </w:rPr>
        <w:t>pecification</w:t>
      </w:r>
    </w:p>
    <w:p w:rsidR="00B60BFE" w:rsidRDefault="00B60BFE" w:rsidP="002023BF">
      <w:pPr>
        <w:pStyle w:val="aff2"/>
        <w:spacing w:line="300" w:lineRule="auto"/>
      </w:pPr>
    </w:p>
    <w:p w:rsidR="00B60BFE" w:rsidRDefault="00B60BFE" w:rsidP="002023BF">
      <w:pPr>
        <w:pStyle w:val="aff2"/>
        <w:spacing w:line="300" w:lineRule="auto"/>
      </w:pPr>
    </w:p>
    <w:p w:rsidR="00B60BFE" w:rsidRDefault="00B60BFE" w:rsidP="002023BF">
      <w:pPr>
        <w:pStyle w:val="aff2"/>
        <w:spacing w:line="300" w:lineRule="auto"/>
      </w:pPr>
    </w:p>
    <w:sdt>
      <w:sdtPr>
        <w:rPr>
          <w:rFonts w:ascii="宋体" w:eastAsia="宋体" w:hAnsi="宋体" w:cs="宋体"/>
          <w:b w:val="0"/>
          <w:bCs w:val="0"/>
          <w:color w:val="auto"/>
          <w:sz w:val="24"/>
          <w:szCs w:val="24"/>
          <w:lang w:val="zh-CN"/>
        </w:rPr>
        <w:id w:val="1393036783"/>
        <w:docPartObj>
          <w:docPartGallery w:val="Table of Contents"/>
          <w:docPartUnique/>
        </w:docPartObj>
      </w:sdtPr>
      <w:sdtEndPr>
        <w:rPr>
          <w:lang w:val="en-US"/>
        </w:rPr>
      </w:sdtEndPr>
      <w:sdtContent>
        <w:p w:rsidR="00276868" w:rsidRDefault="00CD2707">
          <w:pPr>
            <w:pStyle w:val="TOC"/>
          </w:pPr>
          <w:r w:rsidRPr="00CD2707">
            <w:rPr>
              <w:rFonts w:hint="eastAsia"/>
              <w:color w:val="000000" w:themeColor="text1"/>
              <w:lang w:val="zh-CN"/>
            </w:rPr>
            <w:t>Menu</w:t>
          </w:r>
        </w:p>
        <w:p w:rsidR="00E01AD2" w:rsidRDefault="00836D63">
          <w:pPr>
            <w:pStyle w:val="10"/>
            <w:rPr>
              <w:rFonts w:asciiTheme="minorHAnsi" w:eastAsiaTheme="minorEastAsia" w:hAnsiTheme="minorHAnsi" w:cstheme="minorBidi"/>
              <w:noProof/>
              <w:kern w:val="2"/>
              <w:szCs w:val="22"/>
            </w:rPr>
          </w:pPr>
          <w:r w:rsidRPr="00836D63">
            <w:fldChar w:fldCharType="begin"/>
          </w:r>
          <w:r w:rsidR="00276868">
            <w:instrText xml:space="preserve"> TOC \o "1-3" \h \z \u </w:instrText>
          </w:r>
          <w:r w:rsidRPr="00836D63">
            <w:fldChar w:fldCharType="separate"/>
          </w:r>
          <w:hyperlink w:anchor="_Toc491352389" w:history="1">
            <w:r w:rsidR="00E01AD2" w:rsidRPr="004B6637">
              <w:rPr>
                <w:rStyle w:val="a9"/>
                <w:noProof/>
              </w:rPr>
              <w:t>1</w:t>
            </w:r>
            <w:r w:rsidR="00E01AD2">
              <w:rPr>
                <w:rFonts w:asciiTheme="minorHAnsi" w:eastAsiaTheme="minorEastAsia" w:hAnsiTheme="minorHAnsi" w:cstheme="minorBidi"/>
                <w:noProof/>
                <w:kern w:val="2"/>
                <w:szCs w:val="22"/>
              </w:rPr>
              <w:tab/>
            </w:r>
            <w:r w:rsidR="00E01AD2" w:rsidRPr="004B6637">
              <w:rPr>
                <w:rStyle w:val="a9"/>
                <w:noProof/>
              </w:rPr>
              <w:t>Document brief introduction</w:t>
            </w:r>
            <w:r w:rsidR="00E01AD2">
              <w:rPr>
                <w:noProof/>
                <w:webHidden/>
              </w:rPr>
              <w:tab/>
            </w:r>
            <w:r>
              <w:rPr>
                <w:noProof/>
                <w:webHidden/>
              </w:rPr>
              <w:fldChar w:fldCharType="begin"/>
            </w:r>
            <w:r w:rsidR="00E01AD2">
              <w:rPr>
                <w:noProof/>
                <w:webHidden/>
              </w:rPr>
              <w:instrText xml:space="preserve"> PAGEREF _Toc491352389 \h </w:instrText>
            </w:r>
            <w:r>
              <w:rPr>
                <w:noProof/>
                <w:webHidden/>
              </w:rPr>
            </w:r>
            <w:r>
              <w:rPr>
                <w:noProof/>
                <w:webHidden/>
              </w:rPr>
              <w:fldChar w:fldCharType="separate"/>
            </w:r>
            <w:r w:rsidR="00E01AD2">
              <w:rPr>
                <w:noProof/>
                <w:webHidden/>
              </w:rPr>
              <w:t>2</w:t>
            </w:r>
            <w:r>
              <w:rPr>
                <w:noProof/>
                <w:webHidden/>
              </w:rPr>
              <w:fldChar w:fldCharType="end"/>
            </w:r>
          </w:hyperlink>
        </w:p>
        <w:p w:rsidR="00E01AD2" w:rsidRDefault="00836D63">
          <w:pPr>
            <w:pStyle w:val="20"/>
            <w:rPr>
              <w:rFonts w:asciiTheme="minorHAnsi" w:eastAsiaTheme="minorEastAsia" w:hAnsiTheme="minorHAnsi" w:cstheme="minorBidi"/>
              <w:noProof/>
              <w:kern w:val="2"/>
              <w:szCs w:val="22"/>
            </w:rPr>
          </w:pPr>
          <w:hyperlink w:anchor="_Toc491352390" w:history="1">
            <w:r w:rsidR="00E01AD2" w:rsidRPr="004B6637">
              <w:rPr>
                <w:rStyle w:val="a9"/>
                <w:noProof/>
              </w:rPr>
              <w:t>1.1</w:t>
            </w:r>
            <w:r w:rsidR="00E01AD2">
              <w:rPr>
                <w:rFonts w:asciiTheme="minorHAnsi" w:eastAsiaTheme="minorEastAsia" w:hAnsiTheme="minorHAnsi" w:cstheme="minorBidi"/>
                <w:noProof/>
                <w:kern w:val="2"/>
                <w:szCs w:val="22"/>
              </w:rPr>
              <w:tab/>
            </w:r>
            <w:r w:rsidR="00E01AD2" w:rsidRPr="004B6637">
              <w:rPr>
                <w:rStyle w:val="a9"/>
                <w:noProof/>
              </w:rPr>
              <w:t>Purpose</w:t>
            </w:r>
            <w:r w:rsidR="00E01AD2">
              <w:rPr>
                <w:noProof/>
                <w:webHidden/>
              </w:rPr>
              <w:tab/>
            </w:r>
            <w:r>
              <w:rPr>
                <w:noProof/>
                <w:webHidden/>
              </w:rPr>
              <w:fldChar w:fldCharType="begin"/>
            </w:r>
            <w:r w:rsidR="00E01AD2">
              <w:rPr>
                <w:noProof/>
                <w:webHidden/>
              </w:rPr>
              <w:instrText xml:space="preserve"> PAGEREF _Toc491352390 \h </w:instrText>
            </w:r>
            <w:r>
              <w:rPr>
                <w:noProof/>
                <w:webHidden/>
              </w:rPr>
            </w:r>
            <w:r>
              <w:rPr>
                <w:noProof/>
                <w:webHidden/>
              </w:rPr>
              <w:fldChar w:fldCharType="separate"/>
            </w:r>
            <w:r w:rsidR="00E01AD2">
              <w:rPr>
                <w:noProof/>
                <w:webHidden/>
              </w:rPr>
              <w:t>2</w:t>
            </w:r>
            <w:r>
              <w:rPr>
                <w:noProof/>
                <w:webHidden/>
              </w:rPr>
              <w:fldChar w:fldCharType="end"/>
            </w:r>
          </w:hyperlink>
        </w:p>
        <w:p w:rsidR="00E01AD2" w:rsidRDefault="00836D63">
          <w:pPr>
            <w:pStyle w:val="20"/>
            <w:rPr>
              <w:rFonts w:asciiTheme="minorHAnsi" w:eastAsiaTheme="minorEastAsia" w:hAnsiTheme="minorHAnsi" w:cstheme="minorBidi"/>
              <w:noProof/>
              <w:kern w:val="2"/>
              <w:szCs w:val="22"/>
            </w:rPr>
          </w:pPr>
          <w:hyperlink w:anchor="_Toc491352391" w:history="1">
            <w:r w:rsidR="00E01AD2" w:rsidRPr="004B6637">
              <w:rPr>
                <w:rStyle w:val="a9"/>
                <w:noProof/>
              </w:rPr>
              <w:t>1.2</w:t>
            </w:r>
            <w:r w:rsidR="00E01AD2">
              <w:rPr>
                <w:rFonts w:asciiTheme="minorHAnsi" w:eastAsiaTheme="minorEastAsia" w:hAnsiTheme="minorHAnsi" w:cstheme="minorBidi"/>
                <w:noProof/>
                <w:kern w:val="2"/>
                <w:szCs w:val="22"/>
              </w:rPr>
              <w:tab/>
            </w:r>
            <w:r w:rsidR="00E01AD2" w:rsidRPr="004B6637">
              <w:rPr>
                <w:rStyle w:val="a9"/>
                <w:noProof/>
              </w:rPr>
              <w:t>Scope</w:t>
            </w:r>
            <w:r w:rsidR="00E01AD2">
              <w:rPr>
                <w:noProof/>
                <w:webHidden/>
              </w:rPr>
              <w:tab/>
            </w:r>
            <w:r>
              <w:rPr>
                <w:noProof/>
                <w:webHidden/>
              </w:rPr>
              <w:fldChar w:fldCharType="begin"/>
            </w:r>
            <w:r w:rsidR="00E01AD2">
              <w:rPr>
                <w:noProof/>
                <w:webHidden/>
              </w:rPr>
              <w:instrText xml:space="preserve"> PAGEREF _Toc491352391 \h </w:instrText>
            </w:r>
            <w:r>
              <w:rPr>
                <w:noProof/>
                <w:webHidden/>
              </w:rPr>
            </w:r>
            <w:r>
              <w:rPr>
                <w:noProof/>
                <w:webHidden/>
              </w:rPr>
              <w:fldChar w:fldCharType="separate"/>
            </w:r>
            <w:r w:rsidR="00E01AD2">
              <w:rPr>
                <w:noProof/>
                <w:webHidden/>
              </w:rPr>
              <w:t>2</w:t>
            </w:r>
            <w:r>
              <w:rPr>
                <w:noProof/>
                <w:webHidden/>
              </w:rPr>
              <w:fldChar w:fldCharType="end"/>
            </w:r>
          </w:hyperlink>
        </w:p>
        <w:p w:rsidR="00E01AD2" w:rsidRDefault="00836D63">
          <w:pPr>
            <w:pStyle w:val="10"/>
            <w:rPr>
              <w:rFonts w:asciiTheme="minorHAnsi" w:eastAsiaTheme="minorEastAsia" w:hAnsiTheme="minorHAnsi" w:cstheme="minorBidi"/>
              <w:noProof/>
              <w:kern w:val="2"/>
              <w:szCs w:val="22"/>
            </w:rPr>
          </w:pPr>
          <w:hyperlink w:anchor="_Toc491352392" w:history="1">
            <w:r w:rsidR="00E01AD2" w:rsidRPr="004B6637">
              <w:rPr>
                <w:rStyle w:val="a9"/>
                <w:noProof/>
              </w:rPr>
              <w:t>2</w:t>
            </w:r>
            <w:r w:rsidR="00E01AD2">
              <w:rPr>
                <w:rFonts w:asciiTheme="minorHAnsi" w:eastAsiaTheme="minorEastAsia" w:hAnsiTheme="minorHAnsi" w:cstheme="minorBidi"/>
                <w:noProof/>
                <w:kern w:val="2"/>
                <w:szCs w:val="22"/>
              </w:rPr>
              <w:tab/>
            </w:r>
            <w:r w:rsidR="00E01AD2" w:rsidRPr="004B6637">
              <w:rPr>
                <w:rStyle w:val="a9"/>
                <w:noProof/>
              </w:rPr>
              <w:t>API specification</w:t>
            </w:r>
            <w:r w:rsidR="00E01AD2">
              <w:rPr>
                <w:noProof/>
                <w:webHidden/>
              </w:rPr>
              <w:tab/>
            </w:r>
            <w:r>
              <w:rPr>
                <w:noProof/>
                <w:webHidden/>
              </w:rPr>
              <w:fldChar w:fldCharType="begin"/>
            </w:r>
            <w:r w:rsidR="00E01AD2">
              <w:rPr>
                <w:noProof/>
                <w:webHidden/>
              </w:rPr>
              <w:instrText xml:space="preserve"> PAGEREF _Toc491352392 \h </w:instrText>
            </w:r>
            <w:r>
              <w:rPr>
                <w:noProof/>
                <w:webHidden/>
              </w:rPr>
            </w:r>
            <w:r>
              <w:rPr>
                <w:noProof/>
                <w:webHidden/>
              </w:rPr>
              <w:fldChar w:fldCharType="separate"/>
            </w:r>
            <w:r w:rsidR="00E01AD2">
              <w:rPr>
                <w:noProof/>
                <w:webHidden/>
              </w:rPr>
              <w:t>2</w:t>
            </w:r>
            <w:r>
              <w:rPr>
                <w:noProof/>
                <w:webHidden/>
              </w:rPr>
              <w:fldChar w:fldCharType="end"/>
            </w:r>
          </w:hyperlink>
        </w:p>
        <w:p w:rsidR="00E01AD2" w:rsidRDefault="00836D63">
          <w:pPr>
            <w:pStyle w:val="20"/>
            <w:rPr>
              <w:rFonts w:asciiTheme="minorHAnsi" w:eastAsiaTheme="minorEastAsia" w:hAnsiTheme="minorHAnsi" w:cstheme="minorBidi"/>
              <w:noProof/>
              <w:kern w:val="2"/>
              <w:szCs w:val="22"/>
            </w:rPr>
          </w:pPr>
          <w:hyperlink w:anchor="_Toc491352393" w:history="1">
            <w:r w:rsidR="00E01AD2" w:rsidRPr="004B6637">
              <w:rPr>
                <w:rStyle w:val="a9"/>
                <w:noProof/>
              </w:rPr>
              <w:t>2.1</w:t>
            </w:r>
            <w:r w:rsidR="00E01AD2">
              <w:rPr>
                <w:rFonts w:asciiTheme="minorHAnsi" w:eastAsiaTheme="minorEastAsia" w:hAnsiTheme="minorHAnsi" w:cstheme="minorBidi"/>
                <w:noProof/>
                <w:kern w:val="2"/>
                <w:szCs w:val="22"/>
              </w:rPr>
              <w:tab/>
            </w:r>
            <w:r w:rsidR="00E01AD2" w:rsidRPr="004B6637">
              <w:rPr>
                <w:rStyle w:val="a9"/>
                <w:noProof/>
              </w:rPr>
              <w:t>Server Root</w:t>
            </w:r>
            <w:r w:rsidR="00E01AD2">
              <w:rPr>
                <w:noProof/>
                <w:webHidden/>
              </w:rPr>
              <w:tab/>
            </w:r>
            <w:r>
              <w:rPr>
                <w:noProof/>
                <w:webHidden/>
              </w:rPr>
              <w:fldChar w:fldCharType="begin"/>
            </w:r>
            <w:r w:rsidR="00E01AD2">
              <w:rPr>
                <w:noProof/>
                <w:webHidden/>
              </w:rPr>
              <w:instrText xml:space="preserve"> PAGEREF _Toc491352393 \h </w:instrText>
            </w:r>
            <w:r>
              <w:rPr>
                <w:noProof/>
                <w:webHidden/>
              </w:rPr>
            </w:r>
            <w:r>
              <w:rPr>
                <w:noProof/>
                <w:webHidden/>
              </w:rPr>
              <w:fldChar w:fldCharType="separate"/>
            </w:r>
            <w:r w:rsidR="00E01AD2">
              <w:rPr>
                <w:noProof/>
                <w:webHidden/>
              </w:rPr>
              <w:t>2</w:t>
            </w:r>
            <w:r>
              <w:rPr>
                <w:noProof/>
                <w:webHidden/>
              </w:rPr>
              <w:fldChar w:fldCharType="end"/>
            </w:r>
          </w:hyperlink>
        </w:p>
        <w:p w:rsidR="00E01AD2" w:rsidRDefault="00836D63">
          <w:pPr>
            <w:pStyle w:val="20"/>
            <w:rPr>
              <w:rFonts w:asciiTheme="minorHAnsi" w:eastAsiaTheme="minorEastAsia" w:hAnsiTheme="minorHAnsi" w:cstheme="minorBidi"/>
              <w:noProof/>
              <w:kern w:val="2"/>
              <w:szCs w:val="22"/>
            </w:rPr>
          </w:pPr>
          <w:hyperlink w:anchor="_Toc491352394" w:history="1">
            <w:r w:rsidR="00E01AD2" w:rsidRPr="004B6637">
              <w:rPr>
                <w:rStyle w:val="a9"/>
                <w:noProof/>
              </w:rPr>
              <w:t>2.2</w:t>
            </w:r>
            <w:r w:rsidR="00E01AD2">
              <w:rPr>
                <w:rFonts w:asciiTheme="minorHAnsi" w:eastAsiaTheme="minorEastAsia" w:hAnsiTheme="minorHAnsi" w:cstheme="minorBidi"/>
                <w:noProof/>
                <w:kern w:val="2"/>
                <w:szCs w:val="22"/>
              </w:rPr>
              <w:tab/>
            </w:r>
            <w:r w:rsidR="00E01AD2" w:rsidRPr="004B6637">
              <w:rPr>
                <w:rStyle w:val="a9"/>
                <w:noProof/>
              </w:rPr>
              <w:t>Create E2E service instance</w:t>
            </w:r>
            <w:r w:rsidR="00E01AD2">
              <w:rPr>
                <w:noProof/>
                <w:webHidden/>
              </w:rPr>
              <w:tab/>
            </w:r>
            <w:r>
              <w:rPr>
                <w:noProof/>
                <w:webHidden/>
              </w:rPr>
              <w:fldChar w:fldCharType="begin"/>
            </w:r>
            <w:r w:rsidR="00E01AD2">
              <w:rPr>
                <w:noProof/>
                <w:webHidden/>
              </w:rPr>
              <w:instrText xml:space="preserve"> PAGEREF _Toc491352394 \h </w:instrText>
            </w:r>
            <w:r>
              <w:rPr>
                <w:noProof/>
                <w:webHidden/>
              </w:rPr>
            </w:r>
            <w:r>
              <w:rPr>
                <w:noProof/>
                <w:webHidden/>
              </w:rPr>
              <w:fldChar w:fldCharType="separate"/>
            </w:r>
            <w:r w:rsidR="00E01AD2">
              <w:rPr>
                <w:noProof/>
                <w:webHidden/>
              </w:rPr>
              <w:t>2</w:t>
            </w:r>
            <w:r>
              <w:rPr>
                <w:noProof/>
                <w:webHidden/>
              </w:rPr>
              <w:fldChar w:fldCharType="end"/>
            </w:r>
          </w:hyperlink>
        </w:p>
        <w:p w:rsidR="00E01AD2" w:rsidRDefault="00836D63">
          <w:pPr>
            <w:pStyle w:val="30"/>
            <w:rPr>
              <w:rFonts w:asciiTheme="minorHAnsi" w:eastAsiaTheme="minorEastAsia" w:hAnsiTheme="minorHAnsi" w:cstheme="minorBidi"/>
              <w:noProof/>
              <w:kern w:val="2"/>
              <w:szCs w:val="22"/>
            </w:rPr>
          </w:pPr>
          <w:hyperlink w:anchor="_Toc491352395" w:history="1">
            <w:r w:rsidR="00E01AD2" w:rsidRPr="004B6637">
              <w:rPr>
                <w:rStyle w:val="a9"/>
                <w:noProof/>
              </w:rPr>
              <w:t>2.2.1</w:t>
            </w:r>
            <w:r w:rsidR="00E01AD2">
              <w:rPr>
                <w:rFonts w:asciiTheme="minorHAnsi" w:eastAsiaTheme="minorEastAsia" w:hAnsiTheme="minorHAnsi" w:cstheme="minorBidi"/>
                <w:noProof/>
                <w:kern w:val="2"/>
                <w:szCs w:val="22"/>
              </w:rPr>
              <w:tab/>
            </w:r>
            <w:r w:rsidR="00E01AD2" w:rsidRPr="004B6637">
              <w:rPr>
                <w:rStyle w:val="a9"/>
                <w:noProof/>
              </w:rPr>
              <w:t>Restful interface</w:t>
            </w:r>
            <w:r w:rsidR="00E01AD2">
              <w:rPr>
                <w:noProof/>
                <w:webHidden/>
              </w:rPr>
              <w:tab/>
            </w:r>
            <w:r>
              <w:rPr>
                <w:noProof/>
                <w:webHidden/>
              </w:rPr>
              <w:fldChar w:fldCharType="begin"/>
            </w:r>
            <w:r w:rsidR="00E01AD2">
              <w:rPr>
                <w:noProof/>
                <w:webHidden/>
              </w:rPr>
              <w:instrText xml:space="preserve"> PAGEREF _Toc491352395 \h </w:instrText>
            </w:r>
            <w:r>
              <w:rPr>
                <w:noProof/>
                <w:webHidden/>
              </w:rPr>
            </w:r>
            <w:r>
              <w:rPr>
                <w:noProof/>
                <w:webHidden/>
              </w:rPr>
              <w:fldChar w:fldCharType="separate"/>
            </w:r>
            <w:r w:rsidR="00E01AD2">
              <w:rPr>
                <w:noProof/>
                <w:webHidden/>
              </w:rPr>
              <w:t>2</w:t>
            </w:r>
            <w:r>
              <w:rPr>
                <w:noProof/>
                <w:webHidden/>
              </w:rPr>
              <w:fldChar w:fldCharType="end"/>
            </w:r>
          </w:hyperlink>
        </w:p>
        <w:p w:rsidR="00E01AD2" w:rsidRDefault="00836D63">
          <w:pPr>
            <w:pStyle w:val="20"/>
            <w:rPr>
              <w:rFonts w:asciiTheme="minorHAnsi" w:eastAsiaTheme="minorEastAsia" w:hAnsiTheme="minorHAnsi" w:cstheme="minorBidi"/>
              <w:noProof/>
              <w:kern w:val="2"/>
              <w:szCs w:val="22"/>
            </w:rPr>
          </w:pPr>
          <w:hyperlink w:anchor="_Toc491352396" w:history="1">
            <w:r w:rsidR="00E01AD2" w:rsidRPr="004B6637">
              <w:rPr>
                <w:rStyle w:val="a9"/>
                <w:noProof/>
              </w:rPr>
              <w:t>2.3</w:t>
            </w:r>
            <w:r w:rsidR="00E01AD2">
              <w:rPr>
                <w:rFonts w:asciiTheme="minorHAnsi" w:eastAsiaTheme="minorEastAsia" w:hAnsiTheme="minorHAnsi" w:cstheme="minorBidi"/>
                <w:noProof/>
                <w:kern w:val="2"/>
                <w:szCs w:val="22"/>
              </w:rPr>
              <w:tab/>
            </w:r>
            <w:r w:rsidR="00E01AD2" w:rsidRPr="004B6637">
              <w:rPr>
                <w:rStyle w:val="a9"/>
                <w:noProof/>
              </w:rPr>
              <w:t>Delete E2E service instance</w:t>
            </w:r>
            <w:r w:rsidR="00E01AD2">
              <w:rPr>
                <w:noProof/>
                <w:webHidden/>
              </w:rPr>
              <w:tab/>
            </w:r>
            <w:r>
              <w:rPr>
                <w:noProof/>
                <w:webHidden/>
              </w:rPr>
              <w:fldChar w:fldCharType="begin"/>
            </w:r>
            <w:r w:rsidR="00E01AD2">
              <w:rPr>
                <w:noProof/>
                <w:webHidden/>
              </w:rPr>
              <w:instrText xml:space="preserve"> PAGEREF _Toc491352396 \h </w:instrText>
            </w:r>
            <w:r>
              <w:rPr>
                <w:noProof/>
                <w:webHidden/>
              </w:rPr>
            </w:r>
            <w:r>
              <w:rPr>
                <w:noProof/>
                <w:webHidden/>
              </w:rPr>
              <w:fldChar w:fldCharType="separate"/>
            </w:r>
            <w:r w:rsidR="00E01AD2">
              <w:rPr>
                <w:noProof/>
                <w:webHidden/>
              </w:rPr>
              <w:t>5</w:t>
            </w:r>
            <w:r>
              <w:rPr>
                <w:noProof/>
                <w:webHidden/>
              </w:rPr>
              <w:fldChar w:fldCharType="end"/>
            </w:r>
          </w:hyperlink>
        </w:p>
        <w:p w:rsidR="00E01AD2" w:rsidRDefault="00836D63">
          <w:pPr>
            <w:pStyle w:val="30"/>
            <w:rPr>
              <w:rFonts w:asciiTheme="minorHAnsi" w:eastAsiaTheme="minorEastAsia" w:hAnsiTheme="minorHAnsi" w:cstheme="minorBidi"/>
              <w:noProof/>
              <w:kern w:val="2"/>
              <w:szCs w:val="22"/>
            </w:rPr>
          </w:pPr>
          <w:hyperlink w:anchor="_Toc491352397" w:history="1">
            <w:r w:rsidR="00E01AD2" w:rsidRPr="004B6637">
              <w:rPr>
                <w:rStyle w:val="a9"/>
                <w:noProof/>
              </w:rPr>
              <w:t>2.3.1</w:t>
            </w:r>
            <w:r w:rsidR="00E01AD2">
              <w:rPr>
                <w:rFonts w:asciiTheme="minorHAnsi" w:eastAsiaTheme="minorEastAsia" w:hAnsiTheme="minorHAnsi" w:cstheme="minorBidi"/>
                <w:noProof/>
                <w:kern w:val="2"/>
                <w:szCs w:val="22"/>
              </w:rPr>
              <w:tab/>
            </w:r>
            <w:r w:rsidR="00E01AD2" w:rsidRPr="004B6637">
              <w:rPr>
                <w:rStyle w:val="a9"/>
                <w:noProof/>
              </w:rPr>
              <w:t>Restful interface</w:t>
            </w:r>
            <w:r w:rsidR="00E01AD2">
              <w:rPr>
                <w:noProof/>
                <w:webHidden/>
              </w:rPr>
              <w:tab/>
            </w:r>
            <w:r>
              <w:rPr>
                <w:noProof/>
                <w:webHidden/>
              </w:rPr>
              <w:fldChar w:fldCharType="begin"/>
            </w:r>
            <w:r w:rsidR="00E01AD2">
              <w:rPr>
                <w:noProof/>
                <w:webHidden/>
              </w:rPr>
              <w:instrText xml:space="preserve"> PAGEREF _Toc491352397 \h </w:instrText>
            </w:r>
            <w:r>
              <w:rPr>
                <w:noProof/>
                <w:webHidden/>
              </w:rPr>
            </w:r>
            <w:r>
              <w:rPr>
                <w:noProof/>
                <w:webHidden/>
              </w:rPr>
              <w:fldChar w:fldCharType="separate"/>
            </w:r>
            <w:r w:rsidR="00E01AD2">
              <w:rPr>
                <w:noProof/>
                <w:webHidden/>
              </w:rPr>
              <w:t>5</w:t>
            </w:r>
            <w:r>
              <w:rPr>
                <w:noProof/>
                <w:webHidden/>
              </w:rPr>
              <w:fldChar w:fldCharType="end"/>
            </w:r>
          </w:hyperlink>
        </w:p>
        <w:p w:rsidR="00E01AD2" w:rsidRDefault="00836D63">
          <w:pPr>
            <w:pStyle w:val="20"/>
            <w:rPr>
              <w:rFonts w:asciiTheme="minorHAnsi" w:eastAsiaTheme="minorEastAsia" w:hAnsiTheme="minorHAnsi" w:cstheme="minorBidi"/>
              <w:noProof/>
              <w:kern w:val="2"/>
              <w:szCs w:val="22"/>
            </w:rPr>
          </w:pPr>
          <w:hyperlink w:anchor="_Toc491352398" w:history="1">
            <w:r w:rsidR="00E01AD2" w:rsidRPr="004B6637">
              <w:rPr>
                <w:rStyle w:val="a9"/>
                <w:noProof/>
              </w:rPr>
              <w:t>2.4</w:t>
            </w:r>
            <w:r w:rsidR="00E01AD2">
              <w:rPr>
                <w:rFonts w:asciiTheme="minorHAnsi" w:eastAsiaTheme="minorEastAsia" w:hAnsiTheme="minorHAnsi" w:cstheme="minorBidi"/>
                <w:noProof/>
                <w:kern w:val="2"/>
                <w:szCs w:val="22"/>
              </w:rPr>
              <w:tab/>
            </w:r>
            <w:r w:rsidR="00E01AD2" w:rsidRPr="004B6637">
              <w:rPr>
                <w:rStyle w:val="a9"/>
                <w:noProof/>
              </w:rPr>
              <w:t>Query E2E service operation result</w:t>
            </w:r>
            <w:r w:rsidR="00E01AD2">
              <w:rPr>
                <w:noProof/>
                <w:webHidden/>
              </w:rPr>
              <w:tab/>
            </w:r>
            <w:r>
              <w:rPr>
                <w:noProof/>
                <w:webHidden/>
              </w:rPr>
              <w:fldChar w:fldCharType="begin"/>
            </w:r>
            <w:r w:rsidR="00E01AD2">
              <w:rPr>
                <w:noProof/>
                <w:webHidden/>
              </w:rPr>
              <w:instrText xml:space="preserve"> PAGEREF _Toc491352398 \h </w:instrText>
            </w:r>
            <w:r>
              <w:rPr>
                <w:noProof/>
                <w:webHidden/>
              </w:rPr>
            </w:r>
            <w:r>
              <w:rPr>
                <w:noProof/>
                <w:webHidden/>
              </w:rPr>
              <w:fldChar w:fldCharType="separate"/>
            </w:r>
            <w:r w:rsidR="00E01AD2">
              <w:rPr>
                <w:noProof/>
                <w:webHidden/>
              </w:rPr>
              <w:t>5</w:t>
            </w:r>
            <w:r>
              <w:rPr>
                <w:noProof/>
                <w:webHidden/>
              </w:rPr>
              <w:fldChar w:fldCharType="end"/>
            </w:r>
          </w:hyperlink>
        </w:p>
        <w:p w:rsidR="00E01AD2" w:rsidRDefault="00836D63">
          <w:pPr>
            <w:pStyle w:val="30"/>
            <w:rPr>
              <w:rFonts w:asciiTheme="minorHAnsi" w:eastAsiaTheme="minorEastAsia" w:hAnsiTheme="minorHAnsi" w:cstheme="minorBidi"/>
              <w:noProof/>
              <w:kern w:val="2"/>
              <w:szCs w:val="22"/>
            </w:rPr>
          </w:pPr>
          <w:hyperlink w:anchor="_Toc491352399" w:history="1">
            <w:r w:rsidR="00E01AD2" w:rsidRPr="004B6637">
              <w:rPr>
                <w:rStyle w:val="a9"/>
                <w:noProof/>
              </w:rPr>
              <w:t>2.4.1</w:t>
            </w:r>
            <w:r w:rsidR="00E01AD2">
              <w:rPr>
                <w:rFonts w:asciiTheme="minorHAnsi" w:eastAsiaTheme="minorEastAsia" w:hAnsiTheme="minorHAnsi" w:cstheme="minorBidi"/>
                <w:noProof/>
                <w:kern w:val="2"/>
                <w:szCs w:val="22"/>
              </w:rPr>
              <w:tab/>
            </w:r>
            <w:r w:rsidR="00E01AD2" w:rsidRPr="004B6637">
              <w:rPr>
                <w:rStyle w:val="a9"/>
                <w:noProof/>
              </w:rPr>
              <w:t>Restful interface</w:t>
            </w:r>
            <w:r w:rsidR="00E01AD2">
              <w:rPr>
                <w:noProof/>
                <w:webHidden/>
              </w:rPr>
              <w:tab/>
            </w:r>
            <w:r>
              <w:rPr>
                <w:noProof/>
                <w:webHidden/>
              </w:rPr>
              <w:fldChar w:fldCharType="begin"/>
            </w:r>
            <w:r w:rsidR="00E01AD2">
              <w:rPr>
                <w:noProof/>
                <w:webHidden/>
              </w:rPr>
              <w:instrText xml:space="preserve"> PAGEREF _Toc491352399 \h </w:instrText>
            </w:r>
            <w:r>
              <w:rPr>
                <w:noProof/>
                <w:webHidden/>
              </w:rPr>
            </w:r>
            <w:r>
              <w:rPr>
                <w:noProof/>
                <w:webHidden/>
              </w:rPr>
              <w:fldChar w:fldCharType="separate"/>
            </w:r>
            <w:r w:rsidR="00E01AD2">
              <w:rPr>
                <w:noProof/>
                <w:webHidden/>
              </w:rPr>
              <w:t>5</w:t>
            </w:r>
            <w:r>
              <w:rPr>
                <w:noProof/>
                <w:webHidden/>
              </w:rPr>
              <w:fldChar w:fldCharType="end"/>
            </w:r>
          </w:hyperlink>
        </w:p>
        <w:p w:rsidR="00276868" w:rsidRDefault="00836D63">
          <w:r>
            <w:fldChar w:fldCharType="end"/>
          </w:r>
        </w:p>
      </w:sdtContent>
    </w:sdt>
    <w:p w:rsidR="00B60BFE" w:rsidRPr="00276868" w:rsidRDefault="00B60BFE" w:rsidP="002023BF">
      <w:pPr>
        <w:pStyle w:val="af5"/>
        <w:spacing w:line="300" w:lineRule="auto"/>
      </w:pPr>
    </w:p>
    <w:p w:rsidR="00B60BFE" w:rsidRDefault="00B60BFE"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284314" w:rsidRDefault="00005C3E" w:rsidP="002023BF">
      <w:pPr>
        <w:pStyle w:val="1"/>
        <w:spacing w:line="300" w:lineRule="auto"/>
      </w:pPr>
      <w:bookmarkStart w:id="0" w:name="_Toc491352389"/>
      <w:r>
        <w:rPr>
          <w:rFonts w:hint="eastAsia"/>
        </w:rPr>
        <w:t>Document brief introduction</w:t>
      </w:r>
      <w:bookmarkEnd w:id="0"/>
    </w:p>
    <w:p w:rsidR="00284314" w:rsidRDefault="00005C3E" w:rsidP="002023BF">
      <w:pPr>
        <w:pStyle w:val="2"/>
        <w:spacing w:line="300" w:lineRule="auto"/>
      </w:pPr>
      <w:bookmarkStart w:id="1" w:name="_Toc491352390"/>
      <w:r>
        <w:rPr>
          <w:rFonts w:hint="eastAsia"/>
        </w:rPr>
        <w:t>Purpose</w:t>
      </w:r>
      <w:bookmarkEnd w:id="1"/>
    </w:p>
    <w:p w:rsidR="00DD140D" w:rsidRPr="00DD140D" w:rsidRDefault="00005C3E" w:rsidP="002023BF">
      <w:pPr>
        <w:spacing w:line="300" w:lineRule="auto"/>
        <w:ind w:left="718" w:firstLineChars="100" w:firstLine="210"/>
        <w:rPr>
          <w:sz w:val="21"/>
          <w:szCs w:val="21"/>
        </w:rPr>
      </w:pPr>
      <w:r>
        <w:rPr>
          <w:rFonts w:hint="eastAsia"/>
          <w:sz w:val="21"/>
          <w:szCs w:val="21"/>
        </w:rPr>
        <w:t xml:space="preserve">By this document, developer and tester can clearly understand </w:t>
      </w:r>
      <w:r w:rsidR="006562BE">
        <w:rPr>
          <w:rFonts w:hint="eastAsia"/>
          <w:sz w:val="21"/>
          <w:szCs w:val="21"/>
        </w:rPr>
        <w:t>UUI-</w:t>
      </w:r>
      <w:r w:rsidR="008D0778">
        <w:rPr>
          <w:rFonts w:hint="eastAsia"/>
          <w:sz w:val="21"/>
          <w:szCs w:val="21"/>
        </w:rPr>
        <w:t xml:space="preserve">SO </w:t>
      </w:r>
      <w:proofErr w:type="gramStart"/>
      <w:r w:rsidR="00E64DC4">
        <w:rPr>
          <w:rFonts w:hint="eastAsia"/>
          <w:sz w:val="21"/>
          <w:szCs w:val="21"/>
        </w:rPr>
        <w:t>APIs</w:t>
      </w:r>
      <w:r>
        <w:rPr>
          <w:rFonts w:hint="eastAsia"/>
          <w:sz w:val="21"/>
          <w:szCs w:val="21"/>
        </w:rPr>
        <w:t>,</w:t>
      </w:r>
      <w:proofErr w:type="gramEnd"/>
      <w:r>
        <w:rPr>
          <w:rFonts w:hint="eastAsia"/>
          <w:sz w:val="21"/>
          <w:szCs w:val="21"/>
        </w:rPr>
        <w:t xml:space="preserve"> know how it contacts with other components and what functions it provides, and so on.</w:t>
      </w:r>
    </w:p>
    <w:p w:rsidR="00284314" w:rsidRDefault="00861588" w:rsidP="002023BF">
      <w:pPr>
        <w:pStyle w:val="2"/>
        <w:spacing w:line="300" w:lineRule="auto"/>
      </w:pPr>
      <w:bookmarkStart w:id="2" w:name="_Toc491352391"/>
      <w:r>
        <w:rPr>
          <w:rFonts w:hint="eastAsia"/>
        </w:rPr>
        <w:t>Scope</w:t>
      </w:r>
      <w:bookmarkEnd w:id="2"/>
    </w:p>
    <w:p w:rsidR="0013614A" w:rsidRDefault="0013614A" w:rsidP="003228F5">
      <w:pPr>
        <w:pStyle w:val="afff9"/>
        <w:numPr>
          <w:ilvl w:val="0"/>
          <w:numId w:val="12"/>
        </w:numPr>
        <w:spacing w:line="300" w:lineRule="auto"/>
        <w:ind w:firstLineChars="0"/>
      </w:pPr>
      <w:r>
        <w:rPr>
          <w:rFonts w:hint="eastAsia"/>
        </w:rPr>
        <w:t xml:space="preserve">Create </w:t>
      </w:r>
      <w:r w:rsidR="00365D67">
        <w:rPr>
          <w:rFonts w:hint="eastAsia"/>
        </w:rPr>
        <w:t xml:space="preserve">E2E </w:t>
      </w:r>
      <w:r>
        <w:rPr>
          <w:rFonts w:hint="eastAsia"/>
        </w:rPr>
        <w:t>service instance.</w:t>
      </w:r>
    </w:p>
    <w:p w:rsidR="00EB23A6" w:rsidRDefault="00EB23A6" w:rsidP="003228F5">
      <w:pPr>
        <w:pStyle w:val="afff9"/>
        <w:numPr>
          <w:ilvl w:val="0"/>
          <w:numId w:val="12"/>
        </w:numPr>
        <w:spacing w:line="300" w:lineRule="auto"/>
        <w:ind w:firstLineChars="0"/>
      </w:pPr>
      <w:r>
        <w:rPr>
          <w:rFonts w:hint="eastAsia"/>
        </w:rPr>
        <w:t xml:space="preserve">Delete </w:t>
      </w:r>
      <w:r w:rsidR="00365D67">
        <w:rPr>
          <w:rFonts w:hint="eastAsia"/>
        </w:rPr>
        <w:t xml:space="preserve">E2E </w:t>
      </w:r>
      <w:r>
        <w:rPr>
          <w:rFonts w:hint="eastAsia"/>
        </w:rPr>
        <w:t>service instance.</w:t>
      </w:r>
    </w:p>
    <w:p w:rsidR="00F94504" w:rsidRDefault="00F94504" w:rsidP="00F94504">
      <w:pPr>
        <w:pStyle w:val="afff9"/>
        <w:numPr>
          <w:ilvl w:val="0"/>
          <w:numId w:val="12"/>
        </w:numPr>
        <w:spacing w:line="300" w:lineRule="auto"/>
        <w:ind w:firstLineChars="0"/>
      </w:pPr>
      <w:r>
        <w:rPr>
          <w:rFonts w:hint="eastAsia"/>
        </w:rPr>
        <w:t xml:space="preserve">Query </w:t>
      </w:r>
      <w:r w:rsidR="00365D67">
        <w:rPr>
          <w:rFonts w:hint="eastAsia"/>
        </w:rPr>
        <w:t xml:space="preserve">E2E </w:t>
      </w:r>
      <w:r>
        <w:rPr>
          <w:rFonts w:hint="eastAsia"/>
        </w:rPr>
        <w:t>service operation status</w:t>
      </w:r>
    </w:p>
    <w:p w:rsidR="00E21AAD" w:rsidRDefault="005319FD" w:rsidP="002023BF">
      <w:pPr>
        <w:pStyle w:val="1"/>
        <w:spacing w:line="300" w:lineRule="auto"/>
      </w:pPr>
      <w:bookmarkStart w:id="3" w:name="_Toc491352392"/>
      <w:r>
        <w:rPr>
          <w:rFonts w:hint="eastAsia"/>
        </w:rPr>
        <w:t>API specification</w:t>
      </w:r>
      <w:bookmarkEnd w:id="3"/>
    </w:p>
    <w:p w:rsidR="00C167B5" w:rsidRDefault="0040786A" w:rsidP="00C167B5">
      <w:pPr>
        <w:pStyle w:val="2"/>
      </w:pPr>
      <w:bookmarkStart w:id="4" w:name="_Toc491352393"/>
      <w:r>
        <w:rPr>
          <w:rFonts w:hint="eastAsia"/>
        </w:rPr>
        <w:t>Server Root</w:t>
      </w:r>
      <w:bookmarkEnd w:id="4"/>
      <w:r>
        <w:rPr>
          <w:rFonts w:hint="eastAsia"/>
        </w:rPr>
        <w:t xml:space="preserve"> </w:t>
      </w:r>
    </w:p>
    <w:p w:rsidR="0040786A" w:rsidRPr="0040786A" w:rsidRDefault="0040786A" w:rsidP="0040786A">
      <w:pPr>
        <w:pStyle w:val="Body"/>
        <w:ind w:left="0"/>
        <w:rPr>
          <w:rFonts w:ascii="Times New Roman" w:hAnsi="Times New Roman"/>
          <w:sz w:val="21"/>
          <w:szCs w:val="21"/>
        </w:rPr>
      </w:pPr>
      <w:r w:rsidRPr="0040786A">
        <w:rPr>
          <w:rFonts w:ascii="Times New Roman" w:hAnsi="Times New Roman"/>
          <w:sz w:val="21"/>
          <w:szCs w:val="21"/>
        </w:rPr>
        <w:t xml:space="preserve">REST resources are defined with respect to a </w:t>
      </w:r>
      <w:proofErr w:type="spellStart"/>
      <w:r w:rsidRPr="0040786A">
        <w:rPr>
          <w:rFonts w:ascii="Times New Roman" w:hAnsi="Times New Roman"/>
          <w:sz w:val="21"/>
          <w:szCs w:val="21"/>
        </w:rPr>
        <w:t>serverRoot</w:t>
      </w:r>
      <w:proofErr w:type="spellEnd"/>
      <w:r w:rsidRPr="0040786A">
        <w:rPr>
          <w:rFonts w:ascii="Times New Roman" w:hAnsi="Times New Roman"/>
          <w:sz w:val="21"/>
          <w:szCs w:val="21"/>
        </w:rPr>
        <w:t xml:space="preserve">: </w:t>
      </w:r>
    </w:p>
    <w:p w:rsidR="0040786A" w:rsidRPr="0040786A" w:rsidRDefault="0040786A" w:rsidP="0040786A">
      <w:pPr>
        <w:pStyle w:val="Body"/>
        <w:ind w:left="0"/>
        <w:rPr>
          <w:rFonts w:ascii="Times New Roman" w:hAnsi="Times New Roman"/>
          <w:sz w:val="21"/>
          <w:szCs w:val="21"/>
        </w:rPr>
      </w:pPr>
      <w:r w:rsidRPr="0040786A">
        <w:rPr>
          <w:rFonts w:ascii="Times New Roman" w:hAnsi="Times New Roman"/>
          <w:sz w:val="21"/>
          <w:szCs w:val="21"/>
        </w:rPr>
        <w:tab/>
      </w:r>
      <w:proofErr w:type="spellStart"/>
      <w:r w:rsidRPr="0040786A">
        <w:rPr>
          <w:rFonts w:ascii="Times New Roman" w:hAnsi="Times New Roman"/>
          <w:sz w:val="21"/>
          <w:szCs w:val="21"/>
        </w:rPr>
        <w:t>serverRoot</w:t>
      </w:r>
      <w:proofErr w:type="spellEnd"/>
      <w:r w:rsidRPr="0040786A">
        <w:rPr>
          <w:rFonts w:ascii="Times New Roman" w:hAnsi="Times New Roman"/>
          <w:sz w:val="21"/>
          <w:szCs w:val="21"/>
        </w:rPr>
        <w:t xml:space="preserve"> = </w:t>
      </w:r>
      <w:hyperlink w:history="1">
        <w:r w:rsidRPr="0040786A">
          <w:rPr>
            <w:rStyle w:val="a9"/>
            <w:rFonts w:ascii="Times New Roman" w:hAnsi="Times New Roman"/>
            <w:sz w:val="21"/>
            <w:szCs w:val="21"/>
          </w:rPr>
          <w:t>https://{FQDN}:{Port}</w:t>
        </w:r>
      </w:hyperlink>
      <w:r w:rsidRPr="0040786A">
        <w:rPr>
          <w:rStyle w:val="a9"/>
          <w:rFonts w:ascii="Times New Roman" w:hAnsi="Times New Roman"/>
          <w:sz w:val="21"/>
          <w:szCs w:val="21"/>
        </w:rPr>
        <w:t>/ecomp/mso/infra</w:t>
      </w:r>
      <w:proofErr w:type="gramStart"/>
      <w:r w:rsidRPr="0040786A">
        <w:rPr>
          <w:rStyle w:val="a9"/>
          <w:rFonts w:ascii="Times New Roman" w:hAnsi="Times New Roman"/>
          <w:sz w:val="21"/>
          <w:szCs w:val="21"/>
        </w:rPr>
        <w:t>/{</w:t>
      </w:r>
      <w:proofErr w:type="gramEnd"/>
      <w:r w:rsidRPr="0040786A">
        <w:rPr>
          <w:rStyle w:val="a9"/>
          <w:rFonts w:ascii="Times New Roman" w:hAnsi="Times New Roman"/>
          <w:sz w:val="21"/>
          <w:szCs w:val="21"/>
        </w:rPr>
        <w:t>resourcePath}</w:t>
      </w:r>
    </w:p>
    <w:p w:rsidR="0040786A" w:rsidRPr="0040786A" w:rsidRDefault="0040786A" w:rsidP="0040786A">
      <w:pPr>
        <w:spacing w:after="60"/>
        <w:jc w:val="both"/>
        <w:rPr>
          <w:rFonts w:ascii="Times New Roman" w:hAnsi="Times New Roman" w:cs="Times New Roman"/>
          <w:sz w:val="21"/>
          <w:szCs w:val="21"/>
          <w:lang w:val="en-GB"/>
        </w:rPr>
      </w:pPr>
      <w:r w:rsidRPr="0040786A">
        <w:rPr>
          <w:rFonts w:ascii="Times New Roman" w:hAnsi="Times New Roman" w:cs="Times New Roman"/>
          <w:sz w:val="21"/>
          <w:szCs w:val="21"/>
          <w:lang w:val="en-GB"/>
        </w:rPr>
        <w:t>For HTTPS, port = 8443, for HTTP (only in dev), port = 8080</w:t>
      </w:r>
    </w:p>
    <w:p w:rsidR="0040786A" w:rsidRPr="0040786A" w:rsidRDefault="0040786A" w:rsidP="0040786A">
      <w:pPr>
        <w:rPr>
          <w:lang w:val="en-GB"/>
        </w:rPr>
      </w:pPr>
    </w:p>
    <w:p w:rsidR="00E21AAD" w:rsidRDefault="00DC1C85" w:rsidP="002023BF">
      <w:pPr>
        <w:pStyle w:val="2"/>
        <w:spacing w:line="300" w:lineRule="auto"/>
      </w:pPr>
      <w:bookmarkStart w:id="5" w:name="_Toc491352394"/>
      <w:r>
        <w:rPr>
          <w:rFonts w:hint="eastAsia"/>
        </w:rPr>
        <w:t xml:space="preserve">Create </w:t>
      </w:r>
      <w:r w:rsidR="00DE5D47">
        <w:rPr>
          <w:rFonts w:hint="eastAsia"/>
        </w:rPr>
        <w:t>E</w:t>
      </w:r>
      <w:r w:rsidR="007E5545">
        <w:rPr>
          <w:rFonts w:hint="eastAsia"/>
        </w:rPr>
        <w:t>2</w:t>
      </w:r>
      <w:r w:rsidR="00DE5D47">
        <w:rPr>
          <w:rFonts w:hint="eastAsia"/>
        </w:rPr>
        <w:t>E</w:t>
      </w:r>
      <w:r w:rsidR="007E5545">
        <w:rPr>
          <w:rFonts w:hint="eastAsia"/>
        </w:rPr>
        <w:t xml:space="preserve"> </w:t>
      </w:r>
      <w:r>
        <w:rPr>
          <w:rFonts w:hint="eastAsia"/>
        </w:rPr>
        <w:t>service instance</w:t>
      </w:r>
      <w:bookmarkEnd w:id="5"/>
    </w:p>
    <w:p w:rsidR="00E82828" w:rsidRDefault="00C35979" w:rsidP="00D93753">
      <w:pPr>
        <w:pStyle w:val="3"/>
      </w:pPr>
      <w:bookmarkStart w:id="6" w:name="_Toc491352395"/>
      <w:r>
        <w:rPr>
          <w:rFonts w:hint="eastAsia"/>
        </w:rPr>
        <w:t>Restful interface</w:t>
      </w:r>
      <w:bookmarkEnd w:id="6"/>
    </w:p>
    <w:tbl>
      <w:tblPr>
        <w:tblStyle w:val="afff8"/>
        <w:tblW w:w="0" w:type="auto"/>
        <w:tblLook w:val="04A0"/>
      </w:tblPr>
      <w:tblGrid>
        <w:gridCol w:w="1758"/>
        <w:gridCol w:w="6699"/>
      </w:tblGrid>
      <w:tr w:rsidR="0084188A" w:rsidTr="00592D7F">
        <w:tc>
          <w:tcPr>
            <w:tcW w:w="175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4188A" w:rsidRDefault="00592D7F">
            <w:pPr>
              <w:spacing w:line="300" w:lineRule="auto"/>
              <w:rPr>
                <w:sz w:val="21"/>
                <w:szCs w:val="21"/>
              </w:rPr>
            </w:pPr>
            <w:bookmarkStart w:id="7" w:name="OLE_LINK17"/>
            <w:bookmarkStart w:id="8" w:name="OLE_LINK20"/>
            <w:bookmarkStart w:id="9" w:name="_Hlk456440772"/>
            <w:r>
              <w:rPr>
                <w:sz w:val="21"/>
                <w:szCs w:val="21"/>
              </w:rPr>
              <w:t>O</w:t>
            </w:r>
            <w:r>
              <w:rPr>
                <w:rFonts w:hint="eastAsia"/>
                <w:sz w:val="21"/>
                <w:szCs w:val="21"/>
              </w:rPr>
              <w:t>peration type</w:t>
            </w:r>
            <w:bookmarkEnd w:id="7"/>
            <w:bookmarkEnd w:id="8"/>
          </w:p>
        </w:tc>
        <w:tc>
          <w:tcPr>
            <w:tcW w:w="669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4188A" w:rsidRDefault="0084188A">
            <w:pPr>
              <w:spacing w:line="300" w:lineRule="auto"/>
              <w:rPr>
                <w:sz w:val="21"/>
                <w:szCs w:val="21"/>
              </w:rPr>
            </w:pPr>
            <w:r>
              <w:rPr>
                <w:rFonts w:hint="eastAsia"/>
                <w:sz w:val="21"/>
                <w:szCs w:val="21"/>
              </w:rPr>
              <w:t>URI</w:t>
            </w:r>
          </w:p>
        </w:tc>
      </w:tr>
      <w:tr w:rsidR="0084188A" w:rsidTr="00592D7F">
        <w:tc>
          <w:tcPr>
            <w:tcW w:w="1758" w:type="dxa"/>
            <w:tcBorders>
              <w:top w:val="single" w:sz="4" w:space="0" w:color="auto"/>
              <w:left w:val="single" w:sz="4" w:space="0" w:color="auto"/>
              <w:bottom w:val="single" w:sz="4" w:space="0" w:color="auto"/>
              <w:right w:val="single" w:sz="4" w:space="0" w:color="auto"/>
            </w:tcBorders>
            <w:hideMark/>
          </w:tcPr>
          <w:p w:rsidR="0084188A" w:rsidRDefault="0084188A">
            <w:pPr>
              <w:spacing w:line="300" w:lineRule="auto"/>
              <w:rPr>
                <w:sz w:val="21"/>
                <w:szCs w:val="21"/>
              </w:rPr>
            </w:pPr>
            <w:r>
              <w:rPr>
                <w:rFonts w:hint="eastAsia"/>
                <w:sz w:val="21"/>
                <w:szCs w:val="21"/>
              </w:rPr>
              <w:t>post</w:t>
            </w:r>
          </w:p>
        </w:tc>
        <w:tc>
          <w:tcPr>
            <w:tcW w:w="6699" w:type="dxa"/>
            <w:tcBorders>
              <w:top w:val="single" w:sz="4" w:space="0" w:color="auto"/>
              <w:left w:val="single" w:sz="4" w:space="0" w:color="auto"/>
              <w:bottom w:val="single" w:sz="4" w:space="0" w:color="auto"/>
              <w:right w:val="single" w:sz="4" w:space="0" w:color="auto"/>
            </w:tcBorders>
            <w:hideMark/>
          </w:tcPr>
          <w:p w:rsidR="0084188A" w:rsidRDefault="002A1CA3" w:rsidP="002842D8">
            <w:pPr>
              <w:spacing w:line="300" w:lineRule="auto"/>
              <w:rPr>
                <w:sz w:val="21"/>
                <w:szCs w:val="21"/>
              </w:rPr>
            </w:pPr>
            <w:r w:rsidRPr="002A1CA3">
              <w:rPr>
                <w:sz w:val="21"/>
                <w:szCs w:val="21"/>
              </w:rPr>
              <w:t>{</w:t>
            </w:r>
            <w:proofErr w:type="spellStart"/>
            <w:r w:rsidRPr="002A1CA3">
              <w:rPr>
                <w:sz w:val="21"/>
                <w:szCs w:val="21"/>
              </w:rPr>
              <w:t>serverRoot</w:t>
            </w:r>
            <w:proofErr w:type="spellEnd"/>
            <w:r w:rsidRPr="002A1CA3">
              <w:rPr>
                <w:sz w:val="21"/>
                <w:szCs w:val="21"/>
              </w:rPr>
              <w:t>}/</w:t>
            </w:r>
            <w:r w:rsidRPr="002A1CA3">
              <w:rPr>
                <w:rFonts w:hint="eastAsia"/>
                <w:sz w:val="21"/>
                <w:szCs w:val="21"/>
              </w:rPr>
              <w:t>e2eS</w:t>
            </w:r>
            <w:r w:rsidRPr="002A1CA3">
              <w:rPr>
                <w:sz w:val="21"/>
                <w:szCs w:val="21"/>
              </w:rPr>
              <w:t>erviceInstances</w:t>
            </w:r>
            <w:r w:rsidR="003E5DAD">
              <w:rPr>
                <w:rFonts w:hint="eastAsia"/>
                <w:sz w:val="21"/>
                <w:szCs w:val="21"/>
              </w:rPr>
              <w:t>/v</w:t>
            </w:r>
            <w:r w:rsidR="002842D8">
              <w:rPr>
                <w:rFonts w:hint="eastAsia"/>
                <w:sz w:val="21"/>
                <w:szCs w:val="21"/>
              </w:rPr>
              <w:t>3</w:t>
            </w:r>
          </w:p>
        </w:tc>
      </w:tr>
    </w:tbl>
    <w:p w:rsidR="0084188A" w:rsidRDefault="00380E49" w:rsidP="0084188A">
      <w:pPr>
        <w:spacing w:line="300" w:lineRule="auto"/>
        <w:rPr>
          <w:b/>
          <w:sz w:val="21"/>
          <w:szCs w:val="21"/>
        </w:rPr>
      </w:pPr>
      <w:bookmarkStart w:id="10" w:name="OLE_LINK43"/>
      <w:bookmarkStart w:id="11" w:name="OLE_LINK42"/>
      <w:bookmarkEnd w:id="9"/>
      <w:r w:rsidRPr="000F7CCC">
        <w:rPr>
          <w:rFonts w:hint="eastAsia"/>
          <w:b/>
          <w:sz w:val="21"/>
          <w:szCs w:val="21"/>
        </w:rPr>
        <w:t>Request body</w:t>
      </w:r>
      <w:r w:rsidR="0084188A" w:rsidRPr="000F7CCC">
        <w:rPr>
          <w:rFonts w:hint="eastAsia"/>
          <w:b/>
          <w:sz w:val="21"/>
          <w:szCs w:val="21"/>
        </w:rPr>
        <w:t>:</w:t>
      </w:r>
    </w:p>
    <w:tbl>
      <w:tblPr>
        <w:tblStyle w:val="afff8"/>
        <w:tblW w:w="10206" w:type="dxa"/>
        <w:tblLayout w:type="fixed"/>
        <w:tblLook w:val="04A0"/>
      </w:tblPr>
      <w:tblGrid>
        <w:gridCol w:w="989"/>
        <w:gridCol w:w="1333"/>
        <w:gridCol w:w="1333"/>
        <w:gridCol w:w="1731"/>
        <w:gridCol w:w="1598"/>
        <w:gridCol w:w="1731"/>
        <w:gridCol w:w="1491"/>
      </w:tblGrid>
      <w:tr w:rsidR="007F5C18" w:rsidTr="007F5C18">
        <w:tc>
          <w:tcPr>
            <w:tcW w:w="9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F5C18" w:rsidRDefault="007F5C18" w:rsidP="00147269">
            <w:pPr>
              <w:spacing w:line="300" w:lineRule="auto"/>
              <w:rPr>
                <w:sz w:val="21"/>
                <w:szCs w:val="21"/>
              </w:rPr>
            </w:pPr>
            <w:r>
              <w:rPr>
                <w:rFonts w:hint="eastAsia"/>
                <w:sz w:val="21"/>
                <w:szCs w:val="21"/>
              </w:rPr>
              <w:t>name</w:t>
            </w:r>
          </w:p>
        </w:tc>
        <w:tc>
          <w:tcPr>
            <w:tcW w:w="9217"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F5C18" w:rsidRDefault="007F5C18" w:rsidP="00147269">
            <w:pPr>
              <w:spacing w:line="300" w:lineRule="auto"/>
              <w:rPr>
                <w:sz w:val="21"/>
                <w:szCs w:val="21"/>
              </w:rPr>
            </w:pPr>
            <w:bookmarkStart w:id="12" w:name="_Hlk456795640"/>
            <w:r>
              <w:rPr>
                <w:rFonts w:hint="eastAsia"/>
                <w:sz w:val="21"/>
                <w:szCs w:val="21"/>
              </w:rPr>
              <w:t>remark</w:t>
            </w:r>
          </w:p>
        </w:tc>
      </w:tr>
      <w:bookmarkEnd w:id="12"/>
      <w:tr w:rsidR="007F5C18" w:rsidRPr="00345EB3" w:rsidTr="007F5C18">
        <w:tc>
          <w:tcPr>
            <w:tcW w:w="989" w:type="dxa"/>
            <w:tcBorders>
              <w:top w:val="single" w:sz="4" w:space="0" w:color="auto"/>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r w:rsidRPr="00345EB3">
              <w:rPr>
                <w:rFonts w:hint="eastAsia"/>
                <w:sz w:val="16"/>
                <w:szCs w:val="16"/>
              </w:rPr>
              <w:t>service</w:t>
            </w:r>
          </w:p>
        </w:tc>
        <w:tc>
          <w:tcPr>
            <w:tcW w:w="9217" w:type="dxa"/>
            <w:gridSpan w:val="6"/>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r w:rsidRPr="00345EB3">
              <w:rPr>
                <w:sz w:val="16"/>
                <w:szCs w:val="16"/>
              </w:rPr>
              <w:t>C</w:t>
            </w:r>
            <w:r w:rsidRPr="00345EB3">
              <w:rPr>
                <w:rFonts w:hint="eastAsia"/>
                <w:sz w:val="16"/>
                <w:szCs w:val="16"/>
              </w:rPr>
              <w:t>ontent of service object.</w:t>
            </w:r>
          </w:p>
        </w:tc>
      </w:tr>
      <w:tr w:rsidR="007F5C18" w:rsidRPr="00345EB3" w:rsidTr="007F5C18">
        <w:tc>
          <w:tcPr>
            <w:tcW w:w="989" w:type="dxa"/>
            <w:tcBorders>
              <w:top w:val="single" w:sz="4" w:space="0" w:color="auto"/>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r w:rsidRPr="00345EB3">
              <w:rPr>
                <w:rFonts w:hint="eastAsia"/>
                <w:sz w:val="16"/>
                <w:szCs w:val="16"/>
              </w:rPr>
              <w:t>name</w:t>
            </w:r>
          </w:p>
        </w:tc>
        <w:tc>
          <w:tcPr>
            <w:tcW w:w="9217" w:type="dxa"/>
            <w:gridSpan w:val="6"/>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r w:rsidRPr="00345EB3">
              <w:rPr>
                <w:sz w:val="16"/>
                <w:szCs w:val="16"/>
              </w:rPr>
              <w:t>S</w:t>
            </w:r>
            <w:r w:rsidRPr="00345EB3">
              <w:rPr>
                <w:rFonts w:hint="eastAsia"/>
                <w:sz w:val="16"/>
                <w:szCs w:val="16"/>
              </w:rPr>
              <w:t>ervice instance name.</w:t>
            </w:r>
          </w:p>
        </w:tc>
      </w:tr>
      <w:tr w:rsidR="007F5C18" w:rsidRPr="00345EB3" w:rsidTr="007F5C18">
        <w:tc>
          <w:tcPr>
            <w:tcW w:w="989" w:type="dxa"/>
            <w:tcBorders>
              <w:top w:val="single" w:sz="4" w:space="0" w:color="auto"/>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r w:rsidRPr="00345EB3">
              <w:rPr>
                <w:rFonts w:hint="eastAsia"/>
                <w:sz w:val="16"/>
                <w:szCs w:val="16"/>
              </w:rPr>
              <w:t>description</w:t>
            </w:r>
          </w:p>
        </w:tc>
        <w:tc>
          <w:tcPr>
            <w:tcW w:w="9217" w:type="dxa"/>
            <w:gridSpan w:val="6"/>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r w:rsidRPr="00345EB3">
              <w:rPr>
                <w:sz w:val="16"/>
                <w:szCs w:val="16"/>
              </w:rPr>
              <w:t>S</w:t>
            </w:r>
            <w:r w:rsidRPr="00345EB3">
              <w:rPr>
                <w:rFonts w:hint="eastAsia"/>
                <w:sz w:val="16"/>
                <w:szCs w:val="16"/>
              </w:rPr>
              <w:t>ervice instance description</w:t>
            </w:r>
          </w:p>
        </w:tc>
      </w:tr>
      <w:tr w:rsidR="007F5C18" w:rsidRPr="00345EB3" w:rsidTr="007F5C18">
        <w:tc>
          <w:tcPr>
            <w:tcW w:w="989" w:type="dxa"/>
            <w:tcBorders>
              <w:top w:val="single" w:sz="4" w:space="0" w:color="auto"/>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proofErr w:type="spellStart"/>
            <w:r w:rsidRPr="00345EB3">
              <w:rPr>
                <w:sz w:val="16"/>
                <w:szCs w:val="16"/>
              </w:rPr>
              <w:t>serviceDefId</w:t>
            </w:r>
            <w:proofErr w:type="spellEnd"/>
          </w:p>
        </w:tc>
        <w:tc>
          <w:tcPr>
            <w:tcW w:w="9217" w:type="dxa"/>
            <w:gridSpan w:val="6"/>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bookmarkStart w:id="13" w:name="OLE_LINK29"/>
            <w:r w:rsidRPr="00345EB3">
              <w:rPr>
                <w:rFonts w:hint="eastAsia"/>
                <w:sz w:val="16"/>
                <w:szCs w:val="16"/>
              </w:rPr>
              <w:t xml:space="preserve">The service </w:t>
            </w:r>
            <w:proofErr w:type="spellStart"/>
            <w:r w:rsidRPr="00345EB3">
              <w:rPr>
                <w:sz w:val="16"/>
                <w:szCs w:val="16"/>
              </w:rPr>
              <w:t>invariantUUID</w:t>
            </w:r>
            <w:proofErr w:type="spellEnd"/>
            <w:r w:rsidRPr="00345EB3">
              <w:rPr>
                <w:rFonts w:hint="eastAsia"/>
                <w:sz w:val="16"/>
                <w:szCs w:val="16"/>
              </w:rPr>
              <w:t xml:space="preserve">. </w:t>
            </w:r>
            <w:r w:rsidRPr="00345EB3">
              <w:rPr>
                <w:sz w:val="16"/>
                <w:szCs w:val="16"/>
              </w:rPr>
              <w:t>I</w:t>
            </w:r>
            <w:r w:rsidRPr="00345EB3">
              <w:rPr>
                <w:rFonts w:hint="eastAsia"/>
                <w:sz w:val="16"/>
                <w:szCs w:val="16"/>
              </w:rPr>
              <w:t>t is defined in SDC.</w:t>
            </w:r>
            <w:bookmarkEnd w:id="13"/>
          </w:p>
        </w:tc>
      </w:tr>
      <w:tr w:rsidR="007F5C18" w:rsidRPr="00345EB3" w:rsidTr="007F5C18">
        <w:tc>
          <w:tcPr>
            <w:tcW w:w="989" w:type="dxa"/>
            <w:tcBorders>
              <w:top w:val="single" w:sz="4" w:space="0" w:color="auto"/>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proofErr w:type="spellStart"/>
            <w:r w:rsidRPr="00345EB3">
              <w:rPr>
                <w:sz w:val="16"/>
                <w:szCs w:val="16"/>
              </w:rPr>
              <w:t>templateId</w:t>
            </w:r>
            <w:proofErr w:type="spellEnd"/>
          </w:p>
        </w:tc>
        <w:tc>
          <w:tcPr>
            <w:tcW w:w="9217" w:type="dxa"/>
            <w:gridSpan w:val="6"/>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r w:rsidRPr="00345EB3">
              <w:rPr>
                <w:rFonts w:hint="eastAsia"/>
                <w:sz w:val="16"/>
                <w:szCs w:val="16"/>
              </w:rPr>
              <w:t>The service</w:t>
            </w:r>
            <w:r w:rsidRPr="00345EB3">
              <w:rPr>
                <w:sz w:val="16"/>
                <w:szCs w:val="16"/>
              </w:rPr>
              <w:t xml:space="preserve"> T</w:t>
            </w:r>
            <w:r w:rsidRPr="00345EB3">
              <w:rPr>
                <w:rFonts w:hint="eastAsia"/>
                <w:sz w:val="16"/>
                <w:szCs w:val="16"/>
              </w:rPr>
              <w:t>emplate UUID.</w:t>
            </w:r>
            <w:r w:rsidRPr="00345EB3">
              <w:rPr>
                <w:sz w:val="16"/>
                <w:szCs w:val="16"/>
              </w:rPr>
              <w:t xml:space="preserve"> I</w:t>
            </w:r>
            <w:r w:rsidRPr="00345EB3">
              <w:rPr>
                <w:rFonts w:hint="eastAsia"/>
                <w:sz w:val="16"/>
                <w:szCs w:val="16"/>
              </w:rPr>
              <w:t>t is defined in SDC.</w:t>
            </w:r>
          </w:p>
        </w:tc>
      </w:tr>
      <w:tr w:rsidR="007F5C18" w:rsidRPr="00345EB3" w:rsidTr="007F5C18">
        <w:tc>
          <w:tcPr>
            <w:tcW w:w="989" w:type="dxa"/>
            <w:vMerge w:val="restart"/>
            <w:tcBorders>
              <w:top w:val="single" w:sz="4" w:space="0" w:color="auto"/>
              <w:left w:val="single" w:sz="4" w:space="0" w:color="auto"/>
              <w:right w:val="single" w:sz="4" w:space="0" w:color="auto"/>
            </w:tcBorders>
            <w:hideMark/>
          </w:tcPr>
          <w:p w:rsidR="007F5C18" w:rsidRPr="00345EB3" w:rsidRDefault="007F5C18" w:rsidP="00147269">
            <w:pPr>
              <w:spacing w:line="300" w:lineRule="auto"/>
              <w:jc w:val="both"/>
              <w:rPr>
                <w:sz w:val="16"/>
                <w:szCs w:val="16"/>
              </w:rPr>
            </w:pPr>
            <w:r w:rsidRPr="00345EB3">
              <w:rPr>
                <w:rFonts w:hint="eastAsia"/>
                <w:sz w:val="16"/>
                <w:szCs w:val="16"/>
              </w:rPr>
              <w:lastRenderedPageBreak/>
              <w:t>parameters</w:t>
            </w:r>
          </w:p>
        </w:tc>
        <w:tc>
          <w:tcPr>
            <w:tcW w:w="1333" w:type="dxa"/>
            <w:tcBorders>
              <w:top w:val="single" w:sz="4" w:space="0" w:color="auto"/>
              <w:left w:val="single" w:sz="4" w:space="0" w:color="auto"/>
              <w:right w:val="single" w:sz="4" w:space="0" w:color="auto"/>
            </w:tcBorders>
          </w:tcPr>
          <w:p w:rsidR="007F5C18" w:rsidRPr="00345EB3" w:rsidRDefault="007F5C18" w:rsidP="00147269">
            <w:pPr>
              <w:spacing w:line="300" w:lineRule="auto"/>
              <w:rPr>
                <w:sz w:val="16"/>
                <w:szCs w:val="16"/>
              </w:rPr>
            </w:pPr>
            <w:proofErr w:type="spellStart"/>
            <w:r w:rsidRPr="000E0158">
              <w:rPr>
                <w:rFonts w:hint="eastAsia"/>
                <w:sz w:val="16"/>
                <w:szCs w:val="16"/>
              </w:rPr>
              <w:t>globalSubscriberId</w:t>
            </w:r>
            <w:proofErr w:type="spellEnd"/>
          </w:p>
        </w:tc>
        <w:tc>
          <w:tcPr>
            <w:tcW w:w="7884" w:type="dxa"/>
            <w:gridSpan w:val="5"/>
            <w:tcBorders>
              <w:top w:val="single" w:sz="4" w:space="0" w:color="auto"/>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r>
              <w:rPr>
                <w:rFonts w:hint="eastAsia"/>
                <w:sz w:val="16"/>
                <w:szCs w:val="16"/>
              </w:rPr>
              <w:t>The subscriber id. It is defined in AAI</w:t>
            </w:r>
          </w:p>
        </w:tc>
      </w:tr>
      <w:tr w:rsidR="007F5C18" w:rsidRPr="00345EB3" w:rsidTr="007F5C18">
        <w:tc>
          <w:tcPr>
            <w:tcW w:w="989" w:type="dxa"/>
            <w:vMerge/>
            <w:tcBorders>
              <w:left w:val="single" w:sz="4" w:space="0" w:color="auto"/>
              <w:right w:val="single" w:sz="4" w:space="0" w:color="auto"/>
            </w:tcBorders>
            <w:hideMark/>
          </w:tcPr>
          <w:p w:rsidR="007F5C18" w:rsidRPr="00345EB3" w:rsidRDefault="007F5C18" w:rsidP="00147269">
            <w:pPr>
              <w:spacing w:line="300" w:lineRule="auto"/>
              <w:rPr>
                <w:sz w:val="16"/>
                <w:szCs w:val="16"/>
              </w:rPr>
            </w:pPr>
          </w:p>
        </w:tc>
        <w:tc>
          <w:tcPr>
            <w:tcW w:w="1333" w:type="dxa"/>
            <w:tcBorders>
              <w:left w:val="single" w:sz="4" w:space="0" w:color="auto"/>
              <w:right w:val="single" w:sz="4" w:space="0" w:color="auto"/>
            </w:tcBorders>
          </w:tcPr>
          <w:p w:rsidR="007F5C18" w:rsidRPr="00345EB3" w:rsidRDefault="007F5C18" w:rsidP="00147269">
            <w:pPr>
              <w:spacing w:line="300" w:lineRule="auto"/>
              <w:rPr>
                <w:sz w:val="16"/>
                <w:szCs w:val="16"/>
              </w:rPr>
            </w:pPr>
            <w:proofErr w:type="spellStart"/>
            <w:r>
              <w:rPr>
                <w:rFonts w:hint="eastAsia"/>
                <w:sz w:val="16"/>
                <w:szCs w:val="16"/>
              </w:rPr>
              <w:t>subscriberName</w:t>
            </w:r>
            <w:proofErr w:type="spellEnd"/>
          </w:p>
        </w:tc>
        <w:tc>
          <w:tcPr>
            <w:tcW w:w="7884" w:type="dxa"/>
            <w:gridSpan w:val="5"/>
            <w:tcBorders>
              <w:top w:val="single" w:sz="4" w:space="0" w:color="auto"/>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r>
              <w:rPr>
                <w:rFonts w:hint="eastAsia"/>
                <w:sz w:val="16"/>
                <w:szCs w:val="16"/>
              </w:rPr>
              <w:t>The subscriber name. It is defined in AAI</w:t>
            </w:r>
          </w:p>
        </w:tc>
      </w:tr>
      <w:tr w:rsidR="007F5C18" w:rsidRPr="00345EB3" w:rsidTr="007F5C18">
        <w:tc>
          <w:tcPr>
            <w:tcW w:w="989" w:type="dxa"/>
            <w:vMerge/>
            <w:tcBorders>
              <w:left w:val="single" w:sz="4" w:space="0" w:color="auto"/>
              <w:right w:val="single" w:sz="4" w:space="0" w:color="auto"/>
            </w:tcBorders>
            <w:hideMark/>
          </w:tcPr>
          <w:p w:rsidR="007F5C18" w:rsidRPr="00345EB3" w:rsidRDefault="007F5C18" w:rsidP="00147269">
            <w:pPr>
              <w:spacing w:line="300" w:lineRule="auto"/>
              <w:rPr>
                <w:sz w:val="16"/>
                <w:szCs w:val="16"/>
              </w:rPr>
            </w:pPr>
          </w:p>
        </w:tc>
        <w:tc>
          <w:tcPr>
            <w:tcW w:w="1333" w:type="dxa"/>
            <w:tcBorders>
              <w:left w:val="single" w:sz="4" w:space="0" w:color="auto"/>
              <w:right w:val="single" w:sz="4" w:space="0" w:color="auto"/>
            </w:tcBorders>
          </w:tcPr>
          <w:p w:rsidR="007F5C18" w:rsidRDefault="007F5C18" w:rsidP="00147269">
            <w:pPr>
              <w:spacing w:line="300" w:lineRule="auto"/>
              <w:rPr>
                <w:sz w:val="16"/>
                <w:szCs w:val="16"/>
              </w:rPr>
            </w:pPr>
            <w:proofErr w:type="spellStart"/>
            <w:r>
              <w:rPr>
                <w:rFonts w:hint="eastAsia"/>
                <w:sz w:val="16"/>
                <w:szCs w:val="16"/>
              </w:rPr>
              <w:t>serviceType</w:t>
            </w:r>
            <w:proofErr w:type="spellEnd"/>
          </w:p>
        </w:tc>
        <w:tc>
          <w:tcPr>
            <w:tcW w:w="7884" w:type="dxa"/>
            <w:gridSpan w:val="5"/>
            <w:tcBorders>
              <w:top w:val="single" w:sz="4" w:space="0" w:color="auto"/>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r>
              <w:rPr>
                <w:rFonts w:hint="eastAsia"/>
                <w:sz w:val="16"/>
                <w:szCs w:val="16"/>
              </w:rPr>
              <w:t>The service type. It is defined in AAI</w:t>
            </w:r>
          </w:p>
        </w:tc>
      </w:tr>
      <w:tr w:rsidR="007F5C18" w:rsidRPr="00345EB3" w:rsidTr="007F5C18">
        <w:tc>
          <w:tcPr>
            <w:tcW w:w="989" w:type="dxa"/>
            <w:vMerge/>
            <w:tcBorders>
              <w:left w:val="single" w:sz="4" w:space="0" w:color="auto"/>
              <w:right w:val="single" w:sz="4" w:space="0" w:color="auto"/>
            </w:tcBorders>
            <w:hideMark/>
          </w:tcPr>
          <w:p w:rsidR="007F5C18" w:rsidRPr="00345EB3" w:rsidRDefault="007F5C18" w:rsidP="00147269">
            <w:pPr>
              <w:spacing w:line="300" w:lineRule="auto"/>
              <w:rPr>
                <w:sz w:val="16"/>
                <w:szCs w:val="16"/>
              </w:rPr>
            </w:pPr>
          </w:p>
        </w:tc>
        <w:tc>
          <w:tcPr>
            <w:tcW w:w="1333" w:type="dxa"/>
            <w:tcBorders>
              <w:left w:val="single" w:sz="4" w:space="0" w:color="auto"/>
              <w:right w:val="single" w:sz="4" w:space="0" w:color="auto"/>
            </w:tcBorders>
          </w:tcPr>
          <w:p w:rsidR="007F5C18" w:rsidRPr="00345EB3" w:rsidRDefault="007F5C18" w:rsidP="00147269">
            <w:pPr>
              <w:spacing w:line="300" w:lineRule="auto"/>
              <w:rPr>
                <w:sz w:val="16"/>
                <w:szCs w:val="16"/>
              </w:rPr>
            </w:pPr>
            <w:proofErr w:type="spellStart"/>
            <w:r>
              <w:rPr>
                <w:rFonts w:hint="eastAsia"/>
                <w:sz w:val="16"/>
                <w:szCs w:val="16"/>
              </w:rPr>
              <w:t>templateName</w:t>
            </w:r>
            <w:proofErr w:type="spellEnd"/>
          </w:p>
        </w:tc>
        <w:tc>
          <w:tcPr>
            <w:tcW w:w="7884" w:type="dxa"/>
            <w:gridSpan w:val="5"/>
            <w:tcBorders>
              <w:top w:val="single" w:sz="4" w:space="0" w:color="auto"/>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r>
              <w:rPr>
                <w:rFonts w:hint="eastAsia"/>
                <w:sz w:val="16"/>
                <w:szCs w:val="16"/>
              </w:rPr>
              <w:t>The service Template name</w:t>
            </w:r>
          </w:p>
        </w:tc>
      </w:tr>
      <w:tr w:rsidR="007F5C18" w:rsidRPr="00345EB3" w:rsidTr="007F5C18">
        <w:tc>
          <w:tcPr>
            <w:tcW w:w="989" w:type="dxa"/>
            <w:vMerge/>
            <w:tcBorders>
              <w:left w:val="single" w:sz="4" w:space="0" w:color="auto"/>
              <w:right w:val="single" w:sz="4" w:space="0" w:color="auto"/>
            </w:tcBorders>
            <w:hideMark/>
          </w:tcPr>
          <w:p w:rsidR="007F5C18" w:rsidRPr="00345EB3" w:rsidRDefault="007F5C18" w:rsidP="00147269">
            <w:pPr>
              <w:spacing w:line="300" w:lineRule="auto"/>
              <w:rPr>
                <w:sz w:val="16"/>
                <w:szCs w:val="16"/>
              </w:rPr>
            </w:pPr>
          </w:p>
        </w:tc>
        <w:tc>
          <w:tcPr>
            <w:tcW w:w="1333" w:type="dxa"/>
            <w:vMerge w:val="restart"/>
            <w:tcBorders>
              <w:left w:val="single" w:sz="4" w:space="0" w:color="auto"/>
              <w:right w:val="single" w:sz="4" w:space="0" w:color="auto"/>
            </w:tcBorders>
          </w:tcPr>
          <w:p w:rsidR="007F5C18" w:rsidRPr="00345EB3" w:rsidRDefault="007F5C18" w:rsidP="00147269">
            <w:pPr>
              <w:spacing w:line="300" w:lineRule="auto"/>
              <w:rPr>
                <w:sz w:val="16"/>
                <w:szCs w:val="16"/>
              </w:rPr>
            </w:pPr>
            <w:r>
              <w:rPr>
                <w:rFonts w:hint="eastAsia"/>
                <w:sz w:val="16"/>
                <w:szCs w:val="16"/>
              </w:rPr>
              <w:t>resources[]</w:t>
            </w:r>
          </w:p>
        </w:tc>
        <w:tc>
          <w:tcPr>
            <w:tcW w:w="7884" w:type="dxa"/>
            <w:gridSpan w:val="5"/>
            <w:tcBorders>
              <w:top w:val="single" w:sz="4" w:space="0" w:color="auto"/>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r w:rsidRPr="00345EB3">
              <w:rPr>
                <w:rFonts w:hint="eastAsia"/>
                <w:sz w:val="16"/>
                <w:szCs w:val="16"/>
              </w:rPr>
              <w:t xml:space="preserve">This field manages parameters of </w:t>
            </w:r>
            <w:r>
              <w:rPr>
                <w:rFonts w:hint="eastAsia"/>
                <w:sz w:val="16"/>
                <w:szCs w:val="16"/>
              </w:rPr>
              <w:t>resources, It is a List</w:t>
            </w:r>
          </w:p>
        </w:tc>
      </w:tr>
      <w:tr w:rsidR="007F5C18" w:rsidRPr="00345EB3" w:rsidTr="007F5C18">
        <w:tc>
          <w:tcPr>
            <w:tcW w:w="989" w:type="dxa"/>
            <w:vMerge/>
            <w:tcBorders>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p>
        </w:tc>
        <w:tc>
          <w:tcPr>
            <w:tcW w:w="1333" w:type="dxa"/>
            <w:vMerge/>
            <w:tcBorders>
              <w:left w:val="single" w:sz="4" w:space="0" w:color="auto"/>
              <w:right w:val="single" w:sz="4" w:space="0" w:color="auto"/>
            </w:tcBorders>
          </w:tcPr>
          <w:p w:rsidR="007F5C18" w:rsidRPr="00345EB3" w:rsidRDefault="007F5C18" w:rsidP="00147269">
            <w:pPr>
              <w:spacing w:line="300" w:lineRule="auto"/>
              <w:rPr>
                <w:sz w:val="16"/>
                <w:szCs w:val="16"/>
              </w:rPr>
            </w:pPr>
          </w:p>
        </w:tc>
        <w:tc>
          <w:tcPr>
            <w:tcW w:w="1333" w:type="dxa"/>
            <w:tcBorders>
              <w:top w:val="single" w:sz="4" w:space="0" w:color="auto"/>
              <w:left w:val="single" w:sz="4" w:space="0" w:color="auto"/>
              <w:right w:val="single" w:sz="4" w:space="0" w:color="auto"/>
            </w:tcBorders>
            <w:hideMark/>
          </w:tcPr>
          <w:p w:rsidR="007F5C18" w:rsidRPr="002F57B2" w:rsidRDefault="007F5C18" w:rsidP="00147269">
            <w:pPr>
              <w:spacing w:line="300" w:lineRule="auto"/>
              <w:rPr>
                <w:sz w:val="16"/>
                <w:szCs w:val="16"/>
              </w:rPr>
            </w:pPr>
            <w:proofErr w:type="spellStart"/>
            <w:r>
              <w:rPr>
                <w:rFonts w:hint="eastAsia"/>
                <w:sz w:val="16"/>
                <w:szCs w:val="16"/>
              </w:rPr>
              <w:t>resourceName</w:t>
            </w:r>
            <w:proofErr w:type="spellEnd"/>
          </w:p>
        </w:tc>
        <w:tc>
          <w:tcPr>
            <w:tcW w:w="6551" w:type="dxa"/>
            <w:gridSpan w:val="4"/>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r>
              <w:rPr>
                <w:rFonts w:hint="eastAsia"/>
                <w:sz w:val="16"/>
                <w:szCs w:val="16"/>
              </w:rPr>
              <w:t>The resource name</w:t>
            </w:r>
          </w:p>
        </w:tc>
      </w:tr>
      <w:tr w:rsidR="007F5C18" w:rsidRPr="00345EB3" w:rsidTr="007F5C18">
        <w:tc>
          <w:tcPr>
            <w:tcW w:w="989" w:type="dxa"/>
            <w:vMerge/>
            <w:tcBorders>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p>
        </w:tc>
        <w:tc>
          <w:tcPr>
            <w:tcW w:w="1333" w:type="dxa"/>
            <w:vMerge/>
            <w:tcBorders>
              <w:left w:val="single" w:sz="4" w:space="0" w:color="auto"/>
              <w:right w:val="single" w:sz="4" w:space="0" w:color="auto"/>
            </w:tcBorders>
          </w:tcPr>
          <w:p w:rsidR="007F5C18" w:rsidRPr="00345EB3" w:rsidRDefault="007F5C18" w:rsidP="00147269">
            <w:pPr>
              <w:spacing w:line="300" w:lineRule="auto"/>
              <w:rPr>
                <w:sz w:val="16"/>
                <w:szCs w:val="16"/>
              </w:rPr>
            </w:pPr>
          </w:p>
        </w:tc>
        <w:tc>
          <w:tcPr>
            <w:tcW w:w="1333" w:type="dxa"/>
            <w:tcBorders>
              <w:top w:val="single" w:sz="4" w:space="0" w:color="auto"/>
              <w:left w:val="single" w:sz="4" w:space="0" w:color="auto"/>
              <w:right w:val="single" w:sz="4" w:space="0" w:color="auto"/>
            </w:tcBorders>
            <w:hideMark/>
          </w:tcPr>
          <w:p w:rsidR="007F5C18" w:rsidRPr="002F57B2" w:rsidRDefault="007F5C18" w:rsidP="00147269">
            <w:pPr>
              <w:spacing w:line="300" w:lineRule="auto"/>
              <w:rPr>
                <w:sz w:val="16"/>
                <w:szCs w:val="16"/>
              </w:rPr>
            </w:pPr>
            <w:proofErr w:type="spellStart"/>
            <w:r>
              <w:rPr>
                <w:rFonts w:hint="eastAsia"/>
                <w:sz w:val="16"/>
                <w:szCs w:val="16"/>
              </w:rPr>
              <w:t>resouceDefId</w:t>
            </w:r>
            <w:proofErr w:type="spellEnd"/>
          </w:p>
        </w:tc>
        <w:tc>
          <w:tcPr>
            <w:tcW w:w="6551" w:type="dxa"/>
            <w:gridSpan w:val="4"/>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r w:rsidRPr="00345EB3">
              <w:rPr>
                <w:rFonts w:hint="eastAsia"/>
                <w:sz w:val="16"/>
                <w:szCs w:val="16"/>
              </w:rPr>
              <w:t xml:space="preserve">The </w:t>
            </w:r>
            <w:r>
              <w:rPr>
                <w:rFonts w:hint="eastAsia"/>
                <w:sz w:val="16"/>
                <w:szCs w:val="16"/>
              </w:rPr>
              <w:t>resource</w:t>
            </w:r>
            <w:r w:rsidRPr="00345EB3">
              <w:rPr>
                <w:rFonts w:hint="eastAsia"/>
                <w:sz w:val="16"/>
                <w:szCs w:val="16"/>
              </w:rPr>
              <w:t xml:space="preserve"> </w:t>
            </w:r>
            <w:proofErr w:type="spellStart"/>
            <w:r w:rsidRPr="00345EB3">
              <w:rPr>
                <w:sz w:val="16"/>
                <w:szCs w:val="16"/>
              </w:rPr>
              <w:t>invariantUUID</w:t>
            </w:r>
            <w:proofErr w:type="spellEnd"/>
            <w:r w:rsidRPr="00345EB3">
              <w:rPr>
                <w:rFonts w:hint="eastAsia"/>
                <w:sz w:val="16"/>
                <w:szCs w:val="16"/>
              </w:rPr>
              <w:t xml:space="preserve">. </w:t>
            </w:r>
            <w:r w:rsidRPr="00345EB3">
              <w:rPr>
                <w:sz w:val="16"/>
                <w:szCs w:val="16"/>
              </w:rPr>
              <w:t>I</w:t>
            </w:r>
            <w:r w:rsidRPr="00345EB3">
              <w:rPr>
                <w:rFonts w:hint="eastAsia"/>
                <w:sz w:val="16"/>
                <w:szCs w:val="16"/>
              </w:rPr>
              <w:t>t is defined in SDC.</w:t>
            </w:r>
          </w:p>
        </w:tc>
      </w:tr>
      <w:tr w:rsidR="007F5C18" w:rsidRPr="00345EB3" w:rsidTr="007F5C18">
        <w:tc>
          <w:tcPr>
            <w:tcW w:w="989" w:type="dxa"/>
            <w:vMerge/>
            <w:tcBorders>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p>
        </w:tc>
        <w:tc>
          <w:tcPr>
            <w:tcW w:w="1333" w:type="dxa"/>
            <w:vMerge/>
            <w:tcBorders>
              <w:left w:val="single" w:sz="4" w:space="0" w:color="auto"/>
              <w:right w:val="single" w:sz="4" w:space="0" w:color="auto"/>
            </w:tcBorders>
          </w:tcPr>
          <w:p w:rsidR="007F5C18" w:rsidRPr="00345EB3" w:rsidRDefault="007F5C18" w:rsidP="00147269">
            <w:pPr>
              <w:spacing w:line="300" w:lineRule="auto"/>
              <w:rPr>
                <w:sz w:val="16"/>
                <w:szCs w:val="16"/>
              </w:rPr>
            </w:pPr>
          </w:p>
        </w:tc>
        <w:tc>
          <w:tcPr>
            <w:tcW w:w="1333" w:type="dxa"/>
            <w:tcBorders>
              <w:top w:val="single" w:sz="4" w:space="0" w:color="auto"/>
              <w:left w:val="single" w:sz="4" w:space="0" w:color="auto"/>
              <w:right w:val="single" w:sz="4" w:space="0" w:color="auto"/>
            </w:tcBorders>
            <w:hideMark/>
          </w:tcPr>
          <w:p w:rsidR="007F5C18" w:rsidRPr="002F57B2" w:rsidRDefault="007F5C18" w:rsidP="00147269">
            <w:pPr>
              <w:spacing w:line="300" w:lineRule="auto"/>
              <w:rPr>
                <w:sz w:val="16"/>
                <w:szCs w:val="16"/>
              </w:rPr>
            </w:pPr>
            <w:proofErr w:type="spellStart"/>
            <w:r>
              <w:rPr>
                <w:rFonts w:hint="eastAsia"/>
                <w:sz w:val="16"/>
                <w:szCs w:val="16"/>
              </w:rPr>
              <w:t>resourceId</w:t>
            </w:r>
            <w:proofErr w:type="spellEnd"/>
          </w:p>
        </w:tc>
        <w:tc>
          <w:tcPr>
            <w:tcW w:w="6551" w:type="dxa"/>
            <w:gridSpan w:val="4"/>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r w:rsidRPr="00345EB3">
              <w:rPr>
                <w:rFonts w:hint="eastAsia"/>
                <w:sz w:val="16"/>
                <w:szCs w:val="16"/>
              </w:rPr>
              <w:t xml:space="preserve">The </w:t>
            </w:r>
            <w:r>
              <w:rPr>
                <w:rFonts w:hint="eastAsia"/>
                <w:sz w:val="16"/>
                <w:szCs w:val="16"/>
              </w:rPr>
              <w:t>resource</w:t>
            </w:r>
            <w:r w:rsidRPr="00345EB3">
              <w:rPr>
                <w:sz w:val="16"/>
                <w:szCs w:val="16"/>
              </w:rPr>
              <w:t xml:space="preserve"> </w:t>
            </w:r>
            <w:r w:rsidRPr="00345EB3">
              <w:rPr>
                <w:rFonts w:hint="eastAsia"/>
                <w:sz w:val="16"/>
                <w:szCs w:val="16"/>
              </w:rPr>
              <w:t>UUID.</w:t>
            </w:r>
            <w:r w:rsidRPr="00345EB3">
              <w:rPr>
                <w:sz w:val="16"/>
                <w:szCs w:val="16"/>
              </w:rPr>
              <w:t xml:space="preserve"> I</w:t>
            </w:r>
            <w:r w:rsidRPr="00345EB3">
              <w:rPr>
                <w:rFonts w:hint="eastAsia"/>
                <w:sz w:val="16"/>
                <w:szCs w:val="16"/>
              </w:rPr>
              <w:t>t is defined in SDC.</w:t>
            </w:r>
          </w:p>
        </w:tc>
      </w:tr>
      <w:tr w:rsidR="007F5C18" w:rsidRPr="00345EB3" w:rsidTr="007F5C18">
        <w:tc>
          <w:tcPr>
            <w:tcW w:w="989" w:type="dxa"/>
            <w:vMerge/>
            <w:tcBorders>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p>
        </w:tc>
        <w:tc>
          <w:tcPr>
            <w:tcW w:w="1333" w:type="dxa"/>
            <w:vMerge/>
            <w:tcBorders>
              <w:left w:val="single" w:sz="4" w:space="0" w:color="auto"/>
              <w:right w:val="single" w:sz="4" w:space="0" w:color="auto"/>
            </w:tcBorders>
          </w:tcPr>
          <w:p w:rsidR="007F5C18" w:rsidRPr="00345EB3" w:rsidRDefault="007F5C18" w:rsidP="00147269">
            <w:pPr>
              <w:spacing w:line="300" w:lineRule="auto"/>
              <w:rPr>
                <w:sz w:val="16"/>
                <w:szCs w:val="16"/>
              </w:rPr>
            </w:pPr>
          </w:p>
        </w:tc>
        <w:tc>
          <w:tcPr>
            <w:tcW w:w="1333" w:type="dxa"/>
            <w:vMerge w:val="restart"/>
            <w:tcBorders>
              <w:top w:val="single" w:sz="4" w:space="0" w:color="auto"/>
              <w:left w:val="single" w:sz="4" w:space="0" w:color="auto"/>
              <w:right w:val="single" w:sz="4" w:space="0" w:color="auto"/>
            </w:tcBorders>
            <w:hideMark/>
          </w:tcPr>
          <w:p w:rsidR="007F5C18" w:rsidRPr="00345EB3" w:rsidRDefault="007F5C18" w:rsidP="00147269">
            <w:pPr>
              <w:spacing w:line="300" w:lineRule="auto"/>
              <w:rPr>
                <w:sz w:val="16"/>
                <w:szCs w:val="16"/>
              </w:rPr>
            </w:pPr>
            <w:proofErr w:type="spellStart"/>
            <w:r>
              <w:rPr>
                <w:rFonts w:hint="eastAsia"/>
                <w:sz w:val="16"/>
                <w:szCs w:val="16"/>
              </w:rPr>
              <w:t>n</w:t>
            </w:r>
            <w:r w:rsidRPr="00345EB3">
              <w:rPr>
                <w:rFonts w:hint="eastAsia"/>
                <w:sz w:val="16"/>
                <w:szCs w:val="16"/>
              </w:rPr>
              <w:t>sParameters</w:t>
            </w:r>
            <w:proofErr w:type="spellEnd"/>
          </w:p>
        </w:tc>
        <w:tc>
          <w:tcPr>
            <w:tcW w:w="6551" w:type="dxa"/>
            <w:gridSpan w:val="4"/>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r w:rsidRPr="00345EB3">
              <w:rPr>
                <w:sz w:val="16"/>
                <w:szCs w:val="16"/>
              </w:rPr>
              <w:t xml:space="preserve">Parameters for current </w:t>
            </w:r>
            <w:r>
              <w:rPr>
                <w:rFonts w:hint="eastAsia"/>
                <w:sz w:val="16"/>
                <w:szCs w:val="16"/>
              </w:rPr>
              <w:t>resource</w:t>
            </w:r>
            <w:r w:rsidRPr="00345EB3">
              <w:rPr>
                <w:sz w:val="16"/>
                <w:szCs w:val="16"/>
              </w:rPr>
              <w:t xml:space="preserve"> object.</w:t>
            </w:r>
          </w:p>
        </w:tc>
      </w:tr>
      <w:tr w:rsidR="007F5C18" w:rsidRPr="00345EB3" w:rsidTr="007F5C18">
        <w:tc>
          <w:tcPr>
            <w:tcW w:w="989" w:type="dxa"/>
            <w:vMerge/>
            <w:tcBorders>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p>
        </w:tc>
        <w:tc>
          <w:tcPr>
            <w:tcW w:w="1333" w:type="dxa"/>
            <w:vMerge/>
            <w:tcBorders>
              <w:left w:val="single" w:sz="4" w:space="0" w:color="auto"/>
              <w:right w:val="single" w:sz="4" w:space="0" w:color="auto"/>
            </w:tcBorders>
          </w:tcPr>
          <w:p w:rsidR="007F5C18" w:rsidRPr="00345EB3" w:rsidRDefault="007F5C18" w:rsidP="00147269">
            <w:pPr>
              <w:spacing w:line="300" w:lineRule="auto"/>
              <w:rPr>
                <w:sz w:val="16"/>
                <w:szCs w:val="16"/>
              </w:rPr>
            </w:pPr>
          </w:p>
        </w:tc>
        <w:tc>
          <w:tcPr>
            <w:tcW w:w="1333" w:type="dxa"/>
            <w:vMerge/>
            <w:tcBorders>
              <w:left w:val="single" w:sz="4" w:space="0" w:color="auto"/>
              <w:right w:val="single" w:sz="4" w:space="0" w:color="auto"/>
            </w:tcBorders>
            <w:hideMark/>
          </w:tcPr>
          <w:p w:rsidR="007F5C18" w:rsidRPr="00345EB3" w:rsidRDefault="007F5C18" w:rsidP="00147269">
            <w:pPr>
              <w:spacing w:line="300" w:lineRule="auto"/>
              <w:rPr>
                <w:sz w:val="16"/>
                <w:szCs w:val="16"/>
              </w:rPr>
            </w:pPr>
          </w:p>
        </w:tc>
        <w:tc>
          <w:tcPr>
            <w:tcW w:w="1731" w:type="dxa"/>
            <w:vMerge w:val="restart"/>
            <w:tcBorders>
              <w:top w:val="single" w:sz="4" w:space="0" w:color="auto"/>
              <w:left w:val="single" w:sz="4" w:space="0" w:color="auto"/>
              <w:right w:val="single" w:sz="4" w:space="0" w:color="auto"/>
            </w:tcBorders>
          </w:tcPr>
          <w:p w:rsidR="007F5C18" w:rsidRPr="00345EB3" w:rsidRDefault="007F5C18" w:rsidP="00147269">
            <w:pPr>
              <w:spacing w:line="300" w:lineRule="auto"/>
              <w:rPr>
                <w:sz w:val="16"/>
                <w:szCs w:val="16"/>
              </w:rPr>
            </w:pPr>
            <w:proofErr w:type="spellStart"/>
            <w:r w:rsidRPr="00345EB3">
              <w:rPr>
                <w:sz w:val="16"/>
                <w:szCs w:val="16"/>
              </w:rPr>
              <w:t>locationConstraints</w:t>
            </w:r>
            <w:proofErr w:type="spellEnd"/>
          </w:p>
        </w:tc>
        <w:tc>
          <w:tcPr>
            <w:tcW w:w="4820" w:type="dxa"/>
            <w:gridSpan w:val="3"/>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r w:rsidRPr="00345EB3">
              <w:rPr>
                <w:sz w:val="16"/>
                <w:szCs w:val="16"/>
              </w:rPr>
              <w:t>T</w:t>
            </w:r>
            <w:r w:rsidRPr="00345EB3">
              <w:rPr>
                <w:rFonts w:hint="eastAsia"/>
                <w:sz w:val="16"/>
                <w:szCs w:val="16"/>
              </w:rPr>
              <w:t>he DC location info for each VNF of current service</w:t>
            </w:r>
          </w:p>
        </w:tc>
      </w:tr>
      <w:tr w:rsidR="007F5C18" w:rsidRPr="00345EB3" w:rsidTr="007F5C18">
        <w:tc>
          <w:tcPr>
            <w:tcW w:w="989" w:type="dxa"/>
            <w:vMerge/>
            <w:tcBorders>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p>
        </w:tc>
        <w:tc>
          <w:tcPr>
            <w:tcW w:w="1333" w:type="dxa"/>
            <w:vMerge/>
            <w:tcBorders>
              <w:left w:val="single" w:sz="4" w:space="0" w:color="auto"/>
              <w:right w:val="single" w:sz="4" w:space="0" w:color="auto"/>
            </w:tcBorders>
          </w:tcPr>
          <w:p w:rsidR="007F5C18" w:rsidRPr="00345EB3" w:rsidRDefault="007F5C18" w:rsidP="00147269">
            <w:pPr>
              <w:spacing w:line="300" w:lineRule="auto"/>
              <w:rPr>
                <w:sz w:val="16"/>
                <w:szCs w:val="16"/>
              </w:rPr>
            </w:pPr>
          </w:p>
        </w:tc>
        <w:tc>
          <w:tcPr>
            <w:tcW w:w="1333" w:type="dxa"/>
            <w:vMerge/>
            <w:tcBorders>
              <w:left w:val="single" w:sz="4" w:space="0" w:color="auto"/>
              <w:right w:val="single" w:sz="4" w:space="0" w:color="auto"/>
            </w:tcBorders>
            <w:hideMark/>
          </w:tcPr>
          <w:p w:rsidR="007F5C18" w:rsidRPr="00345EB3" w:rsidRDefault="007F5C18" w:rsidP="00147269">
            <w:pPr>
              <w:spacing w:line="300" w:lineRule="auto"/>
              <w:rPr>
                <w:sz w:val="16"/>
                <w:szCs w:val="16"/>
              </w:rPr>
            </w:pPr>
          </w:p>
        </w:tc>
        <w:tc>
          <w:tcPr>
            <w:tcW w:w="1731" w:type="dxa"/>
            <w:vMerge/>
            <w:tcBorders>
              <w:left w:val="single" w:sz="4" w:space="0" w:color="auto"/>
              <w:right w:val="single" w:sz="4" w:space="0" w:color="auto"/>
            </w:tcBorders>
          </w:tcPr>
          <w:p w:rsidR="007F5C18" w:rsidRPr="00345EB3" w:rsidRDefault="007F5C18" w:rsidP="00147269">
            <w:pPr>
              <w:spacing w:line="300" w:lineRule="auto"/>
              <w:rPr>
                <w:sz w:val="16"/>
                <w:szCs w:val="16"/>
              </w:rPr>
            </w:pPr>
          </w:p>
        </w:tc>
        <w:tc>
          <w:tcPr>
            <w:tcW w:w="1598" w:type="dxa"/>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proofErr w:type="spellStart"/>
            <w:r w:rsidRPr="00345EB3">
              <w:rPr>
                <w:sz w:val="16"/>
                <w:szCs w:val="16"/>
              </w:rPr>
              <w:t>vnfProfileId</w:t>
            </w:r>
            <w:proofErr w:type="spellEnd"/>
          </w:p>
        </w:tc>
        <w:tc>
          <w:tcPr>
            <w:tcW w:w="3222" w:type="dxa"/>
            <w:gridSpan w:val="2"/>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r w:rsidRPr="00345EB3">
              <w:rPr>
                <w:rFonts w:hint="eastAsia"/>
                <w:sz w:val="16"/>
                <w:szCs w:val="16"/>
              </w:rPr>
              <w:t>VNFD id</w:t>
            </w:r>
          </w:p>
        </w:tc>
      </w:tr>
      <w:tr w:rsidR="007F5C18" w:rsidRPr="00345EB3" w:rsidTr="007F5C18">
        <w:tc>
          <w:tcPr>
            <w:tcW w:w="989" w:type="dxa"/>
            <w:vMerge/>
            <w:tcBorders>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p>
        </w:tc>
        <w:tc>
          <w:tcPr>
            <w:tcW w:w="1333" w:type="dxa"/>
            <w:vMerge/>
            <w:tcBorders>
              <w:left w:val="single" w:sz="4" w:space="0" w:color="auto"/>
              <w:right w:val="single" w:sz="4" w:space="0" w:color="auto"/>
            </w:tcBorders>
          </w:tcPr>
          <w:p w:rsidR="007F5C18" w:rsidRPr="00345EB3" w:rsidRDefault="007F5C18" w:rsidP="00147269">
            <w:pPr>
              <w:spacing w:line="300" w:lineRule="auto"/>
              <w:rPr>
                <w:sz w:val="16"/>
                <w:szCs w:val="16"/>
              </w:rPr>
            </w:pPr>
          </w:p>
        </w:tc>
        <w:tc>
          <w:tcPr>
            <w:tcW w:w="1333" w:type="dxa"/>
            <w:vMerge/>
            <w:tcBorders>
              <w:left w:val="single" w:sz="4" w:space="0" w:color="auto"/>
              <w:right w:val="single" w:sz="4" w:space="0" w:color="auto"/>
            </w:tcBorders>
            <w:hideMark/>
          </w:tcPr>
          <w:p w:rsidR="007F5C18" w:rsidRPr="00345EB3" w:rsidRDefault="007F5C18" w:rsidP="00147269">
            <w:pPr>
              <w:spacing w:line="300" w:lineRule="auto"/>
              <w:rPr>
                <w:sz w:val="16"/>
                <w:szCs w:val="16"/>
              </w:rPr>
            </w:pPr>
          </w:p>
        </w:tc>
        <w:tc>
          <w:tcPr>
            <w:tcW w:w="1731" w:type="dxa"/>
            <w:vMerge/>
            <w:tcBorders>
              <w:left w:val="single" w:sz="4" w:space="0" w:color="auto"/>
              <w:right w:val="single" w:sz="4" w:space="0" w:color="auto"/>
            </w:tcBorders>
          </w:tcPr>
          <w:p w:rsidR="007F5C18" w:rsidRPr="00345EB3" w:rsidRDefault="007F5C18" w:rsidP="00147269">
            <w:pPr>
              <w:spacing w:line="300" w:lineRule="auto"/>
              <w:rPr>
                <w:sz w:val="16"/>
                <w:szCs w:val="16"/>
              </w:rPr>
            </w:pPr>
          </w:p>
        </w:tc>
        <w:tc>
          <w:tcPr>
            <w:tcW w:w="1598" w:type="dxa"/>
            <w:vMerge w:val="restart"/>
            <w:tcBorders>
              <w:top w:val="single" w:sz="4" w:space="0" w:color="auto"/>
              <w:left w:val="single" w:sz="4" w:space="0" w:color="auto"/>
              <w:right w:val="single" w:sz="4" w:space="0" w:color="auto"/>
            </w:tcBorders>
          </w:tcPr>
          <w:p w:rsidR="007F5C18" w:rsidRPr="00345EB3" w:rsidRDefault="007F5C18" w:rsidP="00147269">
            <w:pPr>
              <w:spacing w:line="300" w:lineRule="auto"/>
              <w:rPr>
                <w:sz w:val="16"/>
                <w:szCs w:val="16"/>
              </w:rPr>
            </w:pPr>
            <w:proofErr w:type="spellStart"/>
            <w:r w:rsidRPr="00345EB3">
              <w:rPr>
                <w:sz w:val="16"/>
                <w:szCs w:val="16"/>
              </w:rPr>
              <w:t>locationConstraints</w:t>
            </w:r>
            <w:proofErr w:type="spellEnd"/>
          </w:p>
        </w:tc>
        <w:tc>
          <w:tcPr>
            <w:tcW w:w="3222" w:type="dxa"/>
            <w:gridSpan w:val="2"/>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r w:rsidRPr="00345EB3">
              <w:rPr>
                <w:rFonts w:hint="eastAsia"/>
                <w:sz w:val="16"/>
                <w:szCs w:val="16"/>
              </w:rPr>
              <w:t>DC location info of VNF</w:t>
            </w:r>
          </w:p>
        </w:tc>
      </w:tr>
      <w:tr w:rsidR="007F5C18" w:rsidRPr="00345EB3" w:rsidTr="007F5C18">
        <w:trPr>
          <w:trHeight w:val="604"/>
        </w:trPr>
        <w:tc>
          <w:tcPr>
            <w:tcW w:w="989" w:type="dxa"/>
            <w:vMerge/>
            <w:tcBorders>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p>
        </w:tc>
        <w:tc>
          <w:tcPr>
            <w:tcW w:w="1333" w:type="dxa"/>
            <w:vMerge/>
            <w:tcBorders>
              <w:left w:val="single" w:sz="4" w:space="0" w:color="auto"/>
              <w:right w:val="single" w:sz="4" w:space="0" w:color="auto"/>
            </w:tcBorders>
          </w:tcPr>
          <w:p w:rsidR="007F5C18" w:rsidRPr="00345EB3" w:rsidRDefault="007F5C18" w:rsidP="00147269">
            <w:pPr>
              <w:spacing w:line="300" w:lineRule="auto"/>
              <w:rPr>
                <w:sz w:val="16"/>
                <w:szCs w:val="16"/>
              </w:rPr>
            </w:pPr>
          </w:p>
        </w:tc>
        <w:tc>
          <w:tcPr>
            <w:tcW w:w="1333" w:type="dxa"/>
            <w:vMerge/>
            <w:tcBorders>
              <w:left w:val="single" w:sz="4" w:space="0" w:color="auto"/>
              <w:right w:val="single" w:sz="4" w:space="0" w:color="auto"/>
            </w:tcBorders>
            <w:hideMark/>
          </w:tcPr>
          <w:p w:rsidR="007F5C18" w:rsidRPr="00345EB3" w:rsidRDefault="007F5C18" w:rsidP="00147269">
            <w:pPr>
              <w:spacing w:line="300" w:lineRule="auto"/>
              <w:rPr>
                <w:sz w:val="16"/>
                <w:szCs w:val="16"/>
              </w:rPr>
            </w:pPr>
          </w:p>
        </w:tc>
        <w:tc>
          <w:tcPr>
            <w:tcW w:w="1731" w:type="dxa"/>
            <w:vMerge/>
            <w:tcBorders>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p>
        </w:tc>
        <w:tc>
          <w:tcPr>
            <w:tcW w:w="1598" w:type="dxa"/>
            <w:vMerge/>
            <w:tcBorders>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p>
        </w:tc>
        <w:tc>
          <w:tcPr>
            <w:tcW w:w="1731" w:type="dxa"/>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proofErr w:type="spellStart"/>
            <w:r w:rsidRPr="00345EB3">
              <w:rPr>
                <w:sz w:val="16"/>
                <w:szCs w:val="16"/>
              </w:rPr>
              <w:t>vimId</w:t>
            </w:r>
            <w:proofErr w:type="spellEnd"/>
          </w:p>
        </w:tc>
        <w:tc>
          <w:tcPr>
            <w:tcW w:w="1491" w:type="dxa"/>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r w:rsidRPr="00345EB3">
              <w:rPr>
                <w:sz w:val="16"/>
                <w:szCs w:val="16"/>
              </w:rPr>
              <w:t>T</w:t>
            </w:r>
            <w:r w:rsidRPr="00345EB3">
              <w:rPr>
                <w:rFonts w:hint="eastAsia"/>
                <w:sz w:val="16"/>
                <w:szCs w:val="16"/>
              </w:rPr>
              <w:t>he VIM id</w:t>
            </w:r>
          </w:p>
        </w:tc>
      </w:tr>
      <w:tr w:rsidR="007F5C18" w:rsidRPr="00345EB3" w:rsidTr="007F5C18">
        <w:tc>
          <w:tcPr>
            <w:tcW w:w="989" w:type="dxa"/>
            <w:vMerge/>
            <w:tcBorders>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p>
        </w:tc>
        <w:tc>
          <w:tcPr>
            <w:tcW w:w="1333" w:type="dxa"/>
            <w:vMerge/>
            <w:tcBorders>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p>
        </w:tc>
        <w:tc>
          <w:tcPr>
            <w:tcW w:w="1333" w:type="dxa"/>
            <w:vMerge/>
            <w:tcBorders>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p>
        </w:tc>
        <w:tc>
          <w:tcPr>
            <w:tcW w:w="1731" w:type="dxa"/>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proofErr w:type="spellStart"/>
            <w:r w:rsidRPr="00345EB3">
              <w:rPr>
                <w:sz w:val="16"/>
                <w:szCs w:val="16"/>
              </w:rPr>
              <w:t>additionalParamForNs</w:t>
            </w:r>
            <w:proofErr w:type="spellEnd"/>
          </w:p>
        </w:tc>
        <w:tc>
          <w:tcPr>
            <w:tcW w:w="4820" w:type="dxa"/>
            <w:gridSpan w:val="3"/>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r w:rsidRPr="00345EB3">
              <w:rPr>
                <w:rFonts w:hint="eastAsia"/>
                <w:sz w:val="16"/>
                <w:szCs w:val="16"/>
              </w:rPr>
              <w:t xml:space="preserve">The parameter for current </w:t>
            </w:r>
            <w:r>
              <w:rPr>
                <w:rFonts w:hint="eastAsia"/>
                <w:sz w:val="16"/>
                <w:szCs w:val="16"/>
              </w:rPr>
              <w:t>resource</w:t>
            </w:r>
          </w:p>
        </w:tc>
      </w:tr>
    </w:tbl>
    <w:p w:rsidR="007F5C18" w:rsidRDefault="007F5C18" w:rsidP="007F5C18">
      <w:pPr>
        <w:spacing w:line="300" w:lineRule="auto"/>
        <w:rPr>
          <w:b/>
          <w:sz w:val="21"/>
          <w:szCs w:val="21"/>
        </w:rPr>
      </w:pPr>
    </w:p>
    <w:p w:rsidR="007F5C18" w:rsidRDefault="007F5C18" w:rsidP="0084188A">
      <w:pPr>
        <w:spacing w:line="300" w:lineRule="auto"/>
        <w:rPr>
          <w:rFonts w:hint="eastAsia"/>
          <w:b/>
          <w:sz w:val="21"/>
          <w:szCs w:val="21"/>
        </w:rPr>
      </w:pPr>
      <w:r>
        <w:rPr>
          <w:rFonts w:hint="eastAsia"/>
          <w:b/>
          <w:sz w:val="21"/>
          <w:szCs w:val="21"/>
        </w:rPr>
        <w:t>Demo:</w:t>
      </w:r>
    </w:p>
    <w:p w:rsidR="00B245CA" w:rsidRPr="00B245CA" w:rsidRDefault="00B245CA" w:rsidP="00B245CA">
      <w:pPr>
        <w:rPr>
          <w:sz w:val="16"/>
          <w:szCs w:val="16"/>
        </w:rPr>
      </w:pPr>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gramStart"/>
      <w:r w:rsidRPr="00B245CA">
        <w:rPr>
          <w:rFonts w:hint="eastAsia"/>
          <w:sz w:val="16"/>
          <w:szCs w:val="16"/>
        </w:rPr>
        <w:t>service</w:t>
      </w:r>
      <w:proofErr w:type="gram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gramStart"/>
      <w:r w:rsidRPr="00B245CA">
        <w:rPr>
          <w:rFonts w:hint="eastAsia"/>
          <w:sz w:val="16"/>
          <w:szCs w:val="16"/>
        </w:rPr>
        <w:t>name</w:t>
      </w:r>
      <w:proofErr w:type="gramEnd"/>
      <w:r w:rsidRPr="00B245CA">
        <w:rPr>
          <w:rFonts w:hint="eastAsia"/>
          <w:sz w:val="16"/>
          <w:szCs w:val="16"/>
        </w:rPr>
        <w:t>":"so_test4",</w:t>
      </w:r>
    </w:p>
    <w:p w:rsidR="00B245CA" w:rsidRPr="00B245CA" w:rsidRDefault="00B245CA" w:rsidP="00B245CA">
      <w:pPr>
        <w:rPr>
          <w:rFonts w:hint="eastAsia"/>
          <w:sz w:val="16"/>
          <w:szCs w:val="16"/>
        </w:rPr>
      </w:pPr>
      <w:r w:rsidRPr="00B245CA">
        <w:rPr>
          <w:rFonts w:hint="eastAsia"/>
          <w:sz w:val="16"/>
          <w:szCs w:val="16"/>
        </w:rPr>
        <w:t>        "</w:t>
      </w:r>
      <w:proofErr w:type="gramStart"/>
      <w:r w:rsidRPr="00B245CA">
        <w:rPr>
          <w:rFonts w:hint="eastAsia"/>
          <w:sz w:val="16"/>
          <w:szCs w:val="16"/>
        </w:rPr>
        <w:t>description</w:t>
      </w:r>
      <w:proofErr w:type="gramEnd"/>
      <w:r w:rsidRPr="00B245CA">
        <w:rPr>
          <w:rFonts w:hint="eastAsia"/>
          <w:sz w:val="16"/>
          <w:szCs w:val="16"/>
        </w:rPr>
        <w:t>":"so_test2",</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serviceDefId</w:t>
      </w:r>
      <w:proofErr w:type="spellEnd"/>
      <w:proofErr w:type="gramEnd"/>
      <w:r w:rsidRPr="00B245CA">
        <w:rPr>
          <w:rFonts w:hint="eastAsia"/>
          <w:sz w:val="16"/>
          <w:szCs w:val="16"/>
        </w:rPr>
        <w:t>":"60c3e96e-0970-4871-b6e0-3b6de7561519",</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templateId</w:t>
      </w:r>
      <w:proofErr w:type="spellEnd"/>
      <w:proofErr w:type="gramEnd"/>
      <w:r w:rsidRPr="00B245CA">
        <w:rPr>
          <w:rFonts w:hint="eastAsia"/>
          <w:sz w:val="16"/>
          <w:szCs w:val="16"/>
        </w:rPr>
        <w:t>":"592f9437-a9c0-4303-b9f6-c445bb7e9814",</w:t>
      </w:r>
    </w:p>
    <w:p w:rsidR="00B245CA" w:rsidRPr="00B245CA" w:rsidRDefault="00B245CA" w:rsidP="00B245CA">
      <w:pPr>
        <w:rPr>
          <w:rFonts w:hint="eastAsia"/>
          <w:sz w:val="16"/>
          <w:szCs w:val="16"/>
        </w:rPr>
      </w:pPr>
      <w:r w:rsidRPr="00B245CA">
        <w:rPr>
          <w:rFonts w:hint="eastAsia"/>
          <w:sz w:val="16"/>
          <w:szCs w:val="16"/>
        </w:rPr>
        <w:t>        "</w:t>
      </w:r>
      <w:proofErr w:type="gramStart"/>
      <w:r w:rsidRPr="00B245CA">
        <w:rPr>
          <w:rFonts w:hint="eastAsia"/>
          <w:sz w:val="16"/>
          <w:szCs w:val="16"/>
        </w:rPr>
        <w:t>parameters</w:t>
      </w:r>
      <w:proofErr w:type="gram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globalSubscriberId</w:t>
      </w:r>
      <w:proofErr w:type="spellEnd"/>
      <w:proofErr w:type="gramEnd"/>
      <w:r w:rsidRPr="00B245CA">
        <w:rPr>
          <w:rFonts w:hint="eastAsia"/>
          <w:sz w:val="16"/>
          <w:szCs w:val="16"/>
        </w:rPr>
        <w:t>":"123457",</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subscriberName</w:t>
      </w:r>
      <w:proofErr w:type="spellEnd"/>
      <w:proofErr w:type="gramEnd"/>
      <w:r w:rsidRPr="00B245CA">
        <w:rPr>
          <w:rFonts w:hint="eastAsia"/>
          <w:sz w:val="16"/>
          <w:szCs w:val="16"/>
        </w:rPr>
        <w:t>":"Customer1",</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serviceType</w:t>
      </w:r>
      <w:proofErr w:type="spellEnd"/>
      <w:proofErr w:type="gramEnd"/>
      <w:r w:rsidRPr="00B245CA">
        <w:rPr>
          <w:rFonts w:hint="eastAsia"/>
          <w:sz w:val="16"/>
          <w:szCs w:val="16"/>
        </w:rPr>
        <w:t>":"</w:t>
      </w:r>
      <w:proofErr w:type="spellStart"/>
      <w:r w:rsidRPr="00B245CA">
        <w:rPr>
          <w:rFonts w:hint="eastAsia"/>
          <w:sz w:val="16"/>
          <w:szCs w:val="16"/>
        </w:rPr>
        <w:t>voLTE</w:t>
      </w:r>
      <w:proofErr w:type="spell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templateName</w:t>
      </w:r>
      <w:proofErr w:type="spellEnd"/>
      <w:proofErr w:type="gramEnd"/>
      <w:r w:rsidRPr="00B245CA">
        <w:rPr>
          <w:rFonts w:hint="eastAsia"/>
          <w:sz w:val="16"/>
          <w:szCs w:val="16"/>
        </w:rPr>
        <w:t>":"</w:t>
      </w:r>
      <w:proofErr w:type="spellStart"/>
      <w:r w:rsidRPr="00B245CA">
        <w:rPr>
          <w:rFonts w:hint="eastAsia"/>
          <w:sz w:val="16"/>
          <w:szCs w:val="16"/>
        </w:rPr>
        <w:t>voLTE</w:t>
      </w:r>
      <w:proofErr w:type="spellEnd"/>
      <w:r w:rsidRPr="00B245CA">
        <w:rPr>
          <w:rFonts w:hint="eastAsia"/>
          <w:sz w:val="16"/>
          <w:szCs w:val="16"/>
        </w:rPr>
        <w:t xml:space="preserve"> Service:1.0",            </w:t>
      </w:r>
    </w:p>
    <w:p w:rsidR="00B245CA" w:rsidRPr="00B245CA" w:rsidRDefault="00B245CA" w:rsidP="00B245CA">
      <w:pPr>
        <w:rPr>
          <w:rFonts w:hint="eastAsia"/>
          <w:sz w:val="16"/>
          <w:szCs w:val="16"/>
        </w:rPr>
      </w:pPr>
      <w:r w:rsidRPr="00B245CA">
        <w:rPr>
          <w:rFonts w:hint="eastAsia"/>
          <w:sz w:val="16"/>
          <w:szCs w:val="16"/>
        </w:rPr>
        <w:t>            "</w:t>
      </w:r>
      <w:proofErr w:type="gramStart"/>
      <w:r w:rsidRPr="00B245CA">
        <w:rPr>
          <w:rFonts w:hint="eastAsia"/>
          <w:sz w:val="16"/>
          <w:szCs w:val="16"/>
        </w:rPr>
        <w:t>resources</w:t>
      </w:r>
      <w:proofErr w:type="gram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resourceName</w:t>
      </w:r>
      <w:proofErr w:type="spellEnd"/>
      <w:proofErr w:type="gramEnd"/>
      <w:r w:rsidRPr="00B245CA">
        <w:rPr>
          <w:rFonts w:hint="eastAsia"/>
          <w:sz w:val="16"/>
          <w:szCs w:val="16"/>
        </w:rPr>
        <w:t>":"</w:t>
      </w:r>
      <w:proofErr w:type="spellStart"/>
      <w:r w:rsidRPr="00B245CA">
        <w:rPr>
          <w:rFonts w:hint="eastAsia"/>
          <w:sz w:val="16"/>
          <w:szCs w:val="16"/>
        </w:rPr>
        <w:t>vIMS</w:t>
      </w:r>
      <w:proofErr w:type="spell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resourceDefId</w:t>
      </w:r>
      <w:proofErr w:type="spellEnd"/>
      <w:proofErr w:type="gramEnd"/>
      <w:r w:rsidRPr="00B245CA">
        <w:rPr>
          <w:rFonts w:hint="eastAsia"/>
          <w:sz w:val="16"/>
          <w:szCs w:val="16"/>
        </w:rPr>
        <w:t>":"60c3e96e-0970-4871-b6e0-3b6de7561516",</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resourceId</w:t>
      </w:r>
      <w:proofErr w:type="spellEnd"/>
      <w:proofErr w:type="gramEnd"/>
      <w:r w:rsidRPr="00B245CA">
        <w:rPr>
          <w:rFonts w:hint="eastAsia"/>
          <w:sz w:val="16"/>
          <w:szCs w:val="16"/>
        </w:rPr>
        <w:t>":"60c3e96e-0970-4871-b6e0-3b6de7561512",</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nsParameters</w:t>
      </w:r>
      <w:proofErr w:type="spellEnd"/>
      <w:proofErr w:type="gram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locationConstraints</w:t>
      </w:r>
      <w:proofErr w:type="spellEnd"/>
      <w:proofErr w:type="gram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vnfProfileId</w:t>
      </w:r>
      <w:proofErr w:type="spellEnd"/>
      <w:proofErr w:type="gramEnd"/>
      <w:r w:rsidRPr="00B245CA">
        <w:rPr>
          <w:rFonts w:hint="eastAsia"/>
          <w:sz w:val="16"/>
          <w:szCs w:val="16"/>
        </w:rPr>
        <w:t>":"zte-vBAS-1.0",</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locationConstraints</w:t>
      </w:r>
      <w:proofErr w:type="spellEnd"/>
      <w:proofErr w:type="gram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vimId</w:t>
      </w:r>
      <w:proofErr w:type="spellEnd"/>
      <w:proofErr w:type="gramEnd"/>
      <w:r w:rsidRPr="00B245CA">
        <w:rPr>
          <w:rFonts w:hint="eastAsia"/>
          <w:sz w:val="16"/>
          <w:szCs w:val="16"/>
        </w:rPr>
        <w:t>":"4050083f-465f-4838-af1e-47a545222ad0"</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vnfProfileId</w:t>
      </w:r>
      <w:proofErr w:type="spellEnd"/>
      <w:proofErr w:type="gramEnd"/>
      <w:r w:rsidRPr="00B245CA">
        <w:rPr>
          <w:rFonts w:hint="eastAsia"/>
          <w:sz w:val="16"/>
          <w:szCs w:val="16"/>
        </w:rPr>
        <w:t>":"zte-vMME-1.0",</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locationConstraints</w:t>
      </w:r>
      <w:proofErr w:type="spellEnd"/>
      <w:proofErr w:type="gram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vimId</w:t>
      </w:r>
      <w:proofErr w:type="spellEnd"/>
      <w:proofErr w:type="gramEnd"/>
      <w:r w:rsidRPr="00B245CA">
        <w:rPr>
          <w:rFonts w:hint="eastAsia"/>
          <w:sz w:val="16"/>
          <w:szCs w:val="16"/>
        </w:rPr>
        <w:t>":"4050083f-465f-4838-af1e-47a545222ad0"</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additionalParamForNs</w:t>
      </w:r>
      <w:proofErr w:type="spellEnd"/>
      <w:proofErr w:type="gramEnd"/>
      <w:r w:rsidRPr="00B245CA">
        <w:rPr>
          <w:rFonts w:hint="eastAsia"/>
          <w:sz w:val="16"/>
          <w:szCs w:val="16"/>
        </w:rPr>
        <w:t>":{</w:t>
      </w:r>
    </w:p>
    <w:p w:rsidR="00B245CA" w:rsidRPr="00B245CA" w:rsidRDefault="00B245CA" w:rsidP="00B245CA">
      <w:pPr>
        <w:rPr>
          <w:rFonts w:hint="eastAsia"/>
          <w:sz w:val="16"/>
          <w:szCs w:val="16"/>
        </w:rPr>
      </w:pP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lastRenderedPageBreak/>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resourceName</w:t>
      </w:r>
      <w:proofErr w:type="spellEnd"/>
      <w:proofErr w:type="gramEnd"/>
      <w:r w:rsidRPr="00B245CA">
        <w:rPr>
          <w:rFonts w:hint="eastAsia"/>
          <w:sz w:val="16"/>
          <w:szCs w:val="16"/>
        </w:rPr>
        <w:t>":"</w:t>
      </w:r>
      <w:proofErr w:type="spellStart"/>
      <w:r w:rsidRPr="00B245CA">
        <w:rPr>
          <w:rFonts w:hint="eastAsia"/>
          <w:sz w:val="16"/>
          <w:szCs w:val="16"/>
        </w:rPr>
        <w:t>vEPC</w:t>
      </w:r>
      <w:proofErr w:type="spell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resourceDefId</w:t>
      </w:r>
      <w:proofErr w:type="spellEnd"/>
      <w:proofErr w:type="gramEnd"/>
      <w:r w:rsidRPr="00B245CA">
        <w:rPr>
          <w:rFonts w:hint="eastAsia"/>
          <w:sz w:val="16"/>
          <w:szCs w:val="16"/>
        </w:rPr>
        <w:t>":"61c3e96e-0970-4871-b6e0-3b6de7561516",</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resourceId</w:t>
      </w:r>
      <w:proofErr w:type="spellEnd"/>
      <w:proofErr w:type="gramEnd"/>
      <w:r w:rsidRPr="00B245CA">
        <w:rPr>
          <w:rFonts w:hint="eastAsia"/>
          <w:sz w:val="16"/>
          <w:szCs w:val="16"/>
        </w:rPr>
        <w:t>":"62c3e96e-0970-4871-b6e0-3b6de7561512",</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nsParameters</w:t>
      </w:r>
      <w:proofErr w:type="spellEnd"/>
      <w:proofErr w:type="gram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locationConstraints</w:t>
      </w:r>
      <w:proofErr w:type="spellEnd"/>
      <w:proofErr w:type="gram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vnfProfileId</w:t>
      </w:r>
      <w:proofErr w:type="spellEnd"/>
      <w:proofErr w:type="gramEnd"/>
      <w:r w:rsidRPr="00B245CA">
        <w:rPr>
          <w:rFonts w:hint="eastAsia"/>
          <w:sz w:val="16"/>
          <w:szCs w:val="16"/>
        </w:rPr>
        <w:t>":"zte-CSCF-1.0",</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locationConstraints</w:t>
      </w:r>
      <w:proofErr w:type="spellEnd"/>
      <w:proofErr w:type="gram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vimId</w:t>
      </w:r>
      <w:proofErr w:type="spellEnd"/>
      <w:proofErr w:type="gramEnd"/>
      <w:r w:rsidRPr="00B245CA">
        <w:rPr>
          <w:rFonts w:hint="eastAsia"/>
          <w:sz w:val="16"/>
          <w:szCs w:val="16"/>
        </w:rPr>
        <w:t>":"4050083f-465f-4838-af1e-47a545222ad1"</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additionalParamForNs</w:t>
      </w:r>
      <w:proofErr w:type="spellEnd"/>
      <w:proofErr w:type="gramEnd"/>
      <w:r w:rsidRPr="00B245CA">
        <w:rPr>
          <w:rFonts w:hint="eastAsia"/>
          <w:sz w:val="16"/>
          <w:szCs w:val="16"/>
        </w:rPr>
        <w:t>":{</w:t>
      </w:r>
    </w:p>
    <w:p w:rsidR="00B245CA" w:rsidRPr="00B245CA" w:rsidRDefault="00B245CA" w:rsidP="00B245CA">
      <w:pPr>
        <w:rPr>
          <w:rFonts w:hint="eastAsia"/>
          <w:sz w:val="16"/>
          <w:szCs w:val="16"/>
        </w:rPr>
      </w:pP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resourceName</w:t>
      </w:r>
      <w:proofErr w:type="spellEnd"/>
      <w:proofErr w:type="gramEnd"/>
      <w:r w:rsidRPr="00B245CA">
        <w:rPr>
          <w:rFonts w:hint="eastAsia"/>
          <w:sz w:val="16"/>
          <w:szCs w:val="16"/>
        </w:rPr>
        <w:t>":"</w:t>
      </w:r>
      <w:proofErr w:type="spellStart"/>
      <w:r w:rsidRPr="00B245CA">
        <w:rPr>
          <w:rFonts w:hint="eastAsia"/>
          <w:sz w:val="16"/>
          <w:szCs w:val="16"/>
        </w:rPr>
        <w:t>underlayvpn</w:t>
      </w:r>
      <w:proofErr w:type="spell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resourceDefId</w:t>
      </w:r>
      <w:proofErr w:type="spellEnd"/>
      <w:proofErr w:type="gramEnd"/>
      <w:r w:rsidRPr="00B245CA">
        <w:rPr>
          <w:rFonts w:hint="eastAsia"/>
          <w:sz w:val="16"/>
          <w:szCs w:val="16"/>
        </w:rPr>
        <w:t>":"60c3e96e-0970-4871-b6e0-3b6de7561513",</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resourceId</w:t>
      </w:r>
      <w:proofErr w:type="spellEnd"/>
      <w:proofErr w:type="gramEnd"/>
      <w:r w:rsidRPr="00B245CA">
        <w:rPr>
          <w:rFonts w:hint="eastAsia"/>
          <w:sz w:val="16"/>
          <w:szCs w:val="16"/>
        </w:rPr>
        <w:t>":"60c3e96e-0970-4871-b6e0-3b6de7561514",</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nsParameters</w:t>
      </w:r>
      <w:proofErr w:type="spellEnd"/>
      <w:proofErr w:type="gram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locationConstraints</w:t>
      </w:r>
      <w:proofErr w:type="spellEnd"/>
      <w:proofErr w:type="gramEnd"/>
      <w:r w:rsidRPr="00B245CA">
        <w:rPr>
          <w:rFonts w:hint="eastAsia"/>
          <w:sz w:val="16"/>
          <w:szCs w:val="16"/>
        </w:rPr>
        <w:t>":[</w:t>
      </w:r>
    </w:p>
    <w:p w:rsidR="00B245CA" w:rsidRPr="00B245CA" w:rsidRDefault="00B245CA" w:rsidP="00B245CA">
      <w:pPr>
        <w:rPr>
          <w:rFonts w:hint="eastAsia"/>
          <w:sz w:val="16"/>
          <w:szCs w:val="16"/>
        </w:rPr>
      </w:pP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additionalParamForNs</w:t>
      </w:r>
      <w:proofErr w:type="spellEnd"/>
      <w:proofErr w:type="gram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externalDataNetworkName</w:t>
      </w:r>
      <w:proofErr w:type="spellEnd"/>
      <w:proofErr w:type="gramEnd"/>
      <w:r w:rsidRPr="00B245CA">
        <w:rPr>
          <w:rFonts w:hint="eastAsia"/>
          <w:sz w:val="16"/>
          <w:szCs w:val="16"/>
        </w:rPr>
        <w:t>":"</w:t>
      </w:r>
      <w:proofErr w:type="spellStart"/>
      <w:r w:rsidRPr="00B245CA">
        <w:rPr>
          <w:rFonts w:hint="eastAsia"/>
          <w:sz w:val="16"/>
          <w:szCs w:val="16"/>
        </w:rPr>
        <w:t>Flow_out_net</w:t>
      </w:r>
      <w:proofErr w:type="spell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"m6000_mng_ip":"181.18.20.2",</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externalCompanyFtpDataNetworkName</w:t>
      </w:r>
      <w:proofErr w:type="spellEnd"/>
      <w:proofErr w:type="gramEnd"/>
      <w:r w:rsidRPr="00B245CA">
        <w:rPr>
          <w:rFonts w:hint="eastAsia"/>
          <w:sz w:val="16"/>
          <w:szCs w:val="16"/>
        </w:rPr>
        <w:t>":"</w:t>
      </w:r>
      <w:proofErr w:type="spellStart"/>
      <w:r w:rsidRPr="00B245CA">
        <w:rPr>
          <w:rFonts w:hint="eastAsia"/>
          <w:sz w:val="16"/>
          <w:szCs w:val="16"/>
        </w:rPr>
        <w:t>Flow_out_net</w:t>
      </w:r>
      <w:proofErr w:type="spell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externalPluginManageNetworkName</w:t>
      </w:r>
      <w:proofErr w:type="spellEnd"/>
      <w:proofErr w:type="gramEnd"/>
      <w:r w:rsidRPr="00B245CA">
        <w:rPr>
          <w:rFonts w:hint="eastAsia"/>
          <w:sz w:val="16"/>
          <w:szCs w:val="16"/>
        </w:rPr>
        <w:t>":"plugin_net_2014",</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externalManageNetworkName</w:t>
      </w:r>
      <w:proofErr w:type="spellEnd"/>
      <w:proofErr w:type="gramEnd"/>
      <w:r w:rsidRPr="00B245CA">
        <w:rPr>
          <w:rFonts w:hint="eastAsia"/>
          <w:sz w:val="16"/>
          <w:szCs w:val="16"/>
        </w:rPr>
        <w:t>":"mng_net_2017",</w:t>
      </w:r>
    </w:p>
    <w:p w:rsidR="00B245CA" w:rsidRPr="00B245CA" w:rsidRDefault="00B245CA" w:rsidP="00B245CA">
      <w:pPr>
        <w:rPr>
          <w:rFonts w:hint="eastAsia"/>
          <w:sz w:val="16"/>
          <w:szCs w:val="16"/>
        </w:rPr>
      </w:pPr>
      <w:r w:rsidRPr="00B245CA">
        <w:rPr>
          <w:rFonts w:hint="eastAsia"/>
          <w:sz w:val="16"/>
          <w:szCs w:val="16"/>
        </w:rPr>
        <w:t>                            "</w:t>
      </w:r>
      <w:proofErr w:type="spellStart"/>
      <w:r w:rsidRPr="00B245CA">
        <w:rPr>
          <w:rFonts w:hint="eastAsia"/>
          <w:sz w:val="16"/>
          <w:szCs w:val="16"/>
        </w:rPr>
        <w:t>sfc_data_network</w:t>
      </w:r>
      <w:proofErr w:type="spellEnd"/>
      <w:r w:rsidRPr="00B245CA">
        <w:rPr>
          <w:rFonts w:hint="eastAsia"/>
          <w:sz w:val="16"/>
          <w:szCs w:val="16"/>
        </w:rPr>
        <w:t>":"sfc_data_net_2016",</w:t>
      </w:r>
    </w:p>
    <w:p w:rsidR="00B245CA" w:rsidRPr="00B245CA" w:rsidRDefault="00B245CA" w:rsidP="00B245CA">
      <w:pPr>
        <w:rPr>
          <w:rFonts w:hint="eastAsia"/>
          <w:sz w:val="16"/>
          <w:szCs w:val="16"/>
        </w:rPr>
      </w:pPr>
      <w:r w:rsidRPr="00B245CA">
        <w:rPr>
          <w:rFonts w:hint="eastAsia"/>
          <w:sz w:val="16"/>
          <w:szCs w:val="16"/>
        </w:rPr>
        <w:t>                            "</w:t>
      </w:r>
      <w:proofErr w:type="spellStart"/>
      <w:r w:rsidRPr="00B245CA">
        <w:rPr>
          <w:rFonts w:hint="eastAsia"/>
          <w:sz w:val="16"/>
          <w:szCs w:val="16"/>
        </w:rPr>
        <w:t>NatIpRange</w:t>
      </w:r>
      <w:proofErr w:type="spellEnd"/>
      <w:r w:rsidRPr="00B245CA">
        <w:rPr>
          <w:rFonts w:hint="eastAsia"/>
          <w:sz w:val="16"/>
          <w:szCs w:val="16"/>
        </w:rPr>
        <w:t>":"210.1.1.10-210.1.1.20",</w:t>
      </w:r>
    </w:p>
    <w:p w:rsidR="00B245CA" w:rsidRPr="00B245CA" w:rsidRDefault="00B245CA" w:rsidP="00B245CA">
      <w:pPr>
        <w:rPr>
          <w:rFonts w:hint="eastAsia"/>
          <w:sz w:val="16"/>
          <w:szCs w:val="16"/>
        </w:rPr>
      </w:pPr>
      <w:r w:rsidRPr="00B245CA">
        <w:rPr>
          <w:rFonts w:hint="eastAsia"/>
          <w:sz w:val="16"/>
          <w:szCs w:val="16"/>
        </w:rPr>
        <w:t>                            "</w:t>
      </w:r>
      <w:proofErr w:type="gramStart"/>
      <w:r w:rsidRPr="00B245CA">
        <w:rPr>
          <w:rFonts w:hint="eastAsia"/>
          <w:sz w:val="16"/>
          <w:szCs w:val="16"/>
        </w:rPr>
        <w:t>location</w:t>
      </w:r>
      <w:proofErr w:type="gramEnd"/>
      <w:r w:rsidRPr="00B245CA">
        <w:rPr>
          <w:rFonts w:hint="eastAsia"/>
          <w:sz w:val="16"/>
          <w:szCs w:val="16"/>
        </w:rPr>
        <w:t>":"4050083f-465f-4838-af1e-47a545222ad0",</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sdncontroller</w:t>
      </w:r>
      <w:proofErr w:type="spellEnd"/>
      <w:proofErr w:type="gramEnd"/>
      <w:r w:rsidRPr="00B245CA">
        <w:rPr>
          <w:rFonts w:hint="eastAsia"/>
          <w:sz w:val="16"/>
          <w:szCs w:val="16"/>
        </w:rPr>
        <w:t>":"9b9f02c0-298b-458a-bc9c-be3692e4f35e"</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resourceName</w:t>
      </w:r>
      <w:proofErr w:type="spellEnd"/>
      <w:proofErr w:type="gramEnd"/>
      <w:r w:rsidRPr="00B245CA">
        <w:rPr>
          <w:rFonts w:hint="eastAsia"/>
          <w:sz w:val="16"/>
          <w:szCs w:val="16"/>
        </w:rPr>
        <w:t>":"</w:t>
      </w:r>
      <w:proofErr w:type="spellStart"/>
      <w:r w:rsidRPr="00B245CA">
        <w:rPr>
          <w:rFonts w:hint="eastAsia"/>
          <w:sz w:val="16"/>
          <w:szCs w:val="16"/>
        </w:rPr>
        <w:t>overlayvpn</w:t>
      </w:r>
      <w:proofErr w:type="spell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resourceDefId</w:t>
      </w:r>
      <w:proofErr w:type="spellEnd"/>
      <w:proofErr w:type="gramEnd"/>
      <w:r w:rsidRPr="00B245CA">
        <w:rPr>
          <w:rFonts w:hint="eastAsia"/>
          <w:sz w:val="16"/>
          <w:szCs w:val="16"/>
        </w:rPr>
        <w:t>":"60c3e96e-0970-4871-b6e0-3b6de7561517",</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resourceId</w:t>
      </w:r>
      <w:proofErr w:type="spellEnd"/>
      <w:proofErr w:type="gramEnd"/>
      <w:r w:rsidRPr="00B245CA">
        <w:rPr>
          <w:rFonts w:hint="eastAsia"/>
          <w:sz w:val="16"/>
          <w:szCs w:val="16"/>
        </w:rPr>
        <w:t>":"60c3e96e-0970-4871-b6e0-3b6de7561518",</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nsParameters</w:t>
      </w:r>
      <w:proofErr w:type="spellEnd"/>
      <w:proofErr w:type="gram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locationConstraints</w:t>
      </w:r>
      <w:proofErr w:type="spellEnd"/>
      <w:proofErr w:type="gramEnd"/>
      <w:r w:rsidRPr="00B245CA">
        <w:rPr>
          <w:rFonts w:hint="eastAsia"/>
          <w:sz w:val="16"/>
          <w:szCs w:val="16"/>
        </w:rPr>
        <w:t>":[</w:t>
      </w:r>
    </w:p>
    <w:p w:rsidR="00B245CA" w:rsidRPr="00B245CA" w:rsidRDefault="00B245CA" w:rsidP="00B245CA">
      <w:pPr>
        <w:rPr>
          <w:rFonts w:hint="eastAsia"/>
          <w:sz w:val="16"/>
          <w:szCs w:val="16"/>
        </w:rPr>
      </w:pP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additionalParamForNs</w:t>
      </w:r>
      <w:proofErr w:type="spellEnd"/>
      <w:proofErr w:type="gram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externalDataNetworkName</w:t>
      </w:r>
      <w:proofErr w:type="spellEnd"/>
      <w:proofErr w:type="gramEnd"/>
      <w:r w:rsidRPr="00B245CA">
        <w:rPr>
          <w:rFonts w:hint="eastAsia"/>
          <w:sz w:val="16"/>
          <w:szCs w:val="16"/>
        </w:rPr>
        <w:t>":"</w:t>
      </w:r>
      <w:proofErr w:type="spellStart"/>
      <w:r w:rsidRPr="00B245CA">
        <w:rPr>
          <w:rFonts w:hint="eastAsia"/>
          <w:sz w:val="16"/>
          <w:szCs w:val="16"/>
        </w:rPr>
        <w:t>Flow_out_net</w:t>
      </w:r>
      <w:proofErr w:type="spell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"m6000_mng_ip":"181.18.20.2",</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externalCompanyFtpDataNetworkName</w:t>
      </w:r>
      <w:proofErr w:type="spellEnd"/>
      <w:proofErr w:type="gramEnd"/>
      <w:r w:rsidRPr="00B245CA">
        <w:rPr>
          <w:rFonts w:hint="eastAsia"/>
          <w:sz w:val="16"/>
          <w:szCs w:val="16"/>
        </w:rPr>
        <w:t>":"</w:t>
      </w:r>
      <w:proofErr w:type="spellStart"/>
      <w:r w:rsidRPr="00B245CA">
        <w:rPr>
          <w:rFonts w:hint="eastAsia"/>
          <w:sz w:val="16"/>
          <w:szCs w:val="16"/>
        </w:rPr>
        <w:t>Flow_out_net</w:t>
      </w:r>
      <w:proofErr w:type="spell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externalPluginManageNetworkName</w:t>
      </w:r>
      <w:proofErr w:type="spellEnd"/>
      <w:proofErr w:type="gramEnd"/>
      <w:r w:rsidRPr="00B245CA">
        <w:rPr>
          <w:rFonts w:hint="eastAsia"/>
          <w:sz w:val="16"/>
          <w:szCs w:val="16"/>
        </w:rPr>
        <w:t>":"plugin_net_2014",</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externalManageNetworkName</w:t>
      </w:r>
      <w:proofErr w:type="spellEnd"/>
      <w:proofErr w:type="gramEnd"/>
      <w:r w:rsidRPr="00B245CA">
        <w:rPr>
          <w:rFonts w:hint="eastAsia"/>
          <w:sz w:val="16"/>
          <w:szCs w:val="16"/>
        </w:rPr>
        <w:t>":"mng_net_2017",</w:t>
      </w:r>
    </w:p>
    <w:p w:rsidR="00B245CA" w:rsidRPr="00B245CA" w:rsidRDefault="00B245CA" w:rsidP="00B245CA">
      <w:pPr>
        <w:rPr>
          <w:rFonts w:hint="eastAsia"/>
          <w:sz w:val="16"/>
          <w:szCs w:val="16"/>
        </w:rPr>
      </w:pPr>
      <w:r w:rsidRPr="00B245CA">
        <w:rPr>
          <w:rFonts w:hint="eastAsia"/>
          <w:sz w:val="16"/>
          <w:szCs w:val="16"/>
        </w:rPr>
        <w:t>                            "</w:t>
      </w:r>
      <w:proofErr w:type="spellStart"/>
      <w:r w:rsidRPr="00B245CA">
        <w:rPr>
          <w:rFonts w:hint="eastAsia"/>
          <w:sz w:val="16"/>
          <w:szCs w:val="16"/>
        </w:rPr>
        <w:t>sfc_data_network</w:t>
      </w:r>
      <w:proofErr w:type="spellEnd"/>
      <w:r w:rsidRPr="00B245CA">
        <w:rPr>
          <w:rFonts w:hint="eastAsia"/>
          <w:sz w:val="16"/>
          <w:szCs w:val="16"/>
        </w:rPr>
        <w:t>":"sfc_data_net_2016",</w:t>
      </w:r>
    </w:p>
    <w:p w:rsidR="00B245CA" w:rsidRPr="00B245CA" w:rsidRDefault="00B245CA" w:rsidP="00B245CA">
      <w:pPr>
        <w:rPr>
          <w:rFonts w:hint="eastAsia"/>
          <w:sz w:val="16"/>
          <w:szCs w:val="16"/>
        </w:rPr>
      </w:pPr>
      <w:r w:rsidRPr="00B245CA">
        <w:rPr>
          <w:rFonts w:hint="eastAsia"/>
          <w:sz w:val="16"/>
          <w:szCs w:val="16"/>
        </w:rPr>
        <w:t>                            "</w:t>
      </w:r>
      <w:proofErr w:type="spellStart"/>
      <w:r w:rsidRPr="00B245CA">
        <w:rPr>
          <w:rFonts w:hint="eastAsia"/>
          <w:sz w:val="16"/>
          <w:szCs w:val="16"/>
        </w:rPr>
        <w:t>NatIpRange</w:t>
      </w:r>
      <w:proofErr w:type="spellEnd"/>
      <w:r w:rsidRPr="00B245CA">
        <w:rPr>
          <w:rFonts w:hint="eastAsia"/>
          <w:sz w:val="16"/>
          <w:szCs w:val="16"/>
        </w:rPr>
        <w:t>":"210.1.1.10-210.1.1.20",</w:t>
      </w:r>
    </w:p>
    <w:p w:rsidR="00B245CA" w:rsidRPr="00B245CA" w:rsidRDefault="00B245CA" w:rsidP="00B245CA">
      <w:pPr>
        <w:rPr>
          <w:rFonts w:hint="eastAsia"/>
          <w:sz w:val="16"/>
          <w:szCs w:val="16"/>
        </w:rPr>
      </w:pPr>
      <w:r w:rsidRPr="00B245CA">
        <w:rPr>
          <w:rFonts w:hint="eastAsia"/>
          <w:sz w:val="16"/>
          <w:szCs w:val="16"/>
        </w:rPr>
        <w:t>                            "</w:t>
      </w:r>
      <w:proofErr w:type="gramStart"/>
      <w:r w:rsidRPr="00B245CA">
        <w:rPr>
          <w:rFonts w:hint="eastAsia"/>
          <w:sz w:val="16"/>
          <w:szCs w:val="16"/>
        </w:rPr>
        <w:t>location</w:t>
      </w:r>
      <w:proofErr w:type="gramEnd"/>
      <w:r w:rsidRPr="00B245CA">
        <w:rPr>
          <w:rFonts w:hint="eastAsia"/>
          <w:sz w:val="16"/>
          <w:szCs w:val="16"/>
        </w:rPr>
        <w:t>":"4050083f-465f-4838-af1e-47a545222ad0",</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sdncontroller</w:t>
      </w:r>
      <w:proofErr w:type="spellEnd"/>
      <w:proofErr w:type="gramEnd"/>
      <w:r w:rsidRPr="00B245CA">
        <w:rPr>
          <w:rFonts w:hint="eastAsia"/>
          <w:sz w:val="16"/>
          <w:szCs w:val="16"/>
        </w:rPr>
        <w:t>":"9b9f02c0-298b-458a-bc9c-be3692e4f35e"</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w:t>
      </w:r>
    </w:p>
    <w:p w:rsidR="00B245CA" w:rsidRPr="007F5C18" w:rsidRDefault="00B245CA" w:rsidP="0084188A">
      <w:pPr>
        <w:spacing w:line="300" w:lineRule="auto"/>
        <w:rPr>
          <w:b/>
          <w:sz w:val="21"/>
          <w:szCs w:val="21"/>
        </w:rPr>
      </w:pPr>
    </w:p>
    <w:bookmarkEnd w:id="10"/>
    <w:bookmarkEnd w:id="11"/>
    <w:p w:rsidR="0084188A" w:rsidRPr="007F5C18" w:rsidRDefault="000F7CCC" w:rsidP="0084188A">
      <w:pPr>
        <w:spacing w:line="300" w:lineRule="auto"/>
        <w:rPr>
          <w:b/>
          <w:sz w:val="21"/>
          <w:szCs w:val="21"/>
        </w:rPr>
      </w:pPr>
      <w:r w:rsidRPr="007F5C18">
        <w:rPr>
          <w:rFonts w:hint="eastAsia"/>
          <w:b/>
          <w:sz w:val="21"/>
          <w:szCs w:val="21"/>
        </w:rPr>
        <w:t>Response body</w:t>
      </w:r>
      <w:r w:rsidR="0084188A" w:rsidRPr="007F5C18">
        <w:rPr>
          <w:rFonts w:hint="eastAsia"/>
          <w:b/>
          <w:sz w:val="21"/>
          <w:szCs w:val="21"/>
        </w:rPr>
        <w:t>：</w:t>
      </w:r>
    </w:p>
    <w:tbl>
      <w:tblPr>
        <w:tblStyle w:val="afff8"/>
        <w:tblW w:w="0" w:type="auto"/>
        <w:tblLook w:val="04A0"/>
      </w:tblPr>
      <w:tblGrid>
        <w:gridCol w:w="1434"/>
        <w:gridCol w:w="3755"/>
        <w:gridCol w:w="4251"/>
      </w:tblGrid>
      <w:tr w:rsidR="007F5C18" w:rsidTr="00147269">
        <w:tc>
          <w:tcPr>
            <w:tcW w:w="14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F5C18" w:rsidRDefault="007F5C18" w:rsidP="00147269">
            <w:pPr>
              <w:spacing w:line="300" w:lineRule="auto"/>
              <w:rPr>
                <w:sz w:val="21"/>
                <w:szCs w:val="21"/>
              </w:rPr>
            </w:pPr>
            <w:r>
              <w:rPr>
                <w:rFonts w:hint="eastAsia"/>
                <w:sz w:val="21"/>
                <w:szCs w:val="21"/>
              </w:rPr>
              <w:t>name</w:t>
            </w:r>
          </w:p>
        </w:tc>
        <w:tc>
          <w:tcPr>
            <w:tcW w:w="800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F5C18" w:rsidRDefault="007F5C18" w:rsidP="00147269">
            <w:pPr>
              <w:spacing w:line="300" w:lineRule="auto"/>
              <w:rPr>
                <w:sz w:val="21"/>
                <w:szCs w:val="21"/>
              </w:rPr>
            </w:pPr>
            <w:r>
              <w:rPr>
                <w:rFonts w:hint="eastAsia"/>
                <w:sz w:val="21"/>
                <w:szCs w:val="21"/>
              </w:rPr>
              <w:t>remark</w:t>
            </w:r>
          </w:p>
        </w:tc>
      </w:tr>
      <w:tr w:rsidR="007F5C18" w:rsidTr="00147269">
        <w:tc>
          <w:tcPr>
            <w:tcW w:w="1434" w:type="dxa"/>
            <w:vMerge w:val="restart"/>
            <w:tcBorders>
              <w:top w:val="single" w:sz="4" w:space="0" w:color="auto"/>
              <w:left w:val="single" w:sz="4" w:space="0" w:color="auto"/>
              <w:right w:val="single" w:sz="4" w:space="0" w:color="auto"/>
            </w:tcBorders>
            <w:hideMark/>
          </w:tcPr>
          <w:p w:rsidR="007F5C18" w:rsidRDefault="007F5C18" w:rsidP="00147269">
            <w:pPr>
              <w:spacing w:line="300" w:lineRule="auto"/>
              <w:rPr>
                <w:sz w:val="21"/>
                <w:szCs w:val="21"/>
              </w:rPr>
            </w:pPr>
            <w:r>
              <w:rPr>
                <w:rFonts w:hint="eastAsia"/>
                <w:sz w:val="21"/>
                <w:szCs w:val="21"/>
              </w:rPr>
              <w:t>service</w:t>
            </w:r>
          </w:p>
        </w:tc>
        <w:tc>
          <w:tcPr>
            <w:tcW w:w="8006" w:type="dxa"/>
            <w:gridSpan w:val="2"/>
            <w:tcBorders>
              <w:top w:val="single" w:sz="4" w:space="0" w:color="auto"/>
              <w:left w:val="single" w:sz="4" w:space="0" w:color="auto"/>
              <w:bottom w:val="single" w:sz="4" w:space="0" w:color="auto"/>
              <w:right w:val="single" w:sz="4" w:space="0" w:color="auto"/>
            </w:tcBorders>
          </w:tcPr>
          <w:p w:rsidR="007F5C18" w:rsidRDefault="007F5C18" w:rsidP="00147269">
            <w:pPr>
              <w:spacing w:line="300" w:lineRule="auto"/>
              <w:rPr>
                <w:sz w:val="21"/>
                <w:szCs w:val="21"/>
              </w:rPr>
            </w:pPr>
            <w:r>
              <w:rPr>
                <w:rFonts w:hint="eastAsia"/>
                <w:sz w:val="21"/>
                <w:szCs w:val="21"/>
              </w:rPr>
              <w:t>Identify that defines service.</w:t>
            </w:r>
          </w:p>
        </w:tc>
      </w:tr>
      <w:tr w:rsidR="007F5C18" w:rsidTr="00147269">
        <w:tc>
          <w:tcPr>
            <w:tcW w:w="1434" w:type="dxa"/>
            <w:vMerge/>
            <w:tcBorders>
              <w:left w:val="single" w:sz="4" w:space="0" w:color="auto"/>
              <w:right w:val="single" w:sz="4" w:space="0" w:color="auto"/>
            </w:tcBorders>
            <w:hideMark/>
          </w:tcPr>
          <w:p w:rsidR="007F5C18" w:rsidRDefault="007F5C18" w:rsidP="00147269">
            <w:pPr>
              <w:spacing w:line="300" w:lineRule="auto"/>
              <w:rPr>
                <w:sz w:val="21"/>
                <w:szCs w:val="21"/>
              </w:rPr>
            </w:pPr>
          </w:p>
        </w:tc>
        <w:tc>
          <w:tcPr>
            <w:tcW w:w="3755" w:type="dxa"/>
            <w:tcBorders>
              <w:top w:val="single" w:sz="4" w:space="0" w:color="auto"/>
              <w:left w:val="single" w:sz="4" w:space="0" w:color="auto"/>
              <w:bottom w:val="single" w:sz="4" w:space="0" w:color="auto"/>
              <w:right w:val="single" w:sz="4" w:space="0" w:color="auto"/>
            </w:tcBorders>
          </w:tcPr>
          <w:p w:rsidR="007F5C18" w:rsidRDefault="007F5C18" w:rsidP="00147269">
            <w:pPr>
              <w:spacing w:line="300" w:lineRule="auto"/>
              <w:rPr>
                <w:sz w:val="21"/>
                <w:szCs w:val="21"/>
              </w:rPr>
            </w:pPr>
            <w:proofErr w:type="spellStart"/>
            <w:r w:rsidRPr="00F64F43">
              <w:rPr>
                <w:sz w:val="21"/>
                <w:szCs w:val="21"/>
              </w:rPr>
              <w:t>serviceId</w:t>
            </w:r>
            <w:proofErr w:type="spellEnd"/>
          </w:p>
        </w:tc>
        <w:tc>
          <w:tcPr>
            <w:tcW w:w="4251" w:type="dxa"/>
            <w:tcBorders>
              <w:top w:val="single" w:sz="4" w:space="0" w:color="auto"/>
              <w:left w:val="single" w:sz="4" w:space="0" w:color="auto"/>
              <w:bottom w:val="single" w:sz="4" w:space="0" w:color="auto"/>
              <w:right w:val="single" w:sz="4" w:space="0" w:color="auto"/>
            </w:tcBorders>
            <w:hideMark/>
          </w:tcPr>
          <w:p w:rsidR="007F5C18" w:rsidRDefault="007F5C18" w:rsidP="00147269">
            <w:pPr>
              <w:spacing w:line="300" w:lineRule="auto"/>
              <w:rPr>
                <w:sz w:val="21"/>
                <w:szCs w:val="21"/>
              </w:rPr>
            </w:pPr>
            <w:r>
              <w:rPr>
                <w:sz w:val="21"/>
                <w:szCs w:val="21"/>
              </w:rPr>
              <w:t>S</w:t>
            </w:r>
            <w:r>
              <w:rPr>
                <w:rFonts w:hint="eastAsia"/>
                <w:sz w:val="21"/>
                <w:szCs w:val="21"/>
              </w:rPr>
              <w:t>ervice instance ID.</w:t>
            </w:r>
          </w:p>
        </w:tc>
      </w:tr>
      <w:tr w:rsidR="007F5C18" w:rsidTr="00147269">
        <w:tc>
          <w:tcPr>
            <w:tcW w:w="1434" w:type="dxa"/>
            <w:vMerge/>
            <w:tcBorders>
              <w:left w:val="single" w:sz="4" w:space="0" w:color="auto"/>
              <w:bottom w:val="single" w:sz="4" w:space="0" w:color="auto"/>
              <w:right w:val="single" w:sz="4" w:space="0" w:color="auto"/>
            </w:tcBorders>
            <w:hideMark/>
          </w:tcPr>
          <w:p w:rsidR="007F5C18" w:rsidRDefault="007F5C18" w:rsidP="00147269">
            <w:pPr>
              <w:spacing w:line="300" w:lineRule="auto"/>
              <w:rPr>
                <w:sz w:val="21"/>
                <w:szCs w:val="21"/>
              </w:rPr>
            </w:pPr>
          </w:p>
        </w:tc>
        <w:tc>
          <w:tcPr>
            <w:tcW w:w="3755" w:type="dxa"/>
            <w:tcBorders>
              <w:top w:val="single" w:sz="4" w:space="0" w:color="auto"/>
              <w:left w:val="single" w:sz="4" w:space="0" w:color="auto"/>
              <w:bottom w:val="single" w:sz="4" w:space="0" w:color="auto"/>
              <w:right w:val="single" w:sz="4" w:space="0" w:color="auto"/>
            </w:tcBorders>
          </w:tcPr>
          <w:p w:rsidR="007F5C18" w:rsidRDefault="007F5C18" w:rsidP="00147269">
            <w:pPr>
              <w:spacing w:line="300" w:lineRule="auto"/>
              <w:rPr>
                <w:sz w:val="21"/>
                <w:szCs w:val="21"/>
              </w:rPr>
            </w:pPr>
            <w:proofErr w:type="spellStart"/>
            <w:r w:rsidRPr="00F64F43">
              <w:rPr>
                <w:sz w:val="21"/>
                <w:szCs w:val="21"/>
              </w:rPr>
              <w:t>operationId</w:t>
            </w:r>
            <w:proofErr w:type="spellEnd"/>
          </w:p>
        </w:tc>
        <w:tc>
          <w:tcPr>
            <w:tcW w:w="4251" w:type="dxa"/>
            <w:tcBorders>
              <w:top w:val="single" w:sz="4" w:space="0" w:color="auto"/>
              <w:left w:val="single" w:sz="4" w:space="0" w:color="auto"/>
              <w:bottom w:val="single" w:sz="4" w:space="0" w:color="auto"/>
              <w:right w:val="single" w:sz="4" w:space="0" w:color="auto"/>
            </w:tcBorders>
            <w:hideMark/>
          </w:tcPr>
          <w:p w:rsidR="007F5C18" w:rsidRDefault="007F5C18" w:rsidP="00147269">
            <w:pPr>
              <w:spacing w:line="300" w:lineRule="auto"/>
              <w:rPr>
                <w:sz w:val="21"/>
                <w:szCs w:val="21"/>
              </w:rPr>
            </w:pPr>
            <w:r>
              <w:rPr>
                <w:sz w:val="21"/>
                <w:szCs w:val="21"/>
              </w:rPr>
              <w:t>S</w:t>
            </w:r>
            <w:r>
              <w:rPr>
                <w:rFonts w:hint="eastAsia"/>
                <w:sz w:val="21"/>
                <w:szCs w:val="21"/>
              </w:rPr>
              <w:t>ervice Operation ID.</w:t>
            </w:r>
          </w:p>
        </w:tc>
      </w:tr>
    </w:tbl>
    <w:p w:rsidR="007F5C18" w:rsidRPr="007F5C18" w:rsidRDefault="007F5C18" w:rsidP="0084188A">
      <w:pPr>
        <w:spacing w:line="300" w:lineRule="auto"/>
        <w:rPr>
          <w:b/>
          <w:sz w:val="21"/>
          <w:szCs w:val="21"/>
        </w:rPr>
      </w:pPr>
      <w:r w:rsidRPr="007F5C18">
        <w:rPr>
          <w:rFonts w:hint="eastAsia"/>
          <w:b/>
          <w:sz w:val="21"/>
          <w:szCs w:val="21"/>
        </w:rPr>
        <w:t>Demo:</w:t>
      </w:r>
    </w:p>
    <w:p w:rsidR="00E30046" w:rsidRPr="00646CAE" w:rsidRDefault="00E30046" w:rsidP="00F64F43">
      <w:pPr>
        <w:spacing w:line="300" w:lineRule="auto"/>
        <w:rPr>
          <w:sz w:val="21"/>
          <w:szCs w:val="21"/>
        </w:rPr>
      </w:pPr>
      <w:r w:rsidRPr="00646CAE">
        <w:rPr>
          <w:rFonts w:hint="eastAsia"/>
          <w:sz w:val="21"/>
          <w:szCs w:val="21"/>
        </w:rPr>
        <w:t>{</w:t>
      </w:r>
    </w:p>
    <w:p w:rsidR="00F64F43" w:rsidRPr="00646CAE" w:rsidRDefault="00F64F43" w:rsidP="00F64F43">
      <w:pPr>
        <w:spacing w:line="300" w:lineRule="auto"/>
        <w:rPr>
          <w:sz w:val="21"/>
          <w:szCs w:val="21"/>
        </w:rPr>
      </w:pPr>
      <w:r w:rsidRPr="00646CAE">
        <w:rPr>
          <w:sz w:val="21"/>
          <w:szCs w:val="21"/>
        </w:rPr>
        <w:t>"</w:t>
      </w:r>
      <w:proofErr w:type="gramStart"/>
      <w:r w:rsidRPr="00646CAE">
        <w:rPr>
          <w:sz w:val="21"/>
          <w:szCs w:val="21"/>
        </w:rPr>
        <w:t>service</w:t>
      </w:r>
      <w:proofErr w:type="gramEnd"/>
      <w:r w:rsidRPr="00646CAE">
        <w:rPr>
          <w:sz w:val="21"/>
          <w:szCs w:val="21"/>
        </w:rPr>
        <w:t>": {</w:t>
      </w:r>
    </w:p>
    <w:p w:rsidR="00F64F43" w:rsidRPr="00646CAE" w:rsidRDefault="00F64F43" w:rsidP="00F64F43">
      <w:pPr>
        <w:spacing w:line="300" w:lineRule="auto"/>
        <w:rPr>
          <w:sz w:val="21"/>
          <w:szCs w:val="21"/>
        </w:rPr>
      </w:pPr>
      <w:r w:rsidRPr="00646CAE">
        <w:rPr>
          <w:sz w:val="21"/>
          <w:szCs w:val="21"/>
        </w:rPr>
        <w:tab/>
        <w:t>"</w:t>
      </w:r>
      <w:proofErr w:type="spellStart"/>
      <w:proofErr w:type="gramStart"/>
      <w:r w:rsidRPr="00646CAE">
        <w:rPr>
          <w:sz w:val="21"/>
          <w:szCs w:val="21"/>
        </w:rPr>
        <w:t>serviceId</w:t>
      </w:r>
      <w:proofErr w:type="spellEnd"/>
      <w:proofErr w:type="gramEnd"/>
      <w:r w:rsidRPr="00646CAE">
        <w:rPr>
          <w:sz w:val="21"/>
          <w:szCs w:val="21"/>
        </w:rPr>
        <w:t xml:space="preserve">": </w:t>
      </w:r>
      <w:r w:rsidR="008E2264" w:rsidRPr="00646CAE">
        <w:rPr>
          <w:rFonts w:hint="eastAsia"/>
          <w:sz w:val="21"/>
          <w:szCs w:val="21"/>
        </w:rPr>
        <w:t>"</w:t>
      </w:r>
      <w:r w:rsidRPr="00646CAE">
        <w:rPr>
          <w:sz w:val="21"/>
          <w:szCs w:val="21"/>
        </w:rPr>
        <w:t>e151059a-d924-4629-845f-264db19e50b4</w:t>
      </w:r>
      <w:r w:rsidR="008E2264" w:rsidRPr="00646CAE">
        <w:rPr>
          <w:rFonts w:hint="eastAsia"/>
          <w:sz w:val="21"/>
          <w:szCs w:val="21"/>
        </w:rPr>
        <w:t>"</w:t>
      </w:r>
      <w:r w:rsidRPr="00646CAE">
        <w:rPr>
          <w:sz w:val="21"/>
          <w:szCs w:val="21"/>
        </w:rPr>
        <w:t>,</w:t>
      </w:r>
    </w:p>
    <w:p w:rsidR="00F64F43" w:rsidRPr="00646CAE" w:rsidRDefault="00F64F43" w:rsidP="00F64F43">
      <w:pPr>
        <w:spacing w:line="300" w:lineRule="auto"/>
        <w:rPr>
          <w:sz w:val="21"/>
          <w:szCs w:val="21"/>
        </w:rPr>
      </w:pPr>
      <w:r w:rsidRPr="00646CAE">
        <w:rPr>
          <w:sz w:val="21"/>
          <w:szCs w:val="21"/>
        </w:rPr>
        <w:tab/>
        <w:t>"</w:t>
      </w:r>
      <w:proofErr w:type="spellStart"/>
      <w:proofErr w:type="gramStart"/>
      <w:r w:rsidRPr="00646CAE">
        <w:rPr>
          <w:sz w:val="21"/>
          <w:szCs w:val="21"/>
        </w:rPr>
        <w:t>operationId</w:t>
      </w:r>
      <w:proofErr w:type="spellEnd"/>
      <w:proofErr w:type="gramEnd"/>
      <w:r w:rsidRPr="00646CAE">
        <w:rPr>
          <w:sz w:val="21"/>
          <w:szCs w:val="21"/>
        </w:rPr>
        <w:t xml:space="preserve">": </w:t>
      </w:r>
      <w:r w:rsidR="008E2264" w:rsidRPr="00646CAE">
        <w:rPr>
          <w:rFonts w:hint="eastAsia"/>
          <w:sz w:val="21"/>
          <w:szCs w:val="21"/>
        </w:rPr>
        <w:t>"</w:t>
      </w:r>
      <w:r w:rsidRPr="00646CAE">
        <w:rPr>
          <w:sz w:val="21"/>
          <w:szCs w:val="21"/>
        </w:rPr>
        <w:t>e151059a-d924-4629-845f-264db19e50b3</w:t>
      </w:r>
      <w:r w:rsidR="008E2264" w:rsidRPr="00646CAE">
        <w:rPr>
          <w:rFonts w:hint="eastAsia"/>
          <w:sz w:val="21"/>
          <w:szCs w:val="21"/>
        </w:rPr>
        <w:t>"</w:t>
      </w:r>
    </w:p>
    <w:p w:rsidR="0084188A" w:rsidRPr="00646CAE" w:rsidRDefault="00F64F43" w:rsidP="000571C9">
      <w:pPr>
        <w:spacing w:line="300" w:lineRule="auto"/>
        <w:rPr>
          <w:sz w:val="21"/>
          <w:szCs w:val="21"/>
        </w:rPr>
      </w:pPr>
      <w:r w:rsidRPr="00646CAE">
        <w:rPr>
          <w:sz w:val="21"/>
          <w:szCs w:val="21"/>
        </w:rPr>
        <w:t>}</w:t>
      </w:r>
    </w:p>
    <w:p w:rsidR="00E30046" w:rsidRPr="00646CAE" w:rsidRDefault="00E30046" w:rsidP="000571C9">
      <w:pPr>
        <w:spacing w:line="300" w:lineRule="auto"/>
        <w:rPr>
          <w:sz w:val="21"/>
          <w:szCs w:val="21"/>
        </w:rPr>
      </w:pPr>
      <w:r w:rsidRPr="00646CAE">
        <w:rPr>
          <w:rFonts w:hint="eastAsia"/>
          <w:sz w:val="21"/>
          <w:szCs w:val="21"/>
        </w:rPr>
        <w:t>}</w:t>
      </w:r>
    </w:p>
    <w:p w:rsidR="008F4F4B" w:rsidRDefault="008F4F4B" w:rsidP="00A257D7">
      <w:pPr>
        <w:pStyle w:val="2"/>
        <w:spacing w:line="300" w:lineRule="auto"/>
      </w:pPr>
      <w:bookmarkStart w:id="14" w:name="_Toc491352396"/>
      <w:r>
        <w:rPr>
          <w:rFonts w:hint="eastAsia"/>
        </w:rPr>
        <w:t>Delete</w:t>
      </w:r>
      <w:r w:rsidR="002736B1">
        <w:rPr>
          <w:rFonts w:hint="eastAsia"/>
        </w:rPr>
        <w:t xml:space="preserve"> </w:t>
      </w:r>
      <w:r w:rsidR="00DE5D47">
        <w:rPr>
          <w:rFonts w:hint="eastAsia"/>
        </w:rPr>
        <w:t>E</w:t>
      </w:r>
      <w:r w:rsidR="002736B1">
        <w:rPr>
          <w:rFonts w:hint="eastAsia"/>
        </w:rPr>
        <w:t>2</w:t>
      </w:r>
      <w:r w:rsidR="00DE5D47">
        <w:rPr>
          <w:rFonts w:hint="eastAsia"/>
        </w:rPr>
        <w:t>E</w:t>
      </w:r>
      <w:r>
        <w:rPr>
          <w:rFonts w:hint="eastAsia"/>
        </w:rPr>
        <w:t xml:space="preserve"> service instance</w:t>
      </w:r>
      <w:bookmarkEnd w:id="14"/>
    </w:p>
    <w:p w:rsidR="008F4F4B" w:rsidRDefault="008F4F4B" w:rsidP="008F4F4B">
      <w:pPr>
        <w:pStyle w:val="3"/>
      </w:pPr>
      <w:bookmarkStart w:id="15" w:name="_Toc491352397"/>
      <w:r>
        <w:rPr>
          <w:rFonts w:hint="eastAsia"/>
        </w:rPr>
        <w:t>Restful interface</w:t>
      </w:r>
      <w:bookmarkEnd w:id="15"/>
    </w:p>
    <w:tbl>
      <w:tblPr>
        <w:tblStyle w:val="afff8"/>
        <w:tblW w:w="0" w:type="auto"/>
        <w:tblLook w:val="04A0"/>
      </w:tblPr>
      <w:tblGrid>
        <w:gridCol w:w="1596"/>
        <w:gridCol w:w="5049"/>
        <w:gridCol w:w="2795"/>
      </w:tblGrid>
      <w:tr w:rsidR="008F4F4B" w:rsidTr="00B20B45">
        <w:tc>
          <w:tcPr>
            <w:tcW w:w="1617" w:type="dxa"/>
            <w:shd w:val="clear" w:color="auto" w:fill="D9D9D9" w:themeFill="background1" w:themeFillShade="D9"/>
          </w:tcPr>
          <w:p w:rsidR="008F4F4B" w:rsidRDefault="008F4F4B" w:rsidP="00B20B45">
            <w:pPr>
              <w:spacing w:line="300" w:lineRule="auto"/>
              <w:rPr>
                <w:sz w:val="21"/>
                <w:szCs w:val="21"/>
              </w:rPr>
            </w:pPr>
            <w:r>
              <w:rPr>
                <w:rFonts w:hint="eastAsia"/>
                <w:sz w:val="21"/>
                <w:szCs w:val="21"/>
              </w:rPr>
              <w:t>Operation type</w:t>
            </w:r>
          </w:p>
        </w:tc>
        <w:tc>
          <w:tcPr>
            <w:tcW w:w="4959" w:type="dxa"/>
            <w:shd w:val="clear" w:color="auto" w:fill="D9D9D9" w:themeFill="background1" w:themeFillShade="D9"/>
          </w:tcPr>
          <w:p w:rsidR="008F4F4B" w:rsidRDefault="008F4F4B" w:rsidP="00B20B45">
            <w:pPr>
              <w:spacing w:line="300" w:lineRule="auto"/>
              <w:rPr>
                <w:sz w:val="21"/>
                <w:szCs w:val="21"/>
              </w:rPr>
            </w:pPr>
            <w:r>
              <w:rPr>
                <w:rFonts w:hint="eastAsia"/>
                <w:sz w:val="21"/>
                <w:szCs w:val="21"/>
              </w:rPr>
              <w:t>URI</w:t>
            </w:r>
          </w:p>
        </w:tc>
        <w:tc>
          <w:tcPr>
            <w:tcW w:w="2864" w:type="dxa"/>
            <w:shd w:val="clear" w:color="auto" w:fill="D9D9D9" w:themeFill="background1" w:themeFillShade="D9"/>
          </w:tcPr>
          <w:p w:rsidR="008F4F4B" w:rsidRDefault="008F4F4B" w:rsidP="00B20B45">
            <w:pPr>
              <w:spacing w:line="300" w:lineRule="auto"/>
              <w:rPr>
                <w:sz w:val="21"/>
                <w:szCs w:val="21"/>
              </w:rPr>
            </w:pPr>
            <w:r>
              <w:rPr>
                <w:rFonts w:hint="eastAsia"/>
                <w:sz w:val="21"/>
                <w:szCs w:val="21"/>
              </w:rPr>
              <w:t>parameter</w:t>
            </w:r>
          </w:p>
        </w:tc>
      </w:tr>
      <w:tr w:rsidR="008F4F4B" w:rsidTr="00B20B45">
        <w:tc>
          <w:tcPr>
            <w:tcW w:w="1617" w:type="dxa"/>
          </w:tcPr>
          <w:p w:rsidR="008F4F4B" w:rsidRDefault="008F4F4B" w:rsidP="00B20B45">
            <w:pPr>
              <w:spacing w:line="300" w:lineRule="auto"/>
              <w:rPr>
                <w:sz w:val="21"/>
                <w:szCs w:val="21"/>
              </w:rPr>
            </w:pPr>
            <w:r>
              <w:rPr>
                <w:rFonts w:hint="eastAsia"/>
                <w:sz w:val="21"/>
                <w:szCs w:val="21"/>
              </w:rPr>
              <w:t>delete</w:t>
            </w:r>
          </w:p>
        </w:tc>
        <w:tc>
          <w:tcPr>
            <w:tcW w:w="4959" w:type="dxa"/>
          </w:tcPr>
          <w:p w:rsidR="008F4F4B" w:rsidRDefault="001771AD" w:rsidP="002842D8">
            <w:pPr>
              <w:spacing w:line="300" w:lineRule="auto"/>
              <w:rPr>
                <w:sz w:val="21"/>
                <w:szCs w:val="21"/>
              </w:rPr>
            </w:pPr>
            <w:bookmarkStart w:id="16" w:name="OLE_LINK33"/>
            <w:r w:rsidRPr="002A1CA3">
              <w:rPr>
                <w:sz w:val="21"/>
                <w:szCs w:val="21"/>
              </w:rPr>
              <w:t>{</w:t>
            </w:r>
            <w:proofErr w:type="spellStart"/>
            <w:r w:rsidRPr="002A1CA3">
              <w:rPr>
                <w:sz w:val="21"/>
                <w:szCs w:val="21"/>
              </w:rPr>
              <w:t>serverRoot</w:t>
            </w:r>
            <w:proofErr w:type="spellEnd"/>
            <w:r w:rsidRPr="002A1CA3">
              <w:rPr>
                <w:sz w:val="21"/>
                <w:szCs w:val="21"/>
              </w:rPr>
              <w:t>}/</w:t>
            </w:r>
            <w:r w:rsidRPr="002A1CA3">
              <w:rPr>
                <w:rFonts w:hint="eastAsia"/>
                <w:sz w:val="21"/>
                <w:szCs w:val="21"/>
              </w:rPr>
              <w:t>e2eS</w:t>
            </w:r>
            <w:r w:rsidRPr="002A1CA3">
              <w:rPr>
                <w:sz w:val="21"/>
                <w:szCs w:val="21"/>
              </w:rPr>
              <w:t>erviceInstances</w:t>
            </w:r>
            <w:r>
              <w:rPr>
                <w:rFonts w:hint="eastAsia"/>
                <w:sz w:val="21"/>
                <w:szCs w:val="21"/>
              </w:rPr>
              <w:t>/v</w:t>
            </w:r>
            <w:r w:rsidR="002842D8">
              <w:rPr>
                <w:rFonts w:hint="eastAsia"/>
                <w:sz w:val="21"/>
                <w:szCs w:val="21"/>
              </w:rPr>
              <w:t>3</w:t>
            </w:r>
            <w:r w:rsidR="008F4F4B">
              <w:rPr>
                <w:rFonts w:hint="eastAsia"/>
                <w:sz w:val="21"/>
                <w:szCs w:val="21"/>
              </w:rPr>
              <w:t>/</w:t>
            </w:r>
            <w:r w:rsidR="008F4F4B">
              <w:rPr>
                <w:sz w:val="21"/>
                <w:szCs w:val="21"/>
              </w:rPr>
              <w:t>{</w:t>
            </w:r>
            <w:proofErr w:type="spellStart"/>
            <w:r w:rsidR="008F4F4B">
              <w:rPr>
                <w:sz w:val="21"/>
                <w:szCs w:val="21"/>
              </w:rPr>
              <w:t>service</w:t>
            </w:r>
            <w:r w:rsidR="008F4F4B">
              <w:rPr>
                <w:rFonts w:hint="eastAsia"/>
                <w:sz w:val="21"/>
                <w:szCs w:val="21"/>
              </w:rPr>
              <w:t>Id</w:t>
            </w:r>
            <w:proofErr w:type="spellEnd"/>
            <w:r w:rsidR="008F4F4B" w:rsidRPr="00B105EF">
              <w:rPr>
                <w:sz w:val="21"/>
                <w:szCs w:val="21"/>
              </w:rPr>
              <w:t>}</w:t>
            </w:r>
            <w:bookmarkEnd w:id="16"/>
          </w:p>
        </w:tc>
        <w:tc>
          <w:tcPr>
            <w:tcW w:w="2864" w:type="dxa"/>
          </w:tcPr>
          <w:p w:rsidR="008F4F4B" w:rsidRDefault="008F4F4B" w:rsidP="00707AF3">
            <w:pPr>
              <w:spacing w:line="300" w:lineRule="auto"/>
              <w:rPr>
                <w:sz w:val="21"/>
                <w:szCs w:val="21"/>
              </w:rPr>
            </w:pPr>
            <w:r>
              <w:rPr>
                <w:sz w:val="21"/>
                <w:szCs w:val="21"/>
              </w:rPr>
              <w:t>serviced</w:t>
            </w:r>
            <w:r>
              <w:rPr>
                <w:rFonts w:hint="eastAsia"/>
                <w:sz w:val="21"/>
                <w:szCs w:val="21"/>
              </w:rPr>
              <w:t>:</w:t>
            </w:r>
            <w:r w:rsidR="000C1C51">
              <w:rPr>
                <w:rFonts w:hint="eastAsia"/>
                <w:sz w:val="21"/>
                <w:szCs w:val="21"/>
              </w:rPr>
              <w:t xml:space="preserve"> </w:t>
            </w:r>
            <w:r w:rsidR="00707AF3">
              <w:rPr>
                <w:rFonts w:hint="eastAsia"/>
                <w:sz w:val="21"/>
                <w:szCs w:val="21"/>
              </w:rPr>
              <w:t>E</w:t>
            </w:r>
            <w:r w:rsidR="000C1C51">
              <w:rPr>
                <w:rFonts w:hint="eastAsia"/>
                <w:sz w:val="21"/>
                <w:szCs w:val="21"/>
              </w:rPr>
              <w:t>2</w:t>
            </w:r>
            <w:r w:rsidR="00707AF3">
              <w:rPr>
                <w:rFonts w:hint="eastAsia"/>
                <w:sz w:val="21"/>
                <w:szCs w:val="21"/>
              </w:rPr>
              <w:t>E</w:t>
            </w:r>
            <w:r>
              <w:rPr>
                <w:rFonts w:hint="eastAsia"/>
                <w:sz w:val="21"/>
                <w:szCs w:val="21"/>
              </w:rPr>
              <w:t xml:space="preserve"> service instance ID</w:t>
            </w:r>
          </w:p>
        </w:tc>
      </w:tr>
    </w:tbl>
    <w:p w:rsidR="008F4F4B" w:rsidRDefault="008F4F4B" w:rsidP="008F4F4B">
      <w:pPr>
        <w:rPr>
          <w:sz w:val="21"/>
          <w:szCs w:val="21"/>
        </w:rPr>
      </w:pPr>
    </w:p>
    <w:p w:rsidR="008F4F4B" w:rsidRDefault="008F4F4B" w:rsidP="008F4F4B">
      <w:pPr>
        <w:spacing w:line="300" w:lineRule="auto"/>
        <w:rPr>
          <w:sz w:val="21"/>
          <w:szCs w:val="21"/>
        </w:rPr>
      </w:pPr>
      <w:r>
        <w:rPr>
          <w:rFonts w:hint="eastAsia"/>
          <w:b/>
          <w:sz w:val="21"/>
          <w:szCs w:val="21"/>
        </w:rPr>
        <w:t>Request b</w:t>
      </w:r>
      <w:r w:rsidRPr="00841F77">
        <w:rPr>
          <w:rFonts w:hint="eastAsia"/>
          <w:b/>
          <w:sz w:val="21"/>
          <w:szCs w:val="21"/>
        </w:rPr>
        <w:t>ody</w:t>
      </w:r>
      <w:r w:rsidR="00CD3E5C">
        <w:rPr>
          <w:rFonts w:hint="eastAsia"/>
          <w:sz w:val="21"/>
          <w:szCs w:val="21"/>
        </w:rPr>
        <w:t xml:space="preserve">: </w:t>
      </w:r>
    </w:p>
    <w:tbl>
      <w:tblPr>
        <w:tblStyle w:val="afff8"/>
        <w:tblW w:w="0" w:type="auto"/>
        <w:tblLook w:val="04A0"/>
      </w:tblPr>
      <w:tblGrid>
        <w:gridCol w:w="1617"/>
        <w:gridCol w:w="7796"/>
      </w:tblGrid>
      <w:tr w:rsidR="00CD3E5C" w:rsidTr="00CD3E5C">
        <w:tc>
          <w:tcPr>
            <w:tcW w:w="16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3E5C" w:rsidRDefault="00CD3E5C" w:rsidP="00147269">
            <w:pPr>
              <w:spacing w:line="300" w:lineRule="auto"/>
              <w:rPr>
                <w:sz w:val="21"/>
                <w:szCs w:val="21"/>
              </w:rPr>
            </w:pPr>
            <w:r>
              <w:rPr>
                <w:rFonts w:hint="eastAsia"/>
                <w:sz w:val="21"/>
                <w:szCs w:val="21"/>
              </w:rPr>
              <w:t>name</w:t>
            </w:r>
          </w:p>
        </w:tc>
        <w:tc>
          <w:tcPr>
            <w:tcW w:w="77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3E5C" w:rsidRDefault="00CD3E5C" w:rsidP="00147269">
            <w:pPr>
              <w:spacing w:line="300" w:lineRule="auto"/>
              <w:rPr>
                <w:sz w:val="21"/>
                <w:szCs w:val="21"/>
              </w:rPr>
            </w:pPr>
            <w:r>
              <w:rPr>
                <w:rFonts w:hint="eastAsia"/>
                <w:sz w:val="21"/>
                <w:szCs w:val="21"/>
              </w:rPr>
              <w:t>remark</w:t>
            </w:r>
          </w:p>
        </w:tc>
      </w:tr>
      <w:tr w:rsidR="00CD3E5C" w:rsidTr="00CD3E5C">
        <w:tc>
          <w:tcPr>
            <w:tcW w:w="1617" w:type="dxa"/>
            <w:tcBorders>
              <w:top w:val="single" w:sz="4" w:space="0" w:color="auto"/>
              <w:left w:val="single" w:sz="4" w:space="0" w:color="auto"/>
              <w:right w:val="single" w:sz="4" w:space="0" w:color="auto"/>
            </w:tcBorders>
          </w:tcPr>
          <w:p w:rsidR="00CD3E5C" w:rsidRDefault="00CD3E5C" w:rsidP="00147269">
            <w:pPr>
              <w:spacing w:line="300" w:lineRule="auto"/>
              <w:rPr>
                <w:sz w:val="21"/>
                <w:szCs w:val="21"/>
              </w:rPr>
            </w:pPr>
            <w:proofErr w:type="spellStart"/>
            <w:r w:rsidRPr="000E0158">
              <w:rPr>
                <w:rFonts w:hint="eastAsia"/>
                <w:sz w:val="16"/>
                <w:szCs w:val="16"/>
              </w:rPr>
              <w:t>globalSubscriberId</w:t>
            </w:r>
            <w:proofErr w:type="spellEnd"/>
          </w:p>
        </w:tc>
        <w:tc>
          <w:tcPr>
            <w:tcW w:w="7796" w:type="dxa"/>
            <w:tcBorders>
              <w:top w:val="single" w:sz="4" w:space="0" w:color="auto"/>
              <w:left w:val="single" w:sz="4" w:space="0" w:color="auto"/>
              <w:bottom w:val="single" w:sz="4" w:space="0" w:color="auto"/>
              <w:right w:val="single" w:sz="4" w:space="0" w:color="auto"/>
            </w:tcBorders>
          </w:tcPr>
          <w:p w:rsidR="00CD3E5C" w:rsidRDefault="00CD3E5C" w:rsidP="00147269">
            <w:pPr>
              <w:spacing w:line="300" w:lineRule="auto"/>
              <w:rPr>
                <w:sz w:val="21"/>
                <w:szCs w:val="21"/>
              </w:rPr>
            </w:pPr>
            <w:r>
              <w:rPr>
                <w:rFonts w:hint="eastAsia"/>
                <w:sz w:val="16"/>
                <w:szCs w:val="16"/>
              </w:rPr>
              <w:t>The subscriber id. It is defined in AAI</w:t>
            </w:r>
          </w:p>
        </w:tc>
      </w:tr>
      <w:tr w:rsidR="00CD3E5C" w:rsidTr="00DD781D">
        <w:tc>
          <w:tcPr>
            <w:tcW w:w="1617" w:type="dxa"/>
            <w:tcBorders>
              <w:left w:val="single" w:sz="4" w:space="0" w:color="auto"/>
              <w:right w:val="single" w:sz="4" w:space="0" w:color="auto"/>
            </w:tcBorders>
          </w:tcPr>
          <w:p w:rsidR="00CD3E5C" w:rsidRPr="00F64F43" w:rsidRDefault="00CD3E5C" w:rsidP="00147269">
            <w:pPr>
              <w:spacing w:line="300" w:lineRule="auto"/>
              <w:rPr>
                <w:sz w:val="21"/>
                <w:szCs w:val="21"/>
              </w:rPr>
            </w:pPr>
            <w:proofErr w:type="spellStart"/>
            <w:r>
              <w:rPr>
                <w:rFonts w:hint="eastAsia"/>
                <w:sz w:val="16"/>
                <w:szCs w:val="16"/>
              </w:rPr>
              <w:t>serviceType</w:t>
            </w:r>
            <w:proofErr w:type="spellEnd"/>
          </w:p>
        </w:tc>
        <w:tc>
          <w:tcPr>
            <w:tcW w:w="7796" w:type="dxa"/>
            <w:tcBorders>
              <w:top w:val="single" w:sz="4" w:space="0" w:color="auto"/>
              <w:left w:val="single" w:sz="4" w:space="0" w:color="auto"/>
              <w:bottom w:val="single" w:sz="4" w:space="0" w:color="auto"/>
              <w:right w:val="single" w:sz="4" w:space="0" w:color="auto"/>
            </w:tcBorders>
          </w:tcPr>
          <w:p w:rsidR="00CD3E5C" w:rsidRPr="00345EB3" w:rsidRDefault="00CD3E5C" w:rsidP="00147269">
            <w:pPr>
              <w:spacing w:line="300" w:lineRule="auto"/>
              <w:rPr>
                <w:sz w:val="16"/>
                <w:szCs w:val="16"/>
              </w:rPr>
            </w:pPr>
            <w:r>
              <w:rPr>
                <w:rFonts w:hint="eastAsia"/>
                <w:sz w:val="16"/>
                <w:szCs w:val="16"/>
              </w:rPr>
              <w:t>The service type. It is defined in AAI</w:t>
            </w:r>
          </w:p>
        </w:tc>
      </w:tr>
    </w:tbl>
    <w:p w:rsidR="009E5FD3" w:rsidRPr="007F5C18" w:rsidRDefault="009E5FD3" w:rsidP="009E5FD3">
      <w:pPr>
        <w:spacing w:line="300" w:lineRule="auto"/>
        <w:rPr>
          <w:b/>
          <w:sz w:val="21"/>
          <w:szCs w:val="21"/>
        </w:rPr>
      </w:pPr>
      <w:r w:rsidRPr="007F5C18">
        <w:rPr>
          <w:rFonts w:hint="eastAsia"/>
          <w:b/>
          <w:sz w:val="21"/>
          <w:szCs w:val="21"/>
        </w:rPr>
        <w:t>Demo:</w:t>
      </w:r>
    </w:p>
    <w:p w:rsidR="00CD3E5C" w:rsidRDefault="009E5FD3" w:rsidP="008F4F4B">
      <w:pPr>
        <w:spacing w:line="300" w:lineRule="auto"/>
        <w:rPr>
          <w:sz w:val="21"/>
          <w:szCs w:val="21"/>
        </w:rPr>
      </w:pPr>
      <w:r>
        <w:rPr>
          <w:rFonts w:hint="eastAsia"/>
          <w:sz w:val="21"/>
          <w:szCs w:val="21"/>
        </w:rPr>
        <w:t>{</w:t>
      </w:r>
    </w:p>
    <w:p w:rsidR="009E5FD3" w:rsidRPr="00646CAE" w:rsidRDefault="009E5FD3" w:rsidP="009E5FD3">
      <w:pPr>
        <w:spacing w:line="300" w:lineRule="auto"/>
        <w:rPr>
          <w:sz w:val="21"/>
          <w:szCs w:val="21"/>
        </w:rPr>
      </w:pPr>
      <w:r>
        <w:rPr>
          <w:rFonts w:hint="eastAsia"/>
          <w:sz w:val="21"/>
          <w:szCs w:val="21"/>
        </w:rPr>
        <w:t xml:space="preserve">  </w:t>
      </w:r>
      <w:r>
        <w:rPr>
          <w:sz w:val="21"/>
          <w:szCs w:val="21"/>
        </w:rPr>
        <w:tab/>
      </w:r>
      <w:r w:rsidRPr="00646CAE">
        <w:rPr>
          <w:sz w:val="21"/>
          <w:szCs w:val="21"/>
        </w:rPr>
        <w:t>"</w:t>
      </w:r>
      <w:proofErr w:type="spellStart"/>
      <w:proofErr w:type="gramStart"/>
      <w:r w:rsidRPr="000E0158">
        <w:rPr>
          <w:rFonts w:hint="eastAsia"/>
          <w:sz w:val="16"/>
          <w:szCs w:val="16"/>
        </w:rPr>
        <w:t>globalSubscriberId</w:t>
      </w:r>
      <w:proofErr w:type="spellEnd"/>
      <w:proofErr w:type="gramEnd"/>
      <w:r w:rsidRPr="00646CAE">
        <w:rPr>
          <w:sz w:val="21"/>
          <w:szCs w:val="21"/>
        </w:rPr>
        <w:t xml:space="preserve"> ": </w:t>
      </w:r>
      <w:r w:rsidRPr="00646CAE">
        <w:rPr>
          <w:rFonts w:hint="eastAsia"/>
          <w:sz w:val="21"/>
          <w:szCs w:val="21"/>
        </w:rPr>
        <w:t>"</w:t>
      </w:r>
      <w:r w:rsidRPr="00646CAE">
        <w:rPr>
          <w:sz w:val="21"/>
          <w:szCs w:val="21"/>
        </w:rPr>
        <w:t>e151059a-d924-4629-845f-264db19e50b4</w:t>
      </w:r>
      <w:r w:rsidRPr="00646CAE">
        <w:rPr>
          <w:rFonts w:hint="eastAsia"/>
          <w:sz w:val="21"/>
          <w:szCs w:val="21"/>
        </w:rPr>
        <w:t>"</w:t>
      </w:r>
      <w:r w:rsidRPr="00646CAE">
        <w:rPr>
          <w:sz w:val="21"/>
          <w:szCs w:val="21"/>
        </w:rPr>
        <w:t>,</w:t>
      </w:r>
    </w:p>
    <w:p w:rsidR="009E5FD3" w:rsidRPr="009E5FD3" w:rsidRDefault="009E5FD3" w:rsidP="008F4F4B">
      <w:pPr>
        <w:spacing w:line="300" w:lineRule="auto"/>
        <w:rPr>
          <w:sz w:val="21"/>
          <w:szCs w:val="21"/>
        </w:rPr>
      </w:pPr>
      <w:r w:rsidRPr="00646CAE">
        <w:rPr>
          <w:sz w:val="21"/>
          <w:szCs w:val="21"/>
        </w:rPr>
        <w:tab/>
        <w:t>"</w:t>
      </w:r>
      <w:proofErr w:type="spellStart"/>
      <w:proofErr w:type="gramStart"/>
      <w:r>
        <w:rPr>
          <w:rFonts w:hint="eastAsia"/>
          <w:sz w:val="16"/>
          <w:szCs w:val="16"/>
        </w:rPr>
        <w:t>serviceType</w:t>
      </w:r>
      <w:proofErr w:type="spellEnd"/>
      <w:proofErr w:type="gramEnd"/>
      <w:r w:rsidRPr="00646CAE">
        <w:rPr>
          <w:sz w:val="21"/>
          <w:szCs w:val="21"/>
        </w:rPr>
        <w:t xml:space="preserve"> ": </w:t>
      </w:r>
      <w:r w:rsidRPr="00646CAE">
        <w:rPr>
          <w:rFonts w:hint="eastAsia"/>
          <w:sz w:val="21"/>
          <w:szCs w:val="21"/>
        </w:rPr>
        <w:t>"</w:t>
      </w:r>
      <w:proofErr w:type="spellStart"/>
      <w:r w:rsidR="004459EC">
        <w:rPr>
          <w:rFonts w:hint="eastAsia"/>
          <w:sz w:val="21"/>
          <w:szCs w:val="21"/>
        </w:rPr>
        <w:t>voLTE</w:t>
      </w:r>
      <w:proofErr w:type="spellEnd"/>
      <w:r w:rsidRPr="00646CAE">
        <w:rPr>
          <w:rFonts w:hint="eastAsia"/>
          <w:sz w:val="21"/>
          <w:szCs w:val="21"/>
        </w:rPr>
        <w:t>"</w:t>
      </w:r>
    </w:p>
    <w:p w:rsidR="009E5FD3" w:rsidRPr="00CD3E5C" w:rsidRDefault="009E5FD3" w:rsidP="008F4F4B">
      <w:pPr>
        <w:spacing w:line="300" w:lineRule="auto"/>
        <w:rPr>
          <w:sz w:val="21"/>
          <w:szCs w:val="21"/>
        </w:rPr>
      </w:pPr>
      <w:r>
        <w:rPr>
          <w:rFonts w:hint="eastAsia"/>
          <w:sz w:val="21"/>
          <w:szCs w:val="21"/>
        </w:rPr>
        <w:t>}</w:t>
      </w:r>
    </w:p>
    <w:p w:rsidR="008F4F4B" w:rsidRDefault="008F4F4B" w:rsidP="008F4F4B">
      <w:pPr>
        <w:rPr>
          <w:sz w:val="21"/>
          <w:szCs w:val="21"/>
        </w:rPr>
      </w:pPr>
      <w:r w:rsidRPr="00EC084E">
        <w:rPr>
          <w:rFonts w:hint="eastAsia"/>
          <w:b/>
          <w:sz w:val="21"/>
          <w:szCs w:val="21"/>
        </w:rPr>
        <w:t>Response body</w:t>
      </w:r>
      <w:r>
        <w:rPr>
          <w:rFonts w:hint="eastAsia"/>
          <w:sz w:val="21"/>
          <w:szCs w:val="21"/>
        </w:rPr>
        <w:t>：</w:t>
      </w:r>
    </w:p>
    <w:tbl>
      <w:tblPr>
        <w:tblStyle w:val="afff8"/>
        <w:tblW w:w="0" w:type="auto"/>
        <w:tblLook w:val="04A0"/>
      </w:tblPr>
      <w:tblGrid>
        <w:gridCol w:w="1617"/>
        <w:gridCol w:w="7796"/>
      </w:tblGrid>
      <w:tr w:rsidR="007F5C18" w:rsidTr="00147269">
        <w:tc>
          <w:tcPr>
            <w:tcW w:w="16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F5C18" w:rsidRDefault="007F5C18" w:rsidP="00147269">
            <w:pPr>
              <w:spacing w:line="300" w:lineRule="auto"/>
              <w:rPr>
                <w:sz w:val="21"/>
                <w:szCs w:val="21"/>
              </w:rPr>
            </w:pPr>
            <w:r>
              <w:rPr>
                <w:rFonts w:hint="eastAsia"/>
                <w:sz w:val="21"/>
                <w:szCs w:val="21"/>
              </w:rPr>
              <w:t>name</w:t>
            </w:r>
          </w:p>
        </w:tc>
        <w:tc>
          <w:tcPr>
            <w:tcW w:w="77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F5C18" w:rsidRDefault="007F5C18" w:rsidP="00147269">
            <w:pPr>
              <w:spacing w:line="300" w:lineRule="auto"/>
              <w:rPr>
                <w:sz w:val="21"/>
                <w:szCs w:val="21"/>
              </w:rPr>
            </w:pPr>
            <w:r>
              <w:rPr>
                <w:rFonts w:hint="eastAsia"/>
                <w:sz w:val="21"/>
                <w:szCs w:val="21"/>
              </w:rPr>
              <w:t>remark</w:t>
            </w:r>
          </w:p>
        </w:tc>
      </w:tr>
      <w:tr w:rsidR="007F5C18" w:rsidTr="00147269">
        <w:tc>
          <w:tcPr>
            <w:tcW w:w="1617" w:type="dxa"/>
            <w:tcBorders>
              <w:top w:val="single" w:sz="4" w:space="0" w:color="auto"/>
              <w:left w:val="single" w:sz="4" w:space="0" w:color="auto"/>
              <w:right w:val="single" w:sz="4" w:space="0" w:color="auto"/>
            </w:tcBorders>
          </w:tcPr>
          <w:p w:rsidR="007F5C18" w:rsidRDefault="00F35BB4" w:rsidP="00147269">
            <w:pPr>
              <w:spacing w:line="300" w:lineRule="auto"/>
              <w:rPr>
                <w:sz w:val="21"/>
                <w:szCs w:val="21"/>
              </w:rPr>
            </w:pPr>
            <w:proofErr w:type="spellStart"/>
            <w:r w:rsidRPr="00F64F43">
              <w:rPr>
                <w:sz w:val="21"/>
                <w:szCs w:val="21"/>
              </w:rPr>
              <w:t>operationId</w:t>
            </w:r>
            <w:proofErr w:type="spellEnd"/>
          </w:p>
        </w:tc>
        <w:tc>
          <w:tcPr>
            <w:tcW w:w="7796" w:type="dxa"/>
            <w:tcBorders>
              <w:top w:val="single" w:sz="4" w:space="0" w:color="auto"/>
              <w:left w:val="single" w:sz="4" w:space="0" w:color="auto"/>
              <w:bottom w:val="single" w:sz="4" w:space="0" w:color="auto"/>
              <w:right w:val="single" w:sz="4" w:space="0" w:color="auto"/>
            </w:tcBorders>
          </w:tcPr>
          <w:p w:rsidR="007F5C18" w:rsidRDefault="007F5C18" w:rsidP="00F35BB4">
            <w:pPr>
              <w:spacing w:line="300" w:lineRule="auto"/>
              <w:rPr>
                <w:sz w:val="21"/>
                <w:szCs w:val="21"/>
              </w:rPr>
            </w:pPr>
            <w:r>
              <w:rPr>
                <w:rFonts w:hint="eastAsia"/>
                <w:sz w:val="16"/>
                <w:szCs w:val="16"/>
              </w:rPr>
              <w:t xml:space="preserve">The </w:t>
            </w:r>
            <w:r w:rsidR="00F35BB4" w:rsidRPr="00F35BB4">
              <w:rPr>
                <w:sz w:val="16"/>
                <w:szCs w:val="16"/>
              </w:rPr>
              <w:t>operation</w:t>
            </w:r>
            <w:r w:rsidR="00F35BB4">
              <w:rPr>
                <w:rFonts w:hint="eastAsia"/>
                <w:sz w:val="16"/>
                <w:szCs w:val="16"/>
              </w:rPr>
              <w:t xml:space="preserve"> </w:t>
            </w:r>
            <w:r>
              <w:rPr>
                <w:rFonts w:hint="eastAsia"/>
                <w:sz w:val="16"/>
                <w:szCs w:val="16"/>
              </w:rPr>
              <w:t>id.</w:t>
            </w:r>
          </w:p>
        </w:tc>
      </w:tr>
    </w:tbl>
    <w:p w:rsidR="007F5C18" w:rsidRPr="007F5C18" w:rsidRDefault="007F5C18" w:rsidP="008F4F4B">
      <w:pPr>
        <w:rPr>
          <w:sz w:val="21"/>
          <w:szCs w:val="21"/>
        </w:rPr>
      </w:pPr>
    </w:p>
    <w:p w:rsidR="00021D20" w:rsidRDefault="00021D20" w:rsidP="008F4F4B">
      <w:pPr>
        <w:spacing w:line="300" w:lineRule="auto"/>
        <w:rPr>
          <w:sz w:val="21"/>
          <w:szCs w:val="21"/>
        </w:rPr>
      </w:pPr>
      <w:r>
        <w:rPr>
          <w:rFonts w:hint="eastAsia"/>
          <w:sz w:val="21"/>
          <w:szCs w:val="21"/>
        </w:rPr>
        <w:t>{</w:t>
      </w:r>
    </w:p>
    <w:p w:rsidR="008F4F4B" w:rsidRPr="00F64F43" w:rsidRDefault="008F4F4B" w:rsidP="00021D20">
      <w:pPr>
        <w:spacing w:line="300" w:lineRule="auto"/>
        <w:ind w:firstLineChars="100" w:firstLine="210"/>
        <w:rPr>
          <w:sz w:val="21"/>
          <w:szCs w:val="21"/>
        </w:rPr>
      </w:pPr>
      <w:r w:rsidRPr="00F64F43">
        <w:rPr>
          <w:sz w:val="21"/>
          <w:szCs w:val="21"/>
        </w:rPr>
        <w:t>"</w:t>
      </w:r>
      <w:proofErr w:type="spellStart"/>
      <w:proofErr w:type="gramStart"/>
      <w:r w:rsidRPr="00F64F43">
        <w:rPr>
          <w:sz w:val="21"/>
          <w:szCs w:val="21"/>
        </w:rPr>
        <w:t>operationId</w:t>
      </w:r>
      <w:proofErr w:type="spellEnd"/>
      <w:proofErr w:type="gramEnd"/>
      <w:r w:rsidRPr="00F64F43">
        <w:rPr>
          <w:sz w:val="21"/>
          <w:szCs w:val="21"/>
        </w:rPr>
        <w:t xml:space="preserve">": </w:t>
      </w:r>
      <w:r w:rsidR="003F3A78" w:rsidRPr="00F64F43">
        <w:rPr>
          <w:sz w:val="21"/>
          <w:szCs w:val="21"/>
        </w:rPr>
        <w:t>"</w:t>
      </w:r>
      <w:r w:rsidRPr="00F64F43">
        <w:rPr>
          <w:sz w:val="21"/>
          <w:szCs w:val="21"/>
        </w:rPr>
        <w:t>e151059a-d924-4629-845f-264db19e50b3</w:t>
      </w:r>
      <w:r w:rsidR="003F3A78" w:rsidRPr="00F64F43">
        <w:rPr>
          <w:sz w:val="21"/>
          <w:szCs w:val="21"/>
        </w:rPr>
        <w:t>"</w:t>
      </w:r>
    </w:p>
    <w:p w:rsidR="0074398C" w:rsidRDefault="008F4F4B" w:rsidP="008F4F4B">
      <w:pPr>
        <w:spacing w:line="300" w:lineRule="auto"/>
        <w:rPr>
          <w:sz w:val="21"/>
          <w:szCs w:val="21"/>
        </w:rPr>
      </w:pPr>
      <w:r w:rsidRPr="00F64F43">
        <w:rPr>
          <w:sz w:val="21"/>
          <w:szCs w:val="21"/>
        </w:rPr>
        <w:t>}</w:t>
      </w:r>
    </w:p>
    <w:p w:rsidR="00E50157" w:rsidRPr="00E50157" w:rsidRDefault="00E50157" w:rsidP="00F45EF2">
      <w:pPr>
        <w:pStyle w:val="2"/>
      </w:pPr>
      <w:bookmarkStart w:id="17" w:name="_Toc491352398"/>
      <w:r w:rsidRPr="00E50157">
        <w:rPr>
          <w:rFonts w:hint="eastAsia"/>
        </w:rPr>
        <w:lastRenderedPageBreak/>
        <w:t xml:space="preserve">Query </w:t>
      </w:r>
      <w:r w:rsidR="00DE5D47">
        <w:rPr>
          <w:rFonts w:hint="eastAsia"/>
        </w:rPr>
        <w:t>E</w:t>
      </w:r>
      <w:r w:rsidR="00B659FB">
        <w:rPr>
          <w:rFonts w:hint="eastAsia"/>
        </w:rPr>
        <w:t>2</w:t>
      </w:r>
      <w:r w:rsidR="00DE5D47">
        <w:rPr>
          <w:rFonts w:hint="eastAsia"/>
        </w:rPr>
        <w:t>E</w:t>
      </w:r>
      <w:r w:rsidR="00B659FB">
        <w:rPr>
          <w:rFonts w:hint="eastAsia"/>
        </w:rPr>
        <w:t xml:space="preserve"> </w:t>
      </w:r>
      <w:r w:rsidRPr="00E50157">
        <w:rPr>
          <w:rFonts w:hint="eastAsia"/>
        </w:rPr>
        <w:t>service operation result</w:t>
      </w:r>
      <w:bookmarkEnd w:id="17"/>
    </w:p>
    <w:p w:rsidR="00E50157" w:rsidRDefault="00E50157" w:rsidP="00E50157">
      <w:pPr>
        <w:pStyle w:val="3"/>
      </w:pPr>
      <w:bookmarkStart w:id="18" w:name="_Toc491352399"/>
      <w:r>
        <w:rPr>
          <w:rFonts w:hint="eastAsia"/>
        </w:rPr>
        <w:t>Restful interface</w:t>
      </w:r>
      <w:bookmarkEnd w:id="18"/>
    </w:p>
    <w:tbl>
      <w:tblPr>
        <w:tblStyle w:val="afff8"/>
        <w:tblW w:w="0" w:type="auto"/>
        <w:tblLayout w:type="fixed"/>
        <w:tblLook w:val="04A0"/>
      </w:tblPr>
      <w:tblGrid>
        <w:gridCol w:w="957"/>
        <w:gridCol w:w="5621"/>
        <w:gridCol w:w="2862"/>
      </w:tblGrid>
      <w:tr w:rsidR="00E50157" w:rsidRPr="00243DB1" w:rsidTr="001771AD">
        <w:tc>
          <w:tcPr>
            <w:tcW w:w="957" w:type="dxa"/>
            <w:shd w:val="clear" w:color="auto" w:fill="D9D9D9" w:themeFill="background1" w:themeFillShade="D9"/>
          </w:tcPr>
          <w:p w:rsidR="00E50157" w:rsidRDefault="00E50157" w:rsidP="00013490">
            <w:pPr>
              <w:spacing w:line="300" w:lineRule="auto"/>
              <w:rPr>
                <w:sz w:val="21"/>
                <w:szCs w:val="21"/>
              </w:rPr>
            </w:pPr>
            <w:r>
              <w:rPr>
                <w:rFonts w:hint="eastAsia"/>
                <w:sz w:val="21"/>
                <w:szCs w:val="21"/>
              </w:rPr>
              <w:t>Operation type</w:t>
            </w:r>
          </w:p>
        </w:tc>
        <w:tc>
          <w:tcPr>
            <w:tcW w:w="5621" w:type="dxa"/>
            <w:shd w:val="clear" w:color="auto" w:fill="D9D9D9" w:themeFill="background1" w:themeFillShade="D9"/>
          </w:tcPr>
          <w:p w:rsidR="00E50157" w:rsidRDefault="00E50157" w:rsidP="00013490">
            <w:pPr>
              <w:spacing w:line="300" w:lineRule="auto"/>
              <w:rPr>
                <w:sz w:val="21"/>
                <w:szCs w:val="21"/>
              </w:rPr>
            </w:pPr>
            <w:r>
              <w:rPr>
                <w:rFonts w:hint="eastAsia"/>
                <w:sz w:val="21"/>
                <w:szCs w:val="21"/>
              </w:rPr>
              <w:t>URI</w:t>
            </w:r>
          </w:p>
        </w:tc>
        <w:tc>
          <w:tcPr>
            <w:tcW w:w="2862" w:type="dxa"/>
            <w:shd w:val="clear" w:color="auto" w:fill="D9D9D9" w:themeFill="background1" w:themeFillShade="D9"/>
          </w:tcPr>
          <w:p w:rsidR="00E50157" w:rsidRDefault="00E50157" w:rsidP="00013490">
            <w:pPr>
              <w:spacing w:line="300" w:lineRule="auto"/>
              <w:rPr>
                <w:sz w:val="21"/>
                <w:szCs w:val="21"/>
              </w:rPr>
            </w:pPr>
            <w:r>
              <w:rPr>
                <w:rFonts w:hint="eastAsia"/>
                <w:sz w:val="21"/>
                <w:szCs w:val="21"/>
              </w:rPr>
              <w:t>parameter</w:t>
            </w:r>
          </w:p>
        </w:tc>
      </w:tr>
      <w:tr w:rsidR="00E50157" w:rsidTr="001771AD">
        <w:tc>
          <w:tcPr>
            <w:tcW w:w="957" w:type="dxa"/>
          </w:tcPr>
          <w:p w:rsidR="00E50157" w:rsidRDefault="00E50157" w:rsidP="00013490">
            <w:pPr>
              <w:spacing w:line="300" w:lineRule="auto"/>
              <w:rPr>
                <w:sz w:val="21"/>
                <w:szCs w:val="21"/>
              </w:rPr>
            </w:pPr>
            <w:bookmarkStart w:id="19" w:name="_Hlk471738926"/>
            <w:r>
              <w:rPr>
                <w:rFonts w:hint="eastAsia"/>
                <w:sz w:val="21"/>
                <w:szCs w:val="21"/>
              </w:rPr>
              <w:t>get</w:t>
            </w:r>
          </w:p>
        </w:tc>
        <w:tc>
          <w:tcPr>
            <w:tcW w:w="5621" w:type="dxa"/>
          </w:tcPr>
          <w:p w:rsidR="00E50157" w:rsidRPr="00C46407" w:rsidRDefault="001771AD" w:rsidP="002842D8">
            <w:r w:rsidRPr="002A1CA3">
              <w:rPr>
                <w:sz w:val="21"/>
                <w:szCs w:val="21"/>
              </w:rPr>
              <w:t>{serverRoot}/</w:t>
            </w:r>
            <w:r w:rsidRPr="002A1CA3">
              <w:rPr>
                <w:rFonts w:hint="eastAsia"/>
                <w:sz w:val="21"/>
                <w:szCs w:val="21"/>
              </w:rPr>
              <w:t>e2eS</w:t>
            </w:r>
            <w:r w:rsidRPr="002A1CA3">
              <w:rPr>
                <w:sz w:val="21"/>
                <w:szCs w:val="21"/>
              </w:rPr>
              <w:t>erviceInstances</w:t>
            </w:r>
            <w:r>
              <w:rPr>
                <w:rFonts w:hint="eastAsia"/>
                <w:sz w:val="21"/>
                <w:szCs w:val="21"/>
              </w:rPr>
              <w:t>/v</w:t>
            </w:r>
            <w:r w:rsidR="002842D8">
              <w:rPr>
                <w:rFonts w:hint="eastAsia"/>
                <w:sz w:val="21"/>
                <w:szCs w:val="21"/>
              </w:rPr>
              <w:t>3</w:t>
            </w:r>
            <w:r w:rsidR="006659C9">
              <w:rPr>
                <w:rFonts w:hint="eastAsia"/>
                <w:sz w:val="21"/>
                <w:szCs w:val="21"/>
              </w:rPr>
              <w:t>/</w:t>
            </w:r>
            <w:r w:rsidR="00E50157">
              <w:t>{service</w:t>
            </w:r>
            <w:r w:rsidR="00E50157">
              <w:rPr>
                <w:rFonts w:hint="eastAsia"/>
              </w:rPr>
              <w:t>I</w:t>
            </w:r>
            <w:r w:rsidR="00E50157">
              <w:t>d}/operations/{operation</w:t>
            </w:r>
            <w:r w:rsidR="00E50157">
              <w:rPr>
                <w:rFonts w:hint="eastAsia"/>
              </w:rPr>
              <w:t>I</w:t>
            </w:r>
            <w:r w:rsidR="00E50157">
              <w:t>d}</w:t>
            </w:r>
          </w:p>
        </w:tc>
        <w:tc>
          <w:tcPr>
            <w:tcW w:w="2862" w:type="dxa"/>
          </w:tcPr>
          <w:p w:rsidR="00E50157" w:rsidRDefault="00E50157" w:rsidP="00013490">
            <w:pPr>
              <w:spacing w:line="300" w:lineRule="auto"/>
              <w:rPr>
                <w:sz w:val="21"/>
                <w:szCs w:val="21"/>
              </w:rPr>
            </w:pPr>
            <w:r>
              <w:rPr>
                <w:sz w:val="21"/>
                <w:szCs w:val="21"/>
              </w:rPr>
              <w:t>serviced</w:t>
            </w:r>
            <w:r>
              <w:rPr>
                <w:rFonts w:hint="eastAsia"/>
                <w:sz w:val="21"/>
                <w:szCs w:val="21"/>
              </w:rPr>
              <w:t xml:space="preserve">: </w:t>
            </w:r>
            <w:r w:rsidR="00707AF3">
              <w:rPr>
                <w:rFonts w:hint="eastAsia"/>
                <w:sz w:val="21"/>
                <w:szCs w:val="21"/>
              </w:rPr>
              <w:t>E</w:t>
            </w:r>
            <w:r w:rsidR="00EB01EC">
              <w:rPr>
                <w:rFonts w:hint="eastAsia"/>
                <w:sz w:val="21"/>
                <w:szCs w:val="21"/>
              </w:rPr>
              <w:t>2</w:t>
            </w:r>
            <w:r w:rsidR="00707AF3">
              <w:rPr>
                <w:rFonts w:hint="eastAsia"/>
                <w:sz w:val="21"/>
                <w:szCs w:val="21"/>
              </w:rPr>
              <w:t>E</w:t>
            </w:r>
            <w:r w:rsidR="00EB01EC">
              <w:rPr>
                <w:rFonts w:hint="eastAsia"/>
                <w:sz w:val="21"/>
                <w:szCs w:val="21"/>
              </w:rPr>
              <w:t xml:space="preserve"> </w:t>
            </w:r>
            <w:r>
              <w:rPr>
                <w:rFonts w:hint="eastAsia"/>
                <w:sz w:val="21"/>
                <w:szCs w:val="21"/>
              </w:rPr>
              <w:t xml:space="preserve">service </w:t>
            </w:r>
            <w:r>
              <w:rPr>
                <w:sz w:val="21"/>
                <w:szCs w:val="21"/>
              </w:rPr>
              <w:t>instance</w:t>
            </w:r>
            <w:r>
              <w:rPr>
                <w:rFonts w:hint="eastAsia"/>
                <w:sz w:val="21"/>
                <w:szCs w:val="21"/>
              </w:rPr>
              <w:t xml:space="preserve"> ID</w:t>
            </w:r>
          </w:p>
          <w:p w:rsidR="00E50157" w:rsidRDefault="00E50157" w:rsidP="00013490">
            <w:pPr>
              <w:spacing w:line="300" w:lineRule="auto"/>
              <w:rPr>
                <w:sz w:val="21"/>
                <w:szCs w:val="21"/>
              </w:rPr>
            </w:pPr>
            <w:proofErr w:type="spellStart"/>
            <w:r>
              <w:rPr>
                <w:rFonts w:hint="eastAsia"/>
                <w:sz w:val="21"/>
                <w:szCs w:val="21"/>
              </w:rPr>
              <w:t>operationId</w:t>
            </w:r>
            <w:proofErr w:type="spellEnd"/>
            <w:r>
              <w:rPr>
                <w:rFonts w:hint="eastAsia"/>
                <w:sz w:val="21"/>
                <w:szCs w:val="21"/>
              </w:rPr>
              <w:t>: operation ID</w:t>
            </w:r>
          </w:p>
        </w:tc>
      </w:tr>
      <w:bookmarkEnd w:id="19"/>
    </w:tbl>
    <w:p w:rsidR="00E50157" w:rsidRDefault="00E50157" w:rsidP="00E50157">
      <w:pPr>
        <w:rPr>
          <w:sz w:val="21"/>
          <w:szCs w:val="21"/>
        </w:rPr>
      </w:pPr>
    </w:p>
    <w:p w:rsidR="00E50157" w:rsidRPr="007B227A" w:rsidRDefault="00E50157" w:rsidP="00E50157">
      <w:pPr>
        <w:rPr>
          <w:sz w:val="21"/>
          <w:szCs w:val="21"/>
        </w:rPr>
      </w:pPr>
      <w:bookmarkStart w:id="20" w:name="OLE_LINK27"/>
      <w:bookmarkStart w:id="21" w:name="OLE_LINK28"/>
      <w:r>
        <w:rPr>
          <w:rFonts w:hint="eastAsia"/>
          <w:b/>
          <w:sz w:val="21"/>
          <w:szCs w:val="21"/>
        </w:rPr>
        <w:t>Request b</w:t>
      </w:r>
      <w:r w:rsidRPr="00841F77">
        <w:rPr>
          <w:rFonts w:hint="eastAsia"/>
          <w:b/>
          <w:sz w:val="21"/>
          <w:szCs w:val="21"/>
        </w:rPr>
        <w:t>ody</w:t>
      </w:r>
      <w:r>
        <w:rPr>
          <w:rFonts w:hint="eastAsia"/>
          <w:sz w:val="21"/>
          <w:szCs w:val="21"/>
        </w:rPr>
        <w:t>:</w:t>
      </w:r>
      <w:r w:rsidRPr="00D74527">
        <w:rPr>
          <w:rFonts w:hint="eastAsia"/>
          <w:sz w:val="21"/>
          <w:szCs w:val="21"/>
        </w:rPr>
        <w:t xml:space="preserve"> </w:t>
      </w:r>
      <w:r>
        <w:rPr>
          <w:rFonts w:hint="eastAsia"/>
          <w:sz w:val="21"/>
          <w:szCs w:val="21"/>
        </w:rPr>
        <w:t>none.</w:t>
      </w:r>
    </w:p>
    <w:p w:rsidR="00E50157" w:rsidRDefault="00E50157" w:rsidP="00E50157">
      <w:pPr>
        <w:rPr>
          <w:sz w:val="21"/>
          <w:szCs w:val="21"/>
        </w:rPr>
      </w:pPr>
      <w:r w:rsidRPr="00882E5C">
        <w:rPr>
          <w:rFonts w:hint="eastAsia"/>
          <w:b/>
          <w:sz w:val="21"/>
          <w:szCs w:val="21"/>
        </w:rPr>
        <w:t>Response body</w:t>
      </w:r>
      <w:r>
        <w:rPr>
          <w:rFonts w:hint="eastAsia"/>
          <w:sz w:val="21"/>
          <w:szCs w:val="21"/>
        </w:rPr>
        <w:t>：</w:t>
      </w:r>
    </w:p>
    <w:p w:rsidR="00E50157" w:rsidRDefault="00E50157" w:rsidP="00E50157">
      <w:bookmarkStart w:id="22" w:name="OLE_LINK23"/>
      <w:bookmarkEnd w:id="20"/>
      <w:bookmarkEnd w:id="21"/>
      <w:r>
        <w:t>{</w:t>
      </w:r>
    </w:p>
    <w:p w:rsidR="00E50157" w:rsidRDefault="00E50157" w:rsidP="00E50157">
      <w:r>
        <w:tab/>
        <w:t>"</w:t>
      </w:r>
      <w:proofErr w:type="gramStart"/>
      <w:r>
        <w:t>operation</w:t>
      </w:r>
      <w:proofErr w:type="gramEnd"/>
      <w:r>
        <w:t>": {</w:t>
      </w:r>
    </w:p>
    <w:p w:rsidR="00E50157" w:rsidRDefault="00E50157" w:rsidP="00E50157">
      <w:r>
        <w:tab/>
      </w:r>
      <w:r>
        <w:tab/>
        <w:t>"</w:t>
      </w:r>
      <w:proofErr w:type="spellStart"/>
      <w:proofErr w:type="gramStart"/>
      <w:r>
        <w:t>operationId</w:t>
      </w:r>
      <w:proofErr w:type="spellEnd"/>
      <w:proofErr w:type="gramEnd"/>
      <w:r>
        <w:t>": "XXXXXX",</w:t>
      </w:r>
    </w:p>
    <w:p w:rsidR="00E50157" w:rsidRDefault="00E50157" w:rsidP="00E50157">
      <w:r>
        <w:tab/>
      </w:r>
      <w:r>
        <w:tab/>
        <w:t>"</w:t>
      </w:r>
      <w:proofErr w:type="gramStart"/>
      <w:r>
        <w:t>operation</w:t>
      </w:r>
      <w:proofErr w:type="gramEnd"/>
      <w:r>
        <w:t>": "</w:t>
      </w:r>
      <w:proofErr w:type="spellStart"/>
      <w:r>
        <w:t>create|delete</w:t>
      </w:r>
      <w:proofErr w:type="spellEnd"/>
      <w:r>
        <w:t>",</w:t>
      </w:r>
    </w:p>
    <w:p w:rsidR="00E50157" w:rsidRDefault="00E50157" w:rsidP="00E50157">
      <w:r>
        <w:tab/>
      </w:r>
      <w:r>
        <w:tab/>
        <w:t>"</w:t>
      </w:r>
      <w:proofErr w:type="gramStart"/>
      <w:r>
        <w:t>result</w:t>
      </w:r>
      <w:proofErr w:type="gramEnd"/>
      <w:r>
        <w:t>": "</w:t>
      </w:r>
      <w:proofErr w:type="spellStart"/>
      <w:r>
        <w:t>finished|error|processing</w:t>
      </w:r>
      <w:proofErr w:type="spellEnd"/>
      <w:r>
        <w:t>",</w:t>
      </w:r>
    </w:p>
    <w:p w:rsidR="00E50157" w:rsidRDefault="00E50157" w:rsidP="00E50157">
      <w:r>
        <w:tab/>
      </w:r>
      <w:r>
        <w:tab/>
        <w:t>"reason": "",</w:t>
      </w:r>
    </w:p>
    <w:p w:rsidR="00E50157" w:rsidRDefault="00E50157" w:rsidP="00E50157">
      <w:r>
        <w:tab/>
      </w:r>
      <w:r>
        <w:tab/>
        <w:t>"</w:t>
      </w:r>
      <w:proofErr w:type="spellStart"/>
      <w:r>
        <w:t>userId</w:t>
      </w:r>
      <w:proofErr w:type="spellEnd"/>
      <w:r>
        <w:t>": "",</w:t>
      </w:r>
    </w:p>
    <w:p w:rsidR="00E50157" w:rsidRDefault="00E50157" w:rsidP="00E50157">
      <w:r>
        <w:tab/>
      </w:r>
      <w:r>
        <w:tab/>
        <w:t>"</w:t>
      </w:r>
      <w:proofErr w:type="spellStart"/>
      <w:proofErr w:type="gramStart"/>
      <w:r>
        <w:t>operationContent</w:t>
      </w:r>
      <w:proofErr w:type="spellEnd"/>
      <w:proofErr w:type="gramEnd"/>
      <w:r>
        <w:t>": "</w:t>
      </w:r>
      <w:r>
        <w:rPr>
          <w:rFonts w:hint="eastAsia"/>
        </w:rPr>
        <w:t>Be creating pop.</w:t>
      </w:r>
      <w:r>
        <w:t>",</w:t>
      </w:r>
    </w:p>
    <w:p w:rsidR="00E50157" w:rsidRDefault="00E50157" w:rsidP="00E50157">
      <w:r>
        <w:tab/>
      </w:r>
      <w:r>
        <w:tab/>
        <w:t>"</w:t>
      </w:r>
      <w:proofErr w:type="gramStart"/>
      <w:r>
        <w:t>progress</w:t>
      </w:r>
      <w:proofErr w:type="gramEnd"/>
      <w:r>
        <w:t>": 88,</w:t>
      </w:r>
    </w:p>
    <w:p w:rsidR="00E50157" w:rsidRDefault="00E50157" w:rsidP="00E50157">
      <w:r>
        <w:tab/>
      </w:r>
      <w:r>
        <w:tab/>
        <w:t>"</w:t>
      </w:r>
      <w:proofErr w:type="spellStart"/>
      <w:r>
        <w:t>operateAt</w:t>
      </w:r>
      <w:proofErr w:type="spellEnd"/>
      <w:r>
        <w:t>": "",</w:t>
      </w:r>
    </w:p>
    <w:p w:rsidR="00E50157" w:rsidRDefault="00E50157" w:rsidP="00E50157">
      <w:r>
        <w:tab/>
      </w:r>
      <w:r>
        <w:tab/>
        <w:t>"</w:t>
      </w:r>
      <w:proofErr w:type="spellStart"/>
      <w:r>
        <w:t>finishedAt</w:t>
      </w:r>
      <w:proofErr w:type="spellEnd"/>
      <w:r>
        <w:t>": ""</w:t>
      </w:r>
    </w:p>
    <w:p w:rsidR="00E50157" w:rsidRDefault="00E50157" w:rsidP="00E50157">
      <w:r>
        <w:tab/>
        <w:t>}</w:t>
      </w:r>
    </w:p>
    <w:p w:rsidR="00E50157" w:rsidRDefault="00E50157" w:rsidP="00E50157">
      <w:r>
        <w:t>}</w:t>
      </w:r>
    </w:p>
    <w:bookmarkEnd w:id="22"/>
    <w:p w:rsidR="00E50157" w:rsidRDefault="00E50157" w:rsidP="00E50157">
      <w:pPr>
        <w:spacing w:line="300" w:lineRule="auto"/>
        <w:rPr>
          <w:sz w:val="21"/>
          <w:szCs w:val="21"/>
        </w:rPr>
      </w:pPr>
      <w:r w:rsidRPr="00392094">
        <w:rPr>
          <w:rFonts w:hint="eastAsia"/>
          <w:b/>
          <w:sz w:val="21"/>
          <w:szCs w:val="21"/>
        </w:rPr>
        <w:t>Re</w:t>
      </w:r>
      <w:r>
        <w:rPr>
          <w:rFonts w:hint="eastAsia"/>
          <w:b/>
          <w:sz w:val="21"/>
          <w:szCs w:val="21"/>
        </w:rPr>
        <w:t>sponse</w:t>
      </w:r>
      <w:r w:rsidRPr="00392094">
        <w:rPr>
          <w:rFonts w:hint="eastAsia"/>
          <w:b/>
          <w:sz w:val="21"/>
          <w:szCs w:val="21"/>
        </w:rPr>
        <w:t xml:space="preserve"> parameters</w:t>
      </w:r>
      <w:r>
        <w:rPr>
          <w:rFonts w:hint="eastAsia"/>
          <w:sz w:val="21"/>
          <w:szCs w:val="21"/>
        </w:rPr>
        <w:t>：</w:t>
      </w:r>
    </w:p>
    <w:tbl>
      <w:tblPr>
        <w:tblStyle w:val="afff8"/>
        <w:tblW w:w="0" w:type="auto"/>
        <w:tblLook w:val="04A0"/>
      </w:tblPr>
      <w:tblGrid>
        <w:gridCol w:w="2034"/>
        <w:gridCol w:w="7298"/>
      </w:tblGrid>
      <w:tr w:rsidR="00E50157" w:rsidRPr="00C96D1C" w:rsidTr="00013490">
        <w:tc>
          <w:tcPr>
            <w:tcW w:w="2034" w:type="dxa"/>
            <w:shd w:val="clear" w:color="auto" w:fill="D9D9D9" w:themeFill="background1" w:themeFillShade="D9"/>
          </w:tcPr>
          <w:p w:rsidR="00E50157" w:rsidRDefault="00E50157" w:rsidP="00013490">
            <w:pPr>
              <w:spacing w:line="300" w:lineRule="auto"/>
              <w:rPr>
                <w:sz w:val="21"/>
                <w:szCs w:val="21"/>
              </w:rPr>
            </w:pPr>
            <w:r>
              <w:rPr>
                <w:rFonts w:hint="eastAsia"/>
                <w:sz w:val="21"/>
                <w:szCs w:val="21"/>
              </w:rPr>
              <w:t>name</w:t>
            </w:r>
          </w:p>
        </w:tc>
        <w:tc>
          <w:tcPr>
            <w:tcW w:w="7298" w:type="dxa"/>
            <w:shd w:val="clear" w:color="auto" w:fill="D9D9D9" w:themeFill="background1" w:themeFillShade="D9"/>
          </w:tcPr>
          <w:p w:rsidR="00E50157" w:rsidRDefault="00E50157" w:rsidP="00013490">
            <w:pPr>
              <w:spacing w:line="300" w:lineRule="auto"/>
              <w:rPr>
                <w:sz w:val="21"/>
                <w:szCs w:val="21"/>
              </w:rPr>
            </w:pPr>
            <w:r>
              <w:rPr>
                <w:rFonts w:hint="eastAsia"/>
                <w:sz w:val="21"/>
                <w:szCs w:val="21"/>
              </w:rPr>
              <w:t>remark</w:t>
            </w:r>
          </w:p>
        </w:tc>
      </w:tr>
      <w:tr w:rsidR="00E50157" w:rsidRPr="00C96D1C" w:rsidTr="00013490">
        <w:tc>
          <w:tcPr>
            <w:tcW w:w="2034" w:type="dxa"/>
          </w:tcPr>
          <w:p w:rsidR="00E50157" w:rsidRPr="00C96D1C" w:rsidRDefault="00E50157" w:rsidP="00013490">
            <w:pPr>
              <w:spacing w:line="300" w:lineRule="auto"/>
              <w:rPr>
                <w:sz w:val="21"/>
                <w:szCs w:val="21"/>
              </w:rPr>
            </w:pPr>
            <w:r>
              <w:t>operation</w:t>
            </w:r>
          </w:p>
        </w:tc>
        <w:tc>
          <w:tcPr>
            <w:tcW w:w="7298" w:type="dxa"/>
          </w:tcPr>
          <w:p w:rsidR="00E50157" w:rsidRPr="00C96D1C" w:rsidRDefault="00E50157" w:rsidP="00013490">
            <w:pPr>
              <w:spacing w:line="300" w:lineRule="auto"/>
              <w:rPr>
                <w:sz w:val="21"/>
                <w:szCs w:val="21"/>
              </w:rPr>
            </w:pPr>
            <w:r>
              <w:rPr>
                <w:rFonts w:hint="eastAsia"/>
                <w:sz w:val="21"/>
                <w:szCs w:val="21"/>
              </w:rPr>
              <w:t>Operation object identify.</w:t>
            </w:r>
          </w:p>
        </w:tc>
      </w:tr>
      <w:tr w:rsidR="00E50157" w:rsidRPr="00C96D1C" w:rsidTr="00013490">
        <w:tc>
          <w:tcPr>
            <w:tcW w:w="2034" w:type="dxa"/>
          </w:tcPr>
          <w:p w:rsidR="00E50157" w:rsidRDefault="00E50157" w:rsidP="00013490">
            <w:pPr>
              <w:spacing w:line="300" w:lineRule="auto"/>
              <w:rPr>
                <w:sz w:val="21"/>
                <w:szCs w:val="21"/>
              </w:rPr>
            </w:pPr>
            <w:proofErr w:type="spellStart"/>
            <w:r>
              <w:t>operationId</w:t>
            </w:r>
            <w:proofErr w:type="spellEnd"/>
          </w:p>
        </w:tc>
        <w:tc>
          <w:tcPr>
            <w:tcW w:w="7298" w:type="dxa"/>
          </w:tcPr>
          <w:p w:rsidR="00E50157" w:rsidRDefault="00E50157" w:rsidP="00013490">
            <w:pPr>
              <w:spacing w:line="300" w:lineRule="auto"/>
              <w:rPr>
                <w:sz w:val="21"/>
                <w:szCs w:val="21"/>
              </w:rPr>
            </w:pPr>
            <w:r>
              <w:rPr>
                <w:rFonts w:hint="eastAsia"/>
                <w:sz w:val="21"/>
                <w:szCs w:val="21"/>
              </w:rPr>
              <w:t>Operation ID.</w:t>
            </w:r>
          </w:p>
        </w:tc>
      </w:tr>
      <w:tr w:rsidR="00E50157" w:rsidRPr="00C96D1C" w:rsidTr="00013490">
        <w:tc>
          <w:tcPr>
            <w:tcW w:w="2034" w:type="dxa"/>
          </w:tcPr>
          <w:p w:rsidR="00E50157" w:rsidRDefault="00E50157" w:rsidP="00013490">
            <w:pPr>
              <w:spacing w:line="300" w:lineRule="auto"/>
              <w:rPr>
                <w:sz w:val="21"/>
                <w:szCs w:val="21"/>
              </w:rPr>
            </w:pPr>
            <w:r>
              <w:t>operation</w:t>
            </w:r>
          </w:p>
        </w:tc>
        <w:tc>
          <w:tcPr>
            <w:tcW w:w="7298" w:type="dxa"/>
          </w:tcPr>
          <w:p w:rsidR="00E50157" w:rsidRDefault="00E50157" w:rsidP="00013490">
            <w:pPr>
              <w:spacing w:line="300" w:lineRule="auto"/>
              <w:rPr>
                <w:sz w:val="21"/>
                <w:szCs w:val="21"/>
              </w:rPr>
            </w:pPr>
            <w:r>
              <w:rPr>
                <w:rFonts w:hint="eastAsia"/>
                <w:sz w:val="21"/>
                <w:szCs w:val="21"/>
              </w:rPr>
              <w:t xml:space="preserve">Operation type, </w:t>
            </w:r>
            <w:proofErr w:type="spellStart"/>
            <w:r>
              <w:rPr>
                <w:rFonts w:hint="eastAsia"/>
                <w:sz w:val="21"/>
                <w:szCs w:val="21"/>
              </w:rPr>
              <w:t>create|delete</w:t>
            </w:r>
            <w:proofErr w:type="spellEnd"/>
            <w:r>
              <w:rPr>
                <w:rFonts w:hint="eastAsia"/>
                <w:sz w:val="21"/>
                <w:szCs w:val="21"/>
              </w:rPr>
              <w:t>.</w:t>
            </w:r>
          </w:p>
        </w:tc>
      </w:tr>
      <w:tr w:rsidR="00E50157" w:rsidRPr="00C96D1C" w:rsidTr="00013490">
        <w:tc>
          <w:tcPr>
            <w:tcW w:w="2034" w:type="dxa"/>
          </w:tcPr>
          <w:p w:rsidR="00E50157" w:rsidRDefault="00E50157" w:rsidP="00013490">
            <w:pPr>
              <w:spacing w:line="300" w:lineRule="auto"/>
              <w:rPr>
                <w:sz w:val="21"/>
                <w:szCs w:val="21"/>
              </w:rPr>
            </w:pPr>
            <w:r>
              <w:t>result</w:t>
            </w:r>
          </w:p>
        </w:tc>
        <w:tc>
          <w:tcPr>
            <w:tcW w:w="7298" w:type="dxa"/>
          </w:tcPr>
          <w:p w:rsidR="00E50157" w:rsidRDefault="00E50157" w:rsidP="00013490">
            <w:pPr>
              <w:spacing w:line="300" w:lineRule="auto"/>
              <w:rPr>
                <w:sz w:val="21"/>
                <w:szCs w:val="21"/>
              </w:rPr>
            </w:pPr>
            <w:r>
              <w:rPr>
                <w:rFonts w:hint="eastAsia"/>
                <w:sz w:val="21"/>
                <w:szCs w:val="21"/>
              </w:rPr>
              <w:t>Operation result: finished, error, processing.</w:t>
            </w:r>
          </w:p>
        </w:tc>
      </w:tr>
      <w:tr w:rsidR="00E50157" w:rsidRPr="00C96D1C" w:rsidTr="00013490">
        <w:tc>
          <w:tcPr>
            <w:tcW w:w="2034" w:type="dxa"/>
          </w:tcPr>
          <w:p w:rsidR="00E50157" w:rsidRDefault="00E50157" w:rsidP="00013490">
            <w:pPr>
              <w:spacing w:line="300" w:lineRule="auto"/>
              <w:rPr>
                <w:sz w:val="21"/>
                <w:szCs w:val="21"/>
              </w:rPr>
            </w:pPr>
            <w:r>
              <w:t>reason</w:t>
            </w:r>
          </w:p>
        </w:tc>
        <w:tc>
          <w:tcPr>
            <w:tcW w:w="7298" w:type="dxa"/>
          </w:tcPr>
          <w:p w:rsidR="00E50157" w:rsidRDefault="00E50157" w:rsidP="00013490">
            <w:pPr>
              <w:spacing w:line="300" w:lineRule="auto"/>
              <w:rPr>
                <w:sz w:val="21"/>
                <w:szCs w:val="21"/>
              </w:rPr>
            </w:pPr>
            <w:r>
              <w:rPr>
                <w:rFonts w:hint="eastAsia"/>
                <w:sz w:val="21"/>
                <w:szCs w:val="21"/>
              </w:rPr>
              <w:t>If failing, need to write fail reason.</w:t>
            </w:r>
          </w:p>
        </w:tc>
      </w:tr>
      <w:tr w:rsidR="00E50157" w:rsidRPr="00C96D1C" w:rsidTr="00013490">
        <w:tc>
          <w:tcPr>
            <w:tcW w:w="2034" w:type="dxa"/>
          </w:tcPr>
          <w:p w:rsidR="00E50157" w:rsidRDefault="00E50157" w:rsidP="00013490">
            <w:pPr>
              <w:spacing w:line="300" w:lineRule="auto"/>
            </w:pPr>
            <w:proofErr w:type="spellStart"/>
            <w:r>
              <w:rPr>
                <w:rFonts w:hint="eastAsia"/>
              </w:rPr>
              <w:t>userId</w:t>
            </w:r>
            <w:proofErr w:type="spellEnd"/>
          </w:p>
        </w:tc>
        <w:tc>
          <w:tcPr>
            <w:tcW w:w="7298" w:type="dxa"/>
          </w:tcPr>
          <w:p w:rsidR="00E50157" w:rsidRDefault="00E50157" w:rsidP="00646CAE">
            <w:pPr>
              <w:spacing w:line="300" w:lineRule="auto"/>
              <w:rPr>
                <w:sz w:val="21"/>
                <w:szCs w:val="21"/>
              </w:rPr>
            </w:pPr>
            <w:r>
              <w:rPr>
                <w:rFonts w:hint="eastAsia"/>
                <w:sz w:val="21"/>
                <w:szCs w:val="21"/>
              </w:rPr>
              <w:t xml:space="preserve">Operation user ID. </w:t>
            </w:r>
          </w:p>
        </w:tc>
      </w:tr>
      <w:tr w:rsidR="00E50157" w:rsidTr="00013490">
        <w:tc>
          <w:tcPr>
            <w:tcW w:w="2034" w:type="dxa"/>
          </w:tcPr>
          <w:p w:rsidR="00E50157" w:rsidRDefault="00E50157" w:rsidP="00013490">
            <w:pPr>
              <w:spacing w:line="300" w:lineRule="auto"/>
              <w:rPr>
                <w:sz w:val="21"/>
                <w:szCs w:val="21"/>
              </w:rPr>
            </w:pPr>
            <w:proofErr w:type="spellStart"/>
            <w:r>
              <w:t>operation</w:t>
            </w:r>
            <w:r>
              <w:rPr>
                <w:rFonts w:hint="eastAsia"/>
              </w:rPr>
              <w:t>Content</w:t>
            </w:r>
            <w:proofErr w:type="spellEnd"/>
          </w:p>
        </w:tc>
        <w:tc>
          <w:tcPr>
            <w:tcW w:w="7298" w:type="dxa"/>
          </w:tcPr>
          <w:p w:rsidR="00E50157" w:rsidRDefault="00E50157" w:rsidP="00013490">
            <w:pPr>
              <w:spacing w:line="300" w:lineRule="auto"/>
              <w:rPr>
                <w:sz w:val="21"/>
                <w:szCs w:val="21"/>
              </w:rPr>
            </w:pPr>
            <w:r>
              <w:rPr>
                <w:rFonts w:hint="eastAsia"/>
                <w:sz w:val="21"/>
                <w:szCs w:val="21"/>
              </w:rPr>
              <w:t>The status detail of current operation which is being executing.</w:t>
            </w:r>
          </w:p>
        </w:tc>
      </w:tr>
      <w:tr w:rsidR="00E50157" w:rsidTr="00013490">
        <w:tc>
          <w:tcPr>
            <w:tcW w:w="2034" w:type="dxa"/>
          </w:tcPr>
          <w:p w:rsidR="00E50157" w:rsidRDefault="00E50157" w:rsidP="00013490">
            <w:pPr>
              <w:spacing w:line="300" w:lineRule="auto"/>
              <w:rPr>
                <w:sz w:val="21"/>
                <w:szCs w:val="21"/>
              </w:rPr>
            </w:pPr>
            <w:r>
              <w:t>progress</w:t>
            </w:r>
          </w:p>
        </w:tc>
        <w:tc>
          <w:tcPr>
            <w:tcW w:w="7298" w:type="dxa"/>
          </w:tcPr>
          <w:p w:rsidR="00E50157" w:rsidRDefault="00E50157" w:rsidP="00013490">
            <w:pPr>
              <w:spacing w:line="300" w:lineRule="auto"/>
              <w:rPr>
                <w:sz w:val="21"/>
                <w:szCs w:val="21"/>
              </w:rPr>
            </w:pPr>
            <w:r>
              <w:rPr>
                <w:rFonts w:hint="eastAsia"/>
                <w:sz w:val="21"/>
                <w:szCs w:val="21"/>
              </w:rPr>
              <w:t>Current operation progress.</w:t>
            </w:r>
          </w:p>
        </w:tc>
      </w:tr>
      <w:tr w:rsidR="00E50157" w:rsidTr="00013490">
        <w:tc>
          <w:tcPr>
            <w:tcW w:w="2034" w:type="dxa"/>
          </w:tcPr>
          <w:p w:rsidR="00E50157" w:rsidRDefault="00E50157" w:rsidP="00013490">
            <w:pPr>
              <w:spacing w:line="300" w:lineRule="auto"/>
              <w:rPr>
                <w:sz w:val="21"/>
                <w:szCs w:val="21"/>
              </w:rPr>
            </w:pPr>
            <w:proofErr w:type="spellStart"/>
            <w:r>
              <w:t>operateAt</w:t>
            </w:r>
            <w:proofErr w:type="spellEnd"/>
          </w:p>
        </w:tc>
        <w:tc>
          <w:tcPr>
            <w:tcW w:w="7298" w:type="dxa"/>
          </w:tcPr>
          <w:p w:rsidR="00E50157" w:rsidRDefault="00E50157" w:rsidP="00013490">
            <w:pPr>
              <w:spacing w:line="300" w:lineRule="auto"/>
              <w:rPr>
                <w:sz w:val="21"/>
                <w:szCs w:val="21"/>
              </w:rPr>
            </w:pPr>
            <w:r>
              <w:rPr>
                <w:sz w:val="21"/>
                <w:szCs w:val="21"/>
              </w:rPr>
              <w:t>T</w:t>
            </w:r>
            <w:r>
              <w:rPr>
                <w:rFonts w:hint="eastAsia"/>
                <w:sz w:val="21"/>
                <w:szCs w:val="21"/>
              </w:rPr>
              <w:t>ime that it starts to execute operation.</w:t>
            </w:r>
          </w:p>
        </w:tc>
      </w:tr>
      <w:tr w:rsidR="00E50157" w:rsidTr="00013490">
        <w:tc>
          <w:tcPr>
            <w:tcW w:w="2034" w:type="dxa"/>
          </w:tcPr>
          <w:p w:rsidR="00E50157" w:rsidRDefault="00E50157" w:rsidP="00013490">
            <w:pPr>
              <w:spacing w:line="300" w:lineRule="auto"/>
              <w:rPr>
                <w:sz w:val="21"/>
                <w:szCs w:val="21"/>
              </w:rPr>
            </w:pPr>
            <w:proofErr w:type="spellStart"/>
            <w:r>
              <w:lastRenderedPageBreak/>
              <w:t>finishedAt</w:t>
            </w:r>
            <w:proofErr w:type="spellEnd"/>
          </w:p>
        </w:tc>
        <w:tc>
          <w:tcPr>
            <w:tcW w:w="7298" w:type="dxa"/>
          </w:tcPr>
          <w:p w:rsidR="00E50157" w:rsidRDefault="00E50157" w:rsidP="00013490">
            <w:pPr>
              <w:spacing w:line="300" w:lineRule="auto"/>
              <w:rPr>
                <w:sz w:val="21"/>
                <w:szCs w:val="21"/>
              </w:rPr>
            </w:pPr>
            <w:r>
              <w:rPr>
                <w:sz w:val="21"/>
                <w:szCs w:val="21"/>
              </w:rPr>
              <w:t>T</w:t>
            </w:r>
            <w:r>
              <w:rPr>
                <w:rFonts w:hint="eastAsia"/>
                <w:sz w:val="21"/>
                <w:szCs w:val="21"/>
              </w:rPr>
              <w:t>ime that it finished executing operation.</w:t>
            </w:r>
          </w:p>
        </w:tc>
      </w:tr>
    </w:tbl>
    <w:p w:rsidR="00E50157" w:rsidRPr="00E50157" w:rsidRDefault="00E50157" w:rsidP="008F4F4B">
      <w:pPr>
        <w:spacing w:line="300" w:lineRule="auto"/>
        <w:rPr>
          <w:sz w:val="21"/>
          <w:szCs w:val="21"/>
        </w:rPr>
      </w:pPr>
    </w:p>
    <w:sectPr w:rsidR="00E50157" w:rsidRPr="00E50157" w:rsidSect="00640C28">
      <w:headerReference w:type="default" r:id="rId8"/>
      <w:footerReference w:type="default" r:id="rId9"/>
      <w:pgSz w:w="11900" w:h="16832"/>
      <w:pgMar w:top="1553" w:right="1440" w:bottom="1327" w:left="1134" w:header="648" w:footer="648"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0D47" w:rsidRDefault="00A50D47">
      <w:r>
        <w:separator/>
      </w:r>
    </w:p>
  </w:endnote>
  <w:endnote w:type="continuationSeparator" w:id="0">
    <w:p w:rsidR="00A50D47" w:rsidRDefault="00A50D4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88" w:type="dxa"/>
      <w:tblBorders>
        <w:top w:val="single" w:sz="4" w:space="0" w:color="auto"/>
      </w:tblBorders>
      <w:tblLayout w:type="fixed"/>
      <w:tblLook w:val="01E0"/>
    </w:tblPr>
    <w:tblGrid>
      <w:gridCol w:w="1384"/>
      <w:gridCol w:w="5824"/>
      <w:gridCol w:w="1980"/>
    </w:tblGrid>
    <w:tr w:rsidR="00BA6BEE">
      <w:tc>
        <w:tcPr>
          <w:tcW w:w="1384" w:type="dxa"/>
        </w:tcPr>
        <w:p w:rsidR="00BA6BEE" w:rsidRDefault="00836D63" w:rsidP="00352D09">
          <w:pPr>
            <w:pStyle w:val="ab"/>
            <w:ind w:firstLine="0"/>
          </w:pPr>
          <w:fldSimple w:instr=" DATE \@ &quot;yyyy-M-d&quot; ">
            <w:r w:rsidR="00DA30AE">
              <w:rPr>
                <w:noProof/>
              </w:rPr>
              <w:t>2017-10-23</w:t>
            </w:r>
          </w:fldSimple>
        </w:p>
      </w:tc>
      <w:tc>
        <w:tcPr>
          <w:tcW w:w="5824" w:type="dxa"/>
        </w:tcPr>
        <w:p w:rsidR="00BA6BEE" w:rsidRDefault="00BA6BEE" w:rsidP="00AE1153">
          <w:pPr>
            <w:pStyle w:val="ab"/>
            <w:jc w:val="center"/>
          </w:pPr>
        </w:p>
      </w:tc>
      <w:tc>
        <w:tcPr>
          <w:tcW w:w="1980" w:type="dxa"/>
        </w:tcPr>
        <w:p w:rsidR="00BA6BEE" w:rsidRDefault="00BA6BEE" w:rsidP="00B9509C">
          <w:pPr>
            <w:pStyle w:val="ab"/>
            <w:ind w:right="360"/>
            <w:jc w:val="right"/>
          </w:pPr>
        </w:p>
      </w:tc>
    </w:tr>
  </w:tbl>
  <w:p w:rsidR="00BA6BEE" w:rsidRDefault="00BA6BEE">
    <w:pPr>
      <w:pStyle w:val="af4"/>
      <w:tabs>
        <w:tab w:val="center" w:pos="4510"/>
        <w:tab w:val="right" w:pos="9020"/>
      </w:tabs>
    </w:pP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0D47" w:rsidRDefault="00A50D47">
      <w:r>
        <w:separator/>
      </w:r>
    </w:p>
  </w:footnote>
  <w:footnote w:type="continuationSeparator" w:id="0">
    <w:p w:rsidR="00A50D47" w:rsidRDefault="00A50D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86" w:type="pct"/>
      <w:tblBorders>
        <w:bottom w:val="single" w:sz="4" w:space="0" w:color="auto"/>
      </w:tblBorders>
      <w:tblCellMar>
        <w:left w:w="57" w:type="dxa"/>
        <w:right w:w="57" w:type="dxa"/>
      </w:tblCellMar>
      <w:tblLook w:val="0000"/>
    </w:tblPr>
    <w:tblGrid>
      <w:gridCol w:w="842"/>
      <w:gridCol w:w="5893"/>
      <w:gridCol w:w="2679"/>
    </w:tblGrid>
    <w:tr w:rsidR="00BA6BEE" w:rsidRPr="007C572A">
      <w:trPr>
        <w:cantSplit/>
        <w:trHeight w:hRule="exact" w:val="782"/>
      </w:trPr>
      <w:tc>
        <w:tcPr>
          <w:tcW w:w="447" w:type="pct"/>
        </w:tcPr>
        <w:p w:rsidR="00BA6BEE" w:rsidRPr="00782794" w:rsidRDefault="00BA6BEE" w:rsidP="008D0C8B">
          <w:pPr>
            <w:rPr>
              <w:rFonts w:ascii="Dotum" w:hAnsi="Dotum"/>
            </w:rPr>
          </w:pPr>
        </w:p>
      </w:tc>
      <w:tc>
        <w:tcPr>
          <w:tcW w:w="3130" w:type="pct"/>
          <w:vAlign w:val="bottom"/>
        </w:tcPr>
        <w:p w:rsidR="00BA6BEE" w:rsidRPr="004A1232" w:rsidRDefault="00BA6BEE" w:rsidP="00DD43AE">
          <w:pPr>
            <w:jc w:val="center"/>
            <w:textAlignment w:val="baseline"/>
            <w:rPr>
              <w:sz w:val="18"/>
            </w:rPr>
          </w:pPr>
          <w:r>
            <w:rPr>
              <w:rFonts w:hint="eastAsia"/>
              <w:sz w:val="18"/>
            </w:rPr>
            <w:t xml:space="preserve">SO </w:t>
          </w:r>
          <w:r w:rsidR="00DD43AE">
            <w:rPr>
              <w:rFonts w:hint="eastAsia"/>
              <w:sz w:val="18"/>
            </w:rPr>
            <w:t>API</w:t>
          </w:r>
          <w:r>
            <w:rPr>
              <w:rFonts w:hint="eastAsia"/>
              <w:sz w:val="18"/>
            </w:rPr>
            <w:t xml:space="preserve"> Specification</w:t>
          </w:r>
        </w:p>
      </w:tc>
      <w:tc>
        <w:tcPr>
          <w:tcW w:w="1423" w:type="pct"/>
          <w:vAlign w:val="bottom"/>
        </w:tcPr>
        <w:p w:rsidR="00BA6BEE" w:rsidRDefault="00BA6BEE">
          <w:pPr>
            <w:textAlignment w:val="baseline"/>
          </w:pPr>
        </w:p>
      </w:tc>
    </w:tr>
  </w:tbl>
  <w:p w:rsidR="00BA6BEE" w:rsidRPr="00607706" w:rsidRDefault="00BA6BEE" w:rsidP="007F076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10ADD64"/>
    <w:lvl w:ilvl="0">
      <w:start w:val="1"/>
      <w:numFmt w:val="bullet"/>
      <w:pStyle w:val="a"/>
      <w:lvlText w:val=""/>
      <w:lvlJc w:val="left"/>
      <w:pPr>
        <w:tabs>
          <w:tab w:val="num" w:pos="400"/>
        </w:tabs>
        <w:ind w:left="400" w:firstLine="0"/>
      </w:pPr>
      <w:rPr>
        <w:rFonts w:ascii="Wingdings" w:hAnsi="Wingdings" w:hint="default"/>
        <w:sz w:val="18"/>
        <w:szCs w:val="18"/>
      </w:rPr>
    </w:lvl>
  </w:abstractNum>
  <w:abstractNum w:abstractNumId="1">
    <w:nsid w:val="0346435F"/>
    <w:multiLevelType w:val="singleLevel"/>
    <w:tmpl w:val="CA60528C"/>
    <w:lvl w:ilvl="0">
      <w:start w:val="1"/>
      <w:numFmt w:val="decimal"/>
      <w:pStyle w:val="a0"/>
      <w:lvlText w:val="[%1]"/>
      <w:legacy w:legacy="1" w:legacySpace="0" w:legacyIndent="360"/>
      <w:lvlJc w:val="left"/>
      <w:pPr>
        <w:ind w:left="360" w:hanging="360"/>
      </w:pPr>
      <w:rPr>
        <w:rFonts w:ascii="Times New Roman" w:hAnsi="Times New Roman" w:cs="Times New Roman" w:hint="default"/>
      </w:rPr>
    </w:lvl>
  </w:abstractNum>
  <w:abstractNum w:abstractNumId="2">
    <w:nsid w:val="08606C0C"/>
    <w:multiLevelType w:val="singleLevel"/>
    <w:tmpl w:val="C980DB28"/>
    <w:lvl w:ilvl="0">
      <w:start w:val="1"/>
      <w:numFmt w:val="decimal"/>
      <w:pStyle w:val="tabledescription"/>
      <w:lvlText w:val="Table%1 "/>
      <w:lvlJc w:val="left"/>
      <w:pPr>
        <w:tabs>
          <w:tab w:val="num" w:pos="1077"/>
        </w:tabs>
        <w:ind w:left="0" w:firstLine="0"/>
      </w:pPr>
      <w:rPr>
        <w:rFonts w:ascii="Times New Roman" w:hAnsi="Times New Roman" w:hint="default"/>
      </w:rPr>
    </w:lvl>
  </w:abstractNum>
  <w:abstractNum w:abstractNumId="3">
    <w:nsid w:val="167B1BFE"/>
    <w:multiLevelType w:val="singleLevel"/>
    <w:tmpl w:val="31BC4A66"/>
    <w:lvl w:ilvl="0">
      <w:start w:val="1"/>
      <w:numFmt w:val="bullet"/>
      <w:pStyle w:val="itemlist"/>
      <w:lvlText w:val=""/>
      <w:lvlJc w:val="left"/>
      <w:pPr>
        <w:tabs>
          <w:tab w:val="num" w:pos="425"/>
        </w:tabs>
        <w:ind w:left="425" w:hanging="425"/>
      </w:pPr>
      <w:rPr>
        <w:rFonts w:ascii="Symbol" w:hAnsi="Symbol" w:hint="default"/>
      </w:rPr>
    </w:lvl>
  </w:abstractNum>
  <w:abstractNum w:abstractNumId="4">
    <w:nsid w:val="1AB66554"/>
    <w:multiLevelType w:val="singleLevel"/>
    <w:tmpl w:val="D4C06370"/>
    <w:lvl w:ilvl="0">
      <w:start w:val="1"/>
      <w:numFmt w:val="decimal"/>
      <w:pStyle w:val="a1"/>
      <w:lvlText w:val="图 %1"/>
      <w:lvlJc w:val="left"/>
      <w:pPr>
        <w:tabs>
          <w:tab w:val="num" w:pos="720"/>
        </w:tabs>
        <w:ind w:left="0" w:firstLine="0"/>
      </w:pPr>
      <w:rPr>
        <w:rFonts w:ascii="Times New Roman" w:hAnsi="Times New Roman" w:hint="default"/>
      </w:rPr>
    </w:lvl>
  </w:abstractNum>
  <w:abstractNum w:abstractNumId="5">
    <w:nsid w:val="2ADD0B2E"/>
    <w:multiLevelType w:val="hybridMultilevel"/>
    <w:tmpl w:val="54F00CBA"/>
    <w:lvl w:ilvl="0" w:tplc="C7581DE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14E374A"/>
    <w:multiLevelType w:val="singleLevel"/>
    <w:tmpl w:val="D242BC04"/>
    <w:lvl w:ilvl="0">
      <w:start w:val="1"/>
      <w:numFmt w:val="decimal"/>
      <w:pStyle w:val="referance"/>
      <w:lvlText w:val="[%1]"/>
      <w:legacy w:legacy="1" w:legacySpace="0" w:legacyIndent="360"/>
      <w:lvlJc w:val="left"/>
      <w:pPr>
        <w:ind w:left="360" w:hanging="360"/>
      </w:pPr>
      <w:rPr>
        <w:rFonts w:ascii="Times New Roman" w:hAnsi="Times New Roman" w:hint="default"/>
      </w:rPr>
    </w:lvl>
  </w:abstractNum>
  <w:abstractNum w:abstractNumId="7">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2"/>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3"/>
      <w:suff w:val="space"/>
      <w:lvlText w:val="表%9"/>
      <w:lvlJc w:val="center"/>
      <w:pPr>
        <w:ind w:left="0" w:firstLine="0"/>
      </w:pPr>
      <w:rPr>
        <w:rFonts w:ascii="Arial" w:eastAsia="黑体" w:hAnsi="Arial" w:hint="default"/>
        <w:b w:val="0"/>
        <w:i w:val="0"/>
        <w:sz w:val="18"/>
        <w:szCs w:val="18"/>
      </w:rPr>
    </w:lvl>
  </w:abstractNum>
  <w:abstractNum w:abstractNumId="8">
    <w:nsid w:val="4BB47E97"/>
    <w:multiLevelType w:val="singleLevel"/>
    <w:tmpl w:val="C8FC09B6"/>
    <w:lvl w:ilvl="0">
      <w:start w:val="1"/>
      <w:numFmt w:val="decimal"/>
      <w:pStyle w:val="a4"/>
      <w:lvlText w:val="表 %1 "/>
      <w:lvlJc w:val="left"/>
      <w:pPr>
        <w:tabs>
          <w:tab w:val="num" w:pos="720"/>
        </w:tabs>
        <w:ind w:left="0" w:firstLine="0"/>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abstractNum>
  <w:abstractNum w:abstractNumId="9">
    <w:nsid w:val="5CE22749"/>
    <w:multiLevelType w:val="hybridMultilevel"/>
    <w:tmpl w:val="315E6CBE"/>
    <w:lvl w:ilvl="0" w:tplc="326A7FC4">
      <w:start w:val="1"/>
      <w:numFmt w:val="decimal"/>
      <w:lvlText w:val="%1."/>
      <w:lvlJc w:val="left"/>
      <w:pPr>
        <w:ind w:left="1078" w:hanging="360"/>
      </w:pPr>
      <w:rPr>
        <w:rFonts w:ascii="宋体" w:eastAsia="宋体" w:hAnsi="宋体" w:cs="宋体"/>
      </w:rPr>
    </w:lvl>
    <w:lvl w:ilvl="1" w:tplc="04090019" w:tentative="1">
      <w:start w:val="1"/>
      <w:numFmt w:val="lowerLetter"/>
      <w:lvlText w:val="%2)"/>
      <w:lvlJc w:val="left"/>
      <w:pPr>
        <w:ind w:left="1558" w:hanging="420"/>
      </w:pPr>
    </w:lvl>
    <w:lvl w:ilvl="2" w:tplc="0409001B" w:tentative="1">
      <w:start w:val="1"/>
      <w:numFmt w:val="lowerRoman"/>
      <w:lvlText w:val="%3."/>
      <w:lvlJc w:val="right"/>
      <w:pPr>
        <w:ind w:left="1978" w:hanging="420"/>
      </w:pPr>
    </w:lvl>
    <w:lvl w:ilvl="3" w:tplc="0409000F" w:tentative="1">
      <w:start w:val="1"/>
      <w:numFmt w:val="decimal"/>
      <w:lvlText w:val="%4."/>
      <w:lvlJc w:val="left"/>
      <w:pPr>
        <w:ind w:left="2398" w:hanging="420"/>
      </w:pPr>
    </w:lvl>
    <w:lvl w:ilvl="4" w:tplc="04090019" w:tentative="1">
      <w:start w:val="1"/>
      <w:numFmt w:val="lowerLetter"/>
      <w:lvlText w:val="%5)"/>
      <w:lvlJc w:val="left"/>
      <w:pPr>
        <w:ind w:left="2818" w:hanging="420"/>
      </w:pPr>
    </w:lvl>
    <w:lvl w:ilvl="5" w:tplc="0409001B" w:tentative="1">
      <w:start w:val="1"/>
      <w:numFmt w:val="lowerRoman"/>
      <w:lvlText w:val="%6."/>
      <w:lvlJc w:val="right"/>
      <w:pPr>
        <w:ind w:left="3238" w:hanging="420"/>
      </w:pPr>
    </w:lvl>
    <w:lvl w:ilvl="6" w:tplc="0409000F" w:tentative="1">
      <w:start w:val="1"/>
      <w:numFmt w:val="decimal"/>
      <w:lvlText w:val="%7."/>
      <w:lvlJc w:val="left"/>
      <w:pPr>
        <w:ind w:left="3658" w:hanging="420"/>
      </w:pPr>
    </w:lvl>
    <w:lvl w:ilvl="7" w:tplc="04090019" w:tentative="1">
      <w:start w:val="1"/>
      <w:numFmt w:val="lowerLetter"/>
      <w:lvlText w:val="%8)"/>
      <w:lvlJc w:val="left"/>
      <w:pPr>
        <w:ind w:left="4078" w:hanging="420"/>
      </w:pPr>
    </w:lvl>
    <w:lvl w:ilvl="8" w:tplc="0409001B" w:tentative="1">
      <w:start w:val="1"/>
      <w:numFmt w:val="lowerRoman"/>
      <w:lvlText w:val="%9."/>
      <w:lvlJc w:val="right"/>
      <w:pPr>
        <w:ind w:left="4498" w:hanging="420"/>
      </w:pPr>
    </w:lvl>
  </w:abstractNum>
  <w:abstractNum w:abstractNumId="10">
    <w:nsid w:val="72347E6A"/>
    <w:multiLevelType w:val="multilevel"/>
    <w:tmpl w:val="3D92819C"/>
    <w:lvl w:ilvl="0">
      <w:start w:val="1"/>
      <w:numFmt w:val="decimal"/>
      <w:pStyle w:val="1"/>
      <w:lvlText w:val="%1"/>
      <w:lvlJc w:val="left"/>
      <w:pPr>
        <w:tabs>
          <w:tab w:val="num" w:pos="630"/>
        </w:tabs>
        <w:ind w:left="630" w:hanging="432"/>
      </w:pPr>
      <w:rPr>
        <w:rFonts w:hint="eastAsia"/>
      </w:rPr>
    </w:lvl>
    <w:lvl w:ilvl="1">
      <w:start w:val="1"/>
      <w:numFmt w:val="decimal"/>
      <w:pStyle w:val="2"/>
      <w:lvlText w:val="%1.%2"/>
      <w:lvlJc w:val="left"/>
      <w:pPr>
        <w:tabs>
          <w:tab w:val="num" w:pos="718"/>
        </w:tabs>
        <w:ind w:left="718" w:hanging="576"/>
      </w:pPr>
      <w:rPr>
        <w:rFonts w:hint="eastAsia"/>
      </w:rPr>
    </w:lvl>
    <w:lvl w:ilvl="2">
      <w:start w:val="1"/>
      <w:numFmt w:val="decimal"/>
      <w:pStyle w:val="3"/>
      <w:lvlText w:val="%1.%2.%3"/>
      <w:lvlJc w:val="left"/>
      <w:pPr>
        <w:tabs>
          <w:tab w:val="num" w:pos="862"/>
        </w:tabs>
        <w:ind w:left="862" w:hanging="720"/>
      </w:pPr>
      <w:rPr>
        <w:rFonts w:ascii="Times New Roman" w:hAnsi="Times New Roman" w:cs="Times New Roman" w:hint="default"/>
        <w:i w:val="0"/>
        <w:color w:val="auto"/>
      </w:rPr>
    </w:lvl>
    <w:lvl w:ilvl="3">
      <w:start w:val="1"/>
      <w:numFmt w:val="decimal"/>
      <w:pStyle w:val="4"/>
      <w:lvlText w:val="%4."/>
      <w:lvlJc w:val="left"/>
      <w:pPr>
        <w:tabs>
          <w:tab w:val="num" w:pos="765"/>
        </w:tabs>
        <w:ind w:left="1134" w:hanging="680"/>
      </w:pPr>
      <w:rPr>
        <w:rFonts w:hint="eastAsia"/>
      </w:rPr>
    </w:lvl>
    <w:lvl w:ilvl="4">
      <w:start w:val="1"/>
      <w:numFmt w:val="decimal"/>
      <w:pStyle w:val="5"/>
      <w:lvlText w:val="%5）"/>
      <w:lvlJc w:val="left"/>
      <w:pPr>
        <w:tabs>
          <w:tab w:val="num" w:pos="765"/>
        </w:tabs>
        <w:ind w:left="1134" w:hanging="680"/>
      </w:pPr>
      <w:rPr>
        <w:rFonts w:hint="eastAsia"/>
      </w:rPr>
    </w:lvl>
    <w:lvl w:ilvl="5">
      <w:start w:val="1"/>
      <w:numFmt w:val="lowerLetter"/>
      <w:pStyle w:val="6"/>
      <w:lvlText w:val="%6）"/>
      <w:lvlJc w:val="left"/>
      <w:pPr>
        <w:tabs>
          <w:tab w:val="num" w:pos="765"/>
        </w:tabs>
        <w:ind w:left="1134" w:hanging="680"/>
      </w:pPr>
      <w:rPr>
        <w:rFonts w:hint="eastAsia"/>
      </w:rPr>
    </w:lvl>
    <w:lvl w:ilvl="6">
      <w:start w:val="1"/>
      <w:numFmt w:val="lowerRoman"/>
      <w:pStyle w:val="7"/>
      <w:lvlText w:val="%7"/>
      <w:lvlJc w:val="left"/>
      <w:pPr>
        <w:tabs>
          <w:tab w:val="num" w:pos="765"/>
        </w:tabs>
        <w:ind w:left="1134" w:hanging="680"/>
      </w:pPr>
      <w:rPr>
        <w:rFonts w:hint="default"/>
      </w:rPr>
    </w:lvl>
    <w:lvl w:ilvl="7">
      <w:start w:val="1"/>
      <w:numFmt w:val="decimal"/>
      <w:lvlText w:val="%1.%2.%3.%4.%5.%6.%7.%8"/>
      <w:lvlJc w:val="left"/>
      <w:pPr>
        <w:tabs>
          <w:tab w:val="num" w:pos="1638"/>
        </w:tabs>
        <w:ind w:left="1638" w:hanging="1440"/>
      </w:pPr>
      <w:rPr>
        <w:rFonts w:hint="eastAsia"/>
      </w:rPr>
    </w:lvl>
    <w:lvl w:ilvl="8">
      <w:start w:val="1"/>
      <w:numFmt w:val="decimal"/>
      <w:lvlText w:val="%1.%2.%3.%4.%5.%6.%7.%8.%9"/>
      <w:lvlJc w:val="left"/>
      <w:pPr>
        <w:tabs>
          <w:tab w:val="num" w:pos="1782"/>
        </w:tabs>
        <w:ind w:left="1782" w:hanging="1584"/>
      </w:pPr>
      <w:rPr>
        <w:rFonts w:hint="eastAsia"/>
      </w:rPr>
    </w:lvl>
  </w:abstractNum>
  <w:abstractNum w:abstractNumId="11">
    <w:nsid w:val="77EB321A"/>
    <w:multiLevelType w:val="singleLevel"/>
    <w:tmpl w:val="ECC6E5C8"/>
    <w:lvl w:ilvl="0">
      <w:start w:val="1"/>
      <w:numFmt w:val="decimal"/>
      <w:pStyle w:val="figuredescription"/>
      <w:lvlText w:val="Figure %1 "/>
      <w:lvlJc w:val="left"/>
      <w:pPr>
        <w:tabs>
          <w:tab w:val="num" w:pos="1080"/>
        </w:tabs>
        <w:ind w:left="0" w:firstLine="0"/>
      </w:pPr>
      <w:rPr>
        <w:rFonts w:ascii="Times New Roman" w:hAnsi="Times New Roman" w:hint="default"/>
      </w:rPr>
    </w:lvl>
  </w:abstractNum>
  <w:abstractNum w:abstractNumId="12">
    <w:nsid w:val="7BA7062B"/>
    <w:multiLevelType w:val="singleLevel"/>
    <w:tmpl w:val="70F2591C"/>
    <w:lvl w:ilvl="0">
      <w:start w:val="1"/>
      <w:numFmt w:val="decimal"/>
      <w:pStyle w:val="footnotes"/>
      <w:lvlText w:val="%1"/>
      <w:legacy w:legacy="1" w:legacySpace="0" w:legacyIndent="144"/>
      <w:lvlJc w:val="left"/>
      <w:rPr>
        <w:rFonts w:ascii="Times New Roman" w:hAnsi="Times New Roman" w:hint="default"/>
        <w:sz w:val="18"/>
      </w:rPr>
    </w:lvl>
  </w:abstractNum>
  <w:num w:numId="1">
    <w:abstractNumId w:val="11"/>
  </w:num>
  <w:num w:numId="2">
    <w:abstractNumId w:val="12"/>
  </w:num>
  <w:num w:numId="3">
    <w:abstractNumId w:val="3"/>
  </w:num>
  <w:num w:numId="4">
    <w:abstractNumId w:val="6"/>
  </w:num>
  <w:num w:numId="5">
    <w:abstractNumId w:val="2"/>
  </w:num>
  <w:num w:numId="6">
    <w:abstractNumId w:val="8"/>
  </w:num>
  <w:num w:numId="7">
    <w:abstractNumId w:val="4"/>
  </w:num>
  <w:num w:numId="8">
    <w:abstractNumId w:val="1"/>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0"/>
  </w:num>
  <w:num w:numId="12">
    <w:abstractNumId w:val="9"/>
  </w:num>
  <w:num w:numId="13">
    <w:abstractNumId w:val="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0"/>
  </w:num>
  <w:num w:numId="17">
    <w:abstractNumId w:val="10"/>
  </w:num>
  <w:num w:numId="18">
    <w:abstractNumId w:val="10"/>
  </w:num>
  <w:num w:numId="19">
    <w:abstractNumId w:val="10"/>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bordersDoNotSurroundHeader/>
  <w:bordersDoNotSurroundFooter/>
  <w:proofState w:spelling="clean" w:grammar="clean"/>
  <w:attachedTemplate r:id="rId1"/>
  <w:stylePaneFormatFilter w:val="3F01"/>
  <w:defaultTabStop w:val="425"/>
  <w:hyphenationZone w:val="0"/>
  <w:doNotHyphenateCaps/>
  <w:drawingGridHorizontalSpacing w:val="120"/>
  <w:drawingGridVerticalSpacing w:val="104"/>
  <w:displayHorizontalDrawingGridEvery w:val="0"/>
  <w:displayVerticalDrawingGridEvery w:val="0"/>
  <w:doNotUseMarginsForDrawingGridOrigin/>
  <w:doNotShadeFormData/>
  <w:characterSpacingControl w:val="doNotCompress"/>
  <w:hdrShapeDefaults>
    <o:shapedefaults v:ext="edit" spidmax="143362"/>
  </w:hdrShapeDefaults>
  <w:footnotePr>
    <w:footnote w:id="-1"/>
    <w:footnote w:id="0"/>
  </w:footnotePr>
  <w:endnotePr>
    <w:endnote w:id="-1"/>
    <w:endnote w:id="0"/>
  </w:endnotePr>
  <w:compat>
    <w:useFELayout/>
  </w:compat>
  <w:rsids>
    <w:rsidRoot w:val="00607706"/>
    <w:rsid w:val="00000502"/>
    <w:rsid w:val="000007AB"/>
    <w:rsid w:val="00000BD5"/>
    <w:rsid w:val="0000103A"/>
    <w:rsid w:val="00001F49"/>
    <w:rsid w:val="00001FE7"/>
    <w:rsid w:val="000023A0"/>
    <w:rsid w:val="0000243B"/>
    <w:rsid w:val="00002BA1"/>
    <w:rsid w:val="0000403F"/>
    <w:rsid w:val="0000498F"/>
    <w:rsid w:val="00004E0A"/>
    <w:rsid w:val="00005B43"/>
    <w:rsid w:val="00005C3E"/>
    <w:rsid w:val="000063CB"/>
    <w:rsid w:val="00006BC6"/>
    <w:rsid w:val="000075B4"/>
    <w:rsid w:val="00007712"/>
    <w:rsid w:val="00007BA4"/>
    <w:rsid w:val="00007C12"/>
    <w:rsid w:val="00007DDC"/>
    <w:rsid w:val="00007FC2"/>
    <w:rsid w:val="00011A1D"/>
    <w:rsid w:val="00012450"/>
    <w:rsid w:val="000140F8"/>
    <w:rsid w:val="000145D9"/>
    <w:rsid w:val="00014873"/>
    <w:rsid w:val="000159CF"/>
    <w:rsid w:val="00015FC6"/>
    <w:rsid w:val="00016754"/>
    <w:rsid w:val="000176E9"/>
    <w:rsid w:val="00017CFB"/>
    <w:rsid w:val="000205A0"/>
    <w:rsid w:val="00020C8F"/>
    <w:rsid w:val="00021A73"/>
    <w:rsid w:val="00021A89"/>
    <w:rsid w:val="00021D20"/>
    <w:rsid w:val="00021F0A"/>
    <w:rsid w:val="00022434"/>
    <w:rsid w:val="000229FC"/>
    <w:rsid w:val="0002341C"/>
    <w:rsid w:val="00023C88"/>
    <w:rsid w:val="00024BF9"/>
    <w:rsid w:val="00024ECC"/>
    <w:rsid w:val="0002649A"/>
    <w:rsid w:val="000267B1"/>
    <w:rsid w:val="00026FAB"/>
    <w:rsid w:val="000273ED"/>
    <w:rsid w:val="000313E8"/>
    <w:rsid w:val="000316EE"/>
    <w:rsid w:val="0003191C"/>
    <w:rsid w:val="00031C6D"/>
    <w:rsid w:val="0003304C"/>
    <w:rsid w:val="000342DF"/>
    <w:rsid w:val="00034437"/>
    <w:rsid w:val="00034F89"/>
    <w:rsid w:val="000356CD"/>
    <w:rsid w:val="0003584B"/>
    <w:rsid w:val="00035A47"/>
    <w:rsid w:val="0003634A"/>
    <w:rsid w:val="0003653F"/>
    <w:rsid w:val="00036596"/>
    <w:rsid w:val="00036A27"/>
    <w:rsid w:val="00036CF5"/>
    <w:rsid w:val="00036FDF"/>
    <w:rsid w:val="000378F1"/>
    <w:rsid w:val="0004000B"/>
    <w:rsid w:val="00040F70"/>
    <w:rsid w:val="00040F7F"/>
    <w:rsid w:val="00041D4D"/>
    <w:rsid w:val="000427EB"/>
    <w:rsid w:val="000429A6"/>
    <w:rsid w:val="00042A51"/>
    <w:rsid w:val="00043458"/>
    <w:rsid w:val="000437E6"/>
    <w:rsid w:val="00043E3D"/>
    <w:rsid w:val="00044875"/>
    <w:rsid w:val="00044C76"/>
    <w:rsid w:val="00044E1F"/>
    <w:rsid w:val="00045991"/>
    <w:rsid w:val="00047654"/>
    <w:rsid w:val="00050238"/>
    <w:rsid w:val="00050B8C"/>
    <w:rsid w:val="00051AA7"/>
    <w:rsid w:val="00051DCD"/>
    <w:rsid w:val="00052160"/>
    <w:rsid w:val="000527CF"/>
    <w:rsid w:val="00052AE2"/>
    <w:rsid w:val="000531E5"/>
    <w:rsid w:val="00053ADD"/>
    <w:rsid w:val="0005412E"/>
    <w:rsid w:val="00054572"/>
    <w:rsid w:val="00055351"/>
    <w:rsid w:val="00055480"/>
    <w:rsid w:val="0005598B"/>
    <w:rsid w:val="00056058"/>
    <w:rsid w:val="00056179"/>
    <w:rsid w:val="00056989"/>
    <w:rsid w:val="00056C08"/>
    <w:rsid w:val="00056E63"/>
    <w:rsid w:val="000570F5"/>
    <w:rsid w:val="000571C9"/>
    <w:rsid w:val="0005758C"/>
    <w:rsid w:val="00060350"/>
    <w:rsid w:val="000619DE"/>
    <w:rsid w:val="0006267F"/>
    <w:rsid w:val="000634EA"/>
    <w:rsid w:val="00063A5A"/>
    <w:rsid w:val="00063B0F"/>
    <w:rsid w:val="000643B3"/>
    <w:rsid w:val="000647F0"/>
    <w:rsid w:val="000649C9"/>
    <w:rsid w:val="00064CF7"/>
    <w:rsid w:val="00065389"/>
    <w:rsid w:val="00065DA0"/>
    <w:rsid w:val="000668D0"/>
    <w:rsid w:val="00067401"/>
    <w:rsid w:val="00070038"/>
    <w:rsid w:val="000700C2"/>
    <w:rsid w:val="00070B6E"/>
    <w:rsid w:val="00070B78"/>
    <w:rsid w:val="00071074"/>
    <w:rsid w:val="000714B4"/>
    <w:rsid w:val="000721CB"/>
    <w:rsid w:val="00072814"/>
    <w:rsid w:val="00072B95"/>
    <w:rsid w:val="0007309C"/>
    <w:rsid w:val="00073AF3"/>
    <w:rsid w:val="0007520D"/>
    <w:rsid w:val="0007559F"/>
    <w:rsid w:val="00076C49"/>
    <w:rsid w:val="000771AB"/>
    <w:rsid w:val="00077B7F"/>
    <w:rsid w:val="00077E63"/>
    <w:rsid w:val="00080BA5"/>
    <w:rsid w:val="00080DFF"/>
    <w:rsid w:val="00081209"/>
    <w:rsid w:val="00081628"/>
    <w:rsid w:val="000819CF"/>
    <w:rsid w:val="00081E6A"/>
    <w:rsid w:val="00081FB6"/>
    <w:rsid w:val="00082156"/>
    <w:rsid w:val="0008216A"/>
    <w:rsid w:val="000832D0"/>
    <w:rsid w:val="00084729"/>
    <w:rsid w:val="00085C4F"/>
    <w:rsid w:val="00085EBB"/>
    <w:rsid w:val="00085ED3"/>
    <w:rsid w:val="00085FE6"/>
    <w:rsid w:val="00086AC0"/>
    <w:rsid w:val="0009031B"/>
    <w:rsid w:val="00090A63"/>
    <w:rsid w:val="00090B50"/>
    <w:rsid w:val="000915FF"/>
    <w:rsid w:val="00091839"/>
    <w:rsid w:val="000939BE"/>
    <w:rsid w:val="00094A17"/>
    <w:rsid w:val="00094F0D"/>
    <w:rsid w:val="00096BEA"/>
    <w:rsid w:val="00096DA9"/>
    <w:rsid w:val="00096DE1"/>
    <w:rsid w:val="00097780"/>
    <w:rsid w:val="000A1A41"/>
    <w:rsid w:val="000A235C"/>
    <w:rsid w:val="000A314B"/>
    <w:rsid w:val="000A314D"/>
    <w:rsid w:val="000A35AF"/>
    <w:rsid w:val="000A369D"/>
    <w:rsid w:val="000A39A9"/>
    <w:rsid w:val="000A4312"/>
    <w:rsid w:val="000A435C"/>
    <w:rsid w:val="000A44BA"/>
    <w:rsid w:val="000A4507"/>
    <w:rsid w:val="000A4E7A"/>
    <w:rsid w:val="000A4F0D"/>
    <w:rsid w:val="000A5015"/>
    <w:rsid w:val="000A5F9D"/>
    <w:rsid w:val="000A6363"/>
    <w:rsid w:val="000A648F"/>
    <w:rsid w:val="000A69AF"/>
    <w:rsid w:val="000A6D98"/>
    <w:rsid w:val="000A6EB4"/>
    <w:rsid w:val="000A731B"/>
    <w:rsid w:val="000A79FE"/>
    <w:rsid w:val="000B036F"/>
    <w:rsid w:val="000B0734"/>
    <w:rsid w:val="000B1C8E"/>
    <w:rsid w:val="000B20A5"/>
    <w:rsid w:val="000B285C"/>
    <w:rsid w:val="000B2FA8"/>
    <w:rsid w:val="000B33D1"/>
    <w:rsid w:val="000B3771"/>
    <w:rsid w:val="000B4226"/>
    <w:rsid w:val="000B4307"/>
    <w:rsid w:val="000B4D66"/>
    <w:rsid w:val="000B4DB6"/>
    <w:rsid w:val="000B542E"/>
    <w:rsid w:val="000B59A2"/>
    <w:rsid w:val="000B5BDD"/>
    <w:rsid w:val="000B6418"/>
    <w:rsid w:val="000B6834"/>
    <w:rsid w:val="000B6979"/>
    <w:rsid w:val="000B7296"/>
    <w:rsid w:val="000C0B0E"/>
    <w:rsid w:val="000C1996"/>
    <w:rsid w:val="000C1C51"/>
    <w:rsid w:val="000C21F3"/>
    <w:rsid w:val="000C25C2"/>
    <w:rsid w:val="000C2DA6"/>
    <w:rsid w:val="000C38DD"/>
    <w:rsid w:val="000C3C09"/>
    <w:rsid w:val="000C436E"/>
    <w:rsid w:val="000C48BE"/>
    <w:rsid w:val="000C5814"/>
    <w:rsid w:val="000C5C75"/>
    <w:rsid w:val="000C6D71"/>
    <w:rsid w:val="000C753B"/>
    <w:rsid w:val="000C7C38"/>
    <w:rsid w:val="000D0432"/>
    <w:rsid w:val="000D062E"/>
    <w:rsid w:val="000D0864"/>
    <w:rsid w:val="000D195F"/>
    <w:rsid w:val="000D2012"/>
    <w:rsid w:val="000D203D"/>
    <w:rsid w:val="000D257D"/>
    <w:rsid w:val="000D2D73"/>
    <w:rsid w:val="000D563E"/>
    <w:rsid w:val="000D569E"/>
    <w:rsid w:val="000D65C2"/>
    <w:rsid w:val="000D65E6"/>
    <w:rsid w:val="000D67DF"/>
    <w:rsid w:val="000D6FAC"/>
    <w:rsid w:val="000E0158"/>
    <w:rsid w:val="000E0491"/>
    <w:rsid w:val="000E0A2F"/>
    <w:rsid w:val="000E1351"/>
    <w:rsid w:val="000E2112"/>
    <w:rsid w:val="000E2240"/>
    <w:rsid w:val="000E2300"/>
    <w:rsid w:val="000E298E"/>
    <w:rsid w:val="000E2F95"/>
    <w:rsid w:val="000E3344"/>
    <w:rsid w:val="000E3850"/>
    <w:rsid w:val="000E3C7E"/>
    <w:rsid w:val="000E3CFB"/>
    <w:rsid w:val="000E4D93"/>
    <w:rsid w:val="000E4D9C"/>
    <w:rsid w:val="000E4FD5"/>
    <w:rsid w:val="000E59C2"/>
    <w:rsid w:val="000E5E9E"/>
    <w:rsid w:val="000E6478"/>
    <w:rsid w:val="000E66EA"/>
    <w:rsid w:val="000E6982"/>
    <w:rsid w:val="000E6E5D"/>
    <w:rsid w:val="000E7706"/>
    <w:rsid w:val="000E7C03"/>
    <w:rsid w:val="000F01B3"/>
    <w:rsid w:val="000F0F2B"/>
    <w:rsid w:val="000F276B"/>
    <w:rsid w:val="000F2A34"/>
    <w:rsid w:val="000F309C"/>
    <w:rsid w:val="000F3D5D"/>
    <w:rsid w:val="000F44F7"/>
    <w:rsid w:val="000F4765"/>
    <w:rsid w:val="000F6194"/>
    <w:rsid w:val="000F69A4"/>
    <w:rsid w:val="000F6BFC"/>
    <w:rsid w:val="000F6FB7"/>
    <w:rsid w:val="000F795A"/>
    <w:rsid w:val="000F7CCC"/>
    <w:rsid w:val="0010016B"/>
    <w:rsid w:val="0010042A"/>
    <w:rsid w:val="0010081B"/>
    <w:rsid w:val="00100DB5"/>
    <w:rsid w:val="00101869"/>
    <w:rsid w:val="00101AF8"/>
    <w:rsid w:val="00101E70"/>
    <w:rsid w:val="00102603"/>
    <w:rsid w:val="00103788"/>
    <w:rsid w:val="00103BA0"/>
    <w:rsid w:val="00103CF0"/>
    <w:rsid w:val="00105CD6"/>
    <w:rsid w:val="0010627A"/>
    <w:rsid w:val="00106643"/>
    <w:rsid w:val="00106F06"/>
    <w:rsid w:val="001073BB"/>
    <w:rsid w:val="00107999"/>
    <w:rsid w:val="001104CE"/>
    <w:rsid w:val="001112AF"/>
    <w:rsid w:val="001133BB"/>
    <w:rsid w:val="00113A2B"/>
    <w:rsid w:val="00113CD7"/>
    <w:rsid w:val="00113CE1"/>
    <w:rsid w:val="001141A4"/>
    <w:rsid w:val="0011514E"/>
    <w:rsid w:val="00115934"/>
    <w:rsid w:val="0011732D"/>
    <w:rsid w:val="00120797"/>
    <w:rsid w:val="00120EB0"/>
    <w:rsid w:val="00121EDD"/>
    <w:rsid w:val="00122B44"/>
    <w:rsid w:val="00122BA6"/>
    <w:rsid w:val="00123267"/>
    <w:rsid w:val="0012396B"/>
    <w:rsid w:val="0012456B"/>
    <w:rsid w:val="00124A07"/>
    <w:rsid w:val="00124B22"/>
    <w:rsid w:val="001251DA"/>
    <w:rsid w:val="00125E01"/>
    <w:rsid w:val="00125F0C"/>
    <w:rsid w:val="00125F54"/>
    <w:rsid w:val="00126488"/>
    <w:rsid w:val="00126814"/>
    <w:rsid w:val="00126C76"/>
    <w:rsid w:val="001274BD"/>
    <w:rsid w:val="00127EC5"/>
    <w:rsid w:val="001300D7"/>
    <w:rsid w:val="00131BAF"/>
    <w:rsid w:val="0013203C"/>
    <w:rsid w:val="00132288"/>
    <w:rsid w:val="0013244A"/>
    <w:rsid w:val="00132ED3"/>
    <w:rsid w:val="00134A66"/>
    <w:rsid w:val="00135070"/>
    <w:rsid w:val="0013614A"/>
    <w:rsid w:val="00136198"/>
    <w:rsid w:val="00136507"/>
    <w:rsid w:val="00136576"/>
    <w:rsid w:val="00137967"/>
    <w:rsid w:val="00137CEB"/>
    <w:rsid w:val="00137FD0"/>
    <w:rsid w:val="00140313"/>
    <w:rsid w:val="00140371"/>
    <w:rsid w:val="00140B3A"/>
    <w:rsid w:val="0014102B"/>
    <w:rsid w:val="001413AF"/>
    <w:rsid w:val="001417CD"/>
    <w:rsid w:val="001425F5"/>
    <w:rsid w:val="00142741"/>
    <w:rsid w:val="0014390C"/>
    <w:rsid w:val="001442E6"/>
    <w:rsid w:val="00146192"/>
    <w:rsid w:val="001461AE"/>
    <w:rsid w:val="00146750"/>
    <w:rsid w:val="00150355"/>
    <w:rsid w:val="001509E7"/>
    <w:rsid w:val="00150A01"/>
    <w:rsid w:val="0015150B"/>
    <w:rsid w:val="001525B9"/>
    <w:rsid w:val="00152FC3"/>
    <w:rsid w:val="0015327C"/>
    <w:rsid w:val="001537A3"/>
    <w:rsid w:val="00153AE8"/>
    <w:rsid w:val="00153B8F"/>
    <w:rsid w:val="0015486B"/>
    <w:rsid w:val="001551E7"/>
    <w:rsid w:val="0015524B"/>
    <w:rsid w:val="0015536F"/>
    <w:rsid w:val="0015575C"/>
    <w:rsid w:val="001558A9"/>
    <w:rsid w:val="00155AD5"/>
    <w:rsid w:val="001562F5"/>
    <w:rsid w:val="00156458"/>
    <w:rsid w:val="001572A0"/>
    <w:rsid w:val="001575C6"/>
    <w:rsid w:val="00160DA1"/>
    <w:rsid w:val="001614A9"/>
    <w:rsid w:val="00161A68"/>
    <w:rsid w:val="00161BF1"/>
    <w:rsid w:val="00162B04"/>
    <w:rsid w:val="00162D65"/>
    <w:rsid w:val="00163575"/>
    <w:rsid w:val="0016358E"/>
    <w:rsid w:val="0016448B"/>
    <w:rsid w:val="00164760"/>
    <w:rsid w:val="0016510A"/>
    <w:rsid w:val="001652AC"/>
    <w:rsid w:val="00167B47"/>
    <w:rsid w:val="00167E24"/>
    <w:rsid w:val="001702C9"/>
    <w:rsid w:val="00170461"/>
    <w:rsid w:val="00170975"/>
    <w:rsid w:val="00170D88"/>
    <w:rsid w:val="001710B5"/>
    <w:rsid w:val="001717AF"/>
    <w:rsid w:val="00172483"/>
    <w:rsid w:val="001724AD"/>
    <w:rsid w:val="001732A3"/>
    <w:rsid w:val="00173B70"/>
    <w:rsid w:val="00174831"/>
    <w:rsid w:val="001748C2"/>
    <w:rsid w:val="00175C16"/>
    <w:rsid w:val="00176067"/>
    <w:rsid w:val="001763E0"/>
    <w:rsid w:val="00176459"/>
    <w:rsid w:val="00176588"/>
    <w:rsid w:val="00176B35"/>
    <w:rsid w:val="00177118"/>
    <w:rsid w:val="001771AD"/>
    <w:rsid w:val="00177610"/>
    <w:rsid w:val="001778FD"/>
    <w:rsid w:val="00177E7A"/>
    <w:rsid w:val="00177EA6"/>
    <w:rsid w:val="00177F14"/>
    <w:rsid w:val="0018079A"/>
    <w:rsid w:val="001816AB"/>
    <w:rsid w:val="00182193"/>
    <w:rsid w:val="001830F1"/>
    <w:rsid w:val="00183658"/>
    <w:rsid w:val="0018377E"/>
    <w:rsid w:val="001837ED"/>
    <w:rsid w:val="00183E00"/>
    <w:rsid w:val="00183ECD"/>
    <w:rsid w:val="00184437"/>
    <w:rsid w:val="00184578"/>
    <w:rsid w:val="00184810"/>
    <w:rsid w:val="0018511B"/>
    <w:rsid w:val="00185B70"/>
    <w:rsid w:val="00186285"/>
    <w:rsid w:val="001864FD"/>
    <w:rsid w:val="00186B62"/>
    <w:rsid w:val="00186FBD"/>
    <w:rsid w:val="001876A7"/>
    <w:rsid w:val="001878A9"/>
    <w:rsid w:val="00187A7B"/>
    <w:rsid w:val="00187BF6"/>
    <w:rsid w:val="00190985"/>
    <w:rsid w:val="00190C59"/>
    <w:rsid w:val="00191111"/>
    <w:rsid w:val="00192078"/>
    <w:rsid w:val="00193F10"/>
    <w:rsid w:val="00194381"/>
    <w:rsid w:val="00194576"/>
    <w:rsid w:val="001947F1"/>
    <w:rsid w:val="001953FC"/>
    <w:rsid w:val="0019567F"/>
    <w:rsid w:val="00195B8D"/>
    <w:rsid w:val="001978ED"/>
    <w:rsid w:val="001A02EF"/>
    <w:rsid w:val="001A0B1D"/>
    <w:rsid w:val="001A0EB3"/>
    <w:rsid w:val="001A0F5F"/>
    <w:rsid w:val="001A144A"/>
    <w:rsid w:val="001A176E"/>
    <w:rsid w:val="001A1E4A"/>
    <w:rsid w:val="001A24E3"/>
    <w:rsid w:val="001A33C1"/>
    <w:rsid w:val="001A3671"/>
    <w:rsid w:val="001A38CB"/>
    <w:rsid w:val="001A41BE"/>
    <w:rsid w:val="001A6120"/>
    <w:rsid w:val="001A6AF8"/>
    <w:rsid w:val="001A6DB4"/>
    <w:rsid w:val="001A6F79"/>
    <w:rsid w:val="001A77F4"/>
    <w:rsid w:val="001B0FD4"/>
    <w:rsid w:val="001B134B"/>
    <w:rsid w:val="001B25BB"/>
    <w:rsid w:val="001B2CBA"/>
    <w:rsid w:val="001B32B8"/>
    <w:rsid w:val="001B3C27"/>
    <w:rsid w:val="001B42E1"/>
    <w:rsid w:val="001B45A2"/>
    <w:rsid w:val="001B4C2C"/>
    <w:rsid w:val="001B4FC9"/>
    <w:rsid w:val="001B580F"/>
    <w:rsid w:val="001B6262"/>
    <w:rsid w:val="001B6D19"/>
    <w:rsid w:val="001B7360"/>
    <w:rsid w:val="001B7C75"/>
    <w:rsid w:val="001C043B"/>
    <w:rsid w:val="001C0534"/>
    <w:rsid w:val="001C0E05"/>
    <w:rsid w:val="001C147D"/>
    <w:rsid w:val="001C1686"/>
    <w:rsid w:val="001C1EFB"/>
    <w:rsid w:val="001C23FB"/>
    <w:rsid w:val="001C293D"/>
    <w:rsid w:val="001C41F7"/>
    <w:rsid w:val="001C4BF6"/>
    <w:rsid w:val="001C69E1"/>
    <w:rsid w:val="001C6BB6"/>
    <w:rsid w:val="001C78D6"/>
    <w:rsid w:val="001C7FE2"/>
    <w:rsid w:val="001D053A"/>
    <w:rsid w:val="001D0D3E"/>
    <w:rsid w:val="001D1E8F"/>
    <w:rsid w:val="001D20A4"/>
    <w:rsid w:val="001D2C58"/>
    <w:rsid w:val="001D30F9"/>
    <w:rsid w:val="001D311F"/>
    <w:rsid w:val="001D34BF"/>
    <w:rsid w:val="001D4D8B"/>
    <w:rsid w:val="001D56C1"/>
    <w:rsid w:val="001D5D21"/>
    <w:rsid w:val="001D65DE"/>
    <w:rsid w:val="001D6864"/>
    <w:rsid w:val="001D68D4"/>
    <w:rsid w:val="001D6989"/>
    <w:rsid w:val="001D6D6D"/>
    <w:rsid w:val="001D7294"/>
    <w:rsid w:val="001D764E"/>
    <w:rsid w:val="001E031D"/>
    <w:rsid w:val="001E0940"/>
    <w:rsid w:val="001E0D1E"/>
    <w:rsid w:val="001E12E1"/>
    <w:rsid w:val="001E13E2"/>
    <w:rsid w:val="001E19CB"/>
    <w:rsid w:val="001E1BAB"/>
    <w:rsid w:val="001E1ED4"/>
    <w:rsid w:val="001E351A"/>
    <w:rsid w:val="001E4249"/>
    <w:rsid w:val="001E4608"/>
    <w:rsid w:val="001E4EA8"/>
    <w:rsid w:val="001E57B6"/>
    <w:rsid w:val="001E5E73"/>
    <w:rsid w:val="001E633C"/>
    <w:rsid w:val="001E6E53"/>
    <w:rsid w:val="001F0047"/>
    <w:rsid w:val="001F098A"/>
    <w:rsid w:val="001F0B6E"/>
    <w:rsid w:val="001F0E27"/>
    <w:rsid w:val="001F1E1D"/>
    <w:rsid w:val="001F2EC7"/>
    <w:rsid w:val="001F4165"/>
    <w:rsid w:val="001F46E4"/>
    <w:rsid w:val="001F49FC"/>
    <w:rsid w:val="001F5090"/>
    <w:rsid w:val="001F53F0"/>
    <w:rsid w:val="001F5F86"/>
    <w:rsid w:val="001F68A0"/>
    <w:rsid w:val="001F6B33"/>
    <w:rsid w:val="001F731D"/>
    <w:rsid w:val="001F7D6A"/>
    <w:rsid w:val="0020023C"/>
    <w:rsid w:val="00200278"/>
    <w:rsid w:val="0020043D"/>
    <w:rsid w:val="00200D5B"/>
    <w:rsid w:val="00200E75"/>
    <w:rsid w:val="0020140E"/>
    <w:rsid w:val="00201694"/>
    <w:rsid w:val="00201A77"/>
    <w:rsid w:val="00201E81"/>
    <w:rsid w:val="00201F75"/>
    <w:rsid w:val="00202359"/>
    <w:rsid w:val="002023BF"/>
    <w:rsid w:val="0020260F"/>
    <w:rsid w:val="00202FCC"/>
    <w:rsid w:val="002030DF"/>
    <w:rsid w:val="00203363"/>
    <w:rsid w:val="00204A50"/>
    <w:rsid w:val="00205C92"/>
    <w:rsid w:val="00205D54"/>
    <w:rsid w:val="00205E78"/>
    <w:rsid w:val="0020689A"/>
    <w:rsid w:val="002079F6"/>
    <w:rsid w:val="002114B1"/>
    <w:rsid w:val="00211959"/>
    <w:rsid w:val="00211DA7"/>
    <w:rsid w:val="00211DA8"/>
    <w:rsid w:val="00211E65"/>
    <w:rsid w:val="0021228E"/>
    <w:rsid w:val="002122AD"/>
    <w:rsid w:val="00213071"/>
    <w:rsid w:val="002131FE"/>
    <w:rsid w:val="0021339D"/>
    <w:rsid w:val="002134FE"/>
    <w:rsid w:val="00213D1A"/>
    <w:rsid w:val="002153C5"/>
    <w:rsid w:val="00215872"/>
    <w:rsid w:val="002161C0"/>
    <w:rsid w:val="002167B6"/>
    <w:rsid w:val="00216965"/>
    <w:rsid w:val="00216BE6"/>
    <w:rsid w:val="00216D87"/>
    <w:rsid w:val="00217A8E"/>
    <w:rsid w:val="00220272"/>
    <w:rsid w:val="002208FA"/>
    <w:rsid w:val="00221E1D"/>
    <w:rsid w:val="00222093"/>
    <w:rsid w:val="00222B57"/>
    <w:rsid w:val="00222E2F"/>
    <w:rsid w:val="00223716"/>
    <w:rsid w:val="00223876"/>
    <w:rsid w:val="00224204"/>
    <w:rsid w:val="00224CCE"/>
    <w:rsid w:val="00224E05"/>
    <w:rsid w:val="00224FB2"/>
    <w:rsid w:val="00225C88"/>
    <w:rsid w:val="00225E85"/>
    <w:rsid w:val="002261B9"/>
    <w:rsid w:val="00226A8E"/>
    <w:rsid w:val="0022712B"/>
    <w:rsid w:val="00227789"/>
    <w:rsid w:val="00227FE7"/>
    <w:rsid w:val="00230013"/>
    <w:rsid w:val="002300F7"/>
    <w:rsid w:val="002309EB"/>
    <w:rsid w:val="00232F9B"/>
    <w:rsid w:val="002335DB"/>
    <w:rsid w:val="00233E42"/>
    <w:rsid w:val="00233FE8"/>
    <w:rsid w:val="0023467B"/>
    <w:rsid w:val="00234CA1"/>
    <w:rsid w:val="00235C6C"/>
    <w:rsid w:val="0023717C"/>
    <w:rsid w:val="0023733A"/>
    <w:rsid w:val="00237DF8"/>
    <w:rsid w:val="0024029F"/>
    <w:rsid w:val="0024108D"/>
    <w:rsid w:val="002411D0"/>
    <w:rsid w:val="00241D61"/>
    <w:rsid w:val="00243942"/>
    <w:rsid w:val="00243B26"/>
    <w:rsid w:val="00243DB1"/>
    <w:rsid w:val="00243E4F"/>
    <w:rsid w:val="00243F1F"/>
    <w:rsid w:val="00244719"/>
    <w:rsid w:val="00244B81"/>
    <w:rsid w:val="00245180"/>
    <w:rsid w:val="0024589E"/>
    <w:rsid w:val="00245E69"/>
    <w:rsid w:val="002461EC"/>
    <w:rsid w:val="002465FA"/>
    <w:rsid w:val="002467C4"/>
    <w:rsid w:val="002469CD"/>
    <w:rsid w:val="00246EAC"/>
    <w:rsid w:val="002504D0"/>
    <w:rsid w:val="00250CAD"/>
    <w:rsid w:val="0025193A"/>
    <w:rsid w:val="00251D34"/>
    <w:rsid w:val="00252071"/>
    <w:rsid w:val="00252534"/>
    <w:rsid w:val="00252759"/>
    <w:rsid w:val="002528AF"/>
    <w:rsid w:val="002530B0"/>
    <w:rsid w:val="0025419E"/>
    <w:rsid w:val="00254B1C"/>
    <w:rsid w:val="002552C3"/>
    <w:rsid w:val="002559B7"/>
    <w:rsid w:val="002559E0"/>
    <w:rsid w:val="00256979"/>
    <w:rsid w:val="00257074"/>
    <w:rsid w:val="00257128"/>
    <w:rsid w:val="00257A4A"/>
    <w:rsid w:val="00260883"/>
    <w:rsid w:val="002608CA"/>
    <w:rsid w:val="002609DF"/>
    <w:rsid w:val="00260C84"/>
    <w:rsid w:val="00261744"/>
    <w:rsid w:val="00261E2F"/>
    <w:rsid w:val="002621CF"/>
    <w:rsid w:val="00262300"/>
    <w:rsid w:val="00262A72"/>
    <w:rsid w:val="00262D24"/>
    <w:rsid w:val="002635B7"/>
    <w:rsid w:val="002635E8"/>
    <w:rsid w:val="00263CEF"/>
    <w:rsid w:val="00263E5C"/>
    <w:rsid w:val="00265142"/>
    <w:rsid w:val="00265167"/>
    <w:rsid w:val="0026542E"/>
    <w:rsid w:val="00265485"/>
    <w:rsid w:val="0026564C"/>
    <w:rsid w:val="002662C2"/>
    <w:rsid w:val="0026637D"/>
    <w:rsid w:val="0026743F"/>
    <w:rsid w:val="0027206D"/>
    <w:rsid w:val="0027289A"/>
    <w:rsid w:val="00273183"/>
    <w:rsid w:val="002736B1"/>
    <w:rsid w:val="002737B6"/>
    <w:rsid w:val="002742B5"/>
    <w:rsid w:val="002743BD"/>
    <w:rsid w:val="00275346"/>
    <w:rsid w:val="00275D79"/>
    <w:rsid w:val="00275E57"/>
    <w:rsid w:val="00275EBF"/>
    <w:rsid w:val="00276868"/>
    <w:rsid w:val="00276B47"/>
    <w:rsid w:val="00277339"/>
    <w:rsid w:val="00277871"/>
    <w:rsid w:val="00280A8A"/>
    <w:rsid w:val="00280FE0"/>
    <w:rsid w:val="002818A9"/>
    <w:rsid w:val="00281E68"/>
    <w:rsid w:val="00282CEE"/>
    <w:rsid w:val="00283804"/>
    <w:rsid w:val="00283B57"/>
    <w:rsid w:val="002842D8"/>
    <w:rsid w:val="00284314"/>
    <w:rsid w:val="00284383"/>
    <w:rsid w:val="002847A4"/>
    <w:rsid w:val="00285158"/>
    <w:rsid w:val="002851DB"/>
    <w:rsid w:val="002855C1"/>
    <w:rsid w:val="002856E8"/>
    <w:rsid w:val="00286FBC"/>
    <w:rsid w:val="002872EE"/>
    <w:rsid w:val="0028737A"/>
    <w:rsid w:val="00287E15"/>
    <w:rsid w:val="0029047F"/>
    <w:rsid w:val="00290659"/>
    <w:rsid w:val="002910C4"/>
    <w:rsid w:val="00291287"/>
    <w:rsid w:val="00291905"/>
    <w:rsid w:val="00292C43"/>
    <w:rsid w:val="00293458"/>
    <w:rsid w:val="0029371D"/>
    <w:rsid w:val="00293AB1"/>
    <w:rsid w:val="00293E83"/>
    <w:rsid w:val="00295348"/>
    <w:rsid w:val="00295A9D"/>
    <w:rsid w:val="00296D78"/>
    <w:rsid w:val="0029735B"/>
    <w:rsid w:val="002976CE"/>
    <w:rsid w:val="002A1602"/>
    <w:rsid w:val="002A1CA3"/>
    <w:rsid w:val="002A1F1E"/>
    <w:rsid w:val="002A20C8"/>
    <w:rsid w:val="002A23B4"/>
    <w:rsid w:val="002A3CEA"/>
    <w:rsid w:val="002A4745"/>
    <w:rsid w:val="002A49D5"/>
    <w:rsid w:val="002A4A7A"/>
    <w:rsid w:val="002A55AA"/>
    <w:rsid w:val="002A5889"/>
    <w:rsid w:val="002A58F4"/>
    <w:rsid w:val="002A5E62"/>
    <w:rsid w:val="002A6019"/>
    <w:rsid w:val="002A67FF"/>
    <w:rsid w:val="002A6EB2"/>
    <w:rsid w:val="002A70AF"/>
    <w:rsid w:val="002A7A23"/>
    <w:rsid w:val="002B0E3B"/>
    <w:rsid w:val="002B0F5D"/>
    <w:rsid w:val="002B1425"/>
    <w:rsid w:val="002B1606"/>
    <w:rsid w:val="002B1FEF"/>
    <w:rsid w:val="002B2467"/>
    <w:rsid w:val="002B34B3"/>
    <w:rsid w:val="002B3671"/>
    <w:rsid w:val="002B36C3"/>
    <w:rsid w:val="002B3CD7"/>
    <w:rsid w:val="002B3E3C"/>
    <w:rsid w:val="002B4907"/>
    <w:rsid w:val="002B52A5"/>
    <w:rsid w:val="002B568E"/>
    <w:rsid w:val="002B5E66"/>
    <w:rsid w:val="002B6B9E"/>
    <w:rsid w:val="002B741A"/>
    <w:rsid w:val="002B7575"/>
    <w:rsid w:val="002B7724"/>
    <w:rsid w:val="002B7905"/>
    <w:rsid w:val="002B7CB3"/>
    <w:rsid w:val="002B7F67"/>
    <w:rsid w:val="002C0094"/>
    <w:rsid w:val="002C0759"/>
    <w:rsid w:val="002C14E3"/>
    <w:rsid w:val="002C1B17"/>
    <w:rsid w:val="002C1F74"/>
    <w:rsid w:val="002C2423"/>
    <w:rsid w:val="002C2CC5"/>
    <w:rsid w:val="002C3358"/>
    <w:rsid w:val="002C3652"/>
    <w:rsid w:val="002C42B1"/>
    <w:rsid w:val="002C4553"/>
    <w:rsid w:val="002C5364"/>
    <w:rsid w:val="002C55CB"/>
    <w:rsid w:val="002C5E40"/>
    <w:rsid w:val="002C64DD"/>
    <w:rsid w:val="002C6649"/>
    <w:rsid w:val="002C6758"/>
    <w:rsid w:val="002C6B1F"/>
    <w:rsid w:val="002D03FC"/>
    <w:rsid w:val="002D082D"/>
    <w:rsid w:val="002D186C"/>
    <w:rsid w:val="002D18F0"/>
    <w:rsid w:val="002D20A7"/>
    <w:rsid w:val="002D26F6"/>
    <w:rsid w:val="002D272A"/>
    <w:rsid w:val="002D2A5C"/>
    <w:rsid w:val="002D2CD5"/>
    <w:rsid w:val="002D32A9"/>
    <w:rsid w:val="002D4A14"/>
    <w:rsid w:val="002D60B2"/>
    <w:rsid w:val="002D6E28"/>
    <w:rsid w:val="002D7762"/>
    <w:rsid w:val="002E0D2E"/>
    <w:rsid w:val="002E0D75"/>
    <w:rsid w:val="002E0FD5"/>
    <w:rsid w:val="002E1064"/>
    <w:rsid w:val="002E137F"/>
    <w:rsid w:val="002E151C"/>
    <w:rsid w:val="002E1C97"/>
    <w:rsid w:val="002E1D7F"/>
    <w:rsid w:val="002E286A"/>
    <w:rsid w:val="002E3386"/>
    <w:rsid w:val="002E3573"/>
    <w:rsid w:val="002E43C2"/>
    <w:rsid w:val="002E4BFA"/>
    <w:rsid w:val="002E4C1D"/>
    <w:rsid w:val="002E5436"/>
    <w:rsid w:val="002E62AD"/>
    <w:rsid w:val="002E67B8"/>
    <w:rsid w:val="002E6831"/>
    <w:rsid w:val="002E6CB1"/>
    <w:rsid w:val="002E706F"/>
    <w:rsid w:val="002E7BF1"/>
    <w:rsid w:val="002F082C"/>
    <w:rsid w:val="002F0DAE"/>
    <w:rsid w:val="002F1081"/>
    <w:rsid w:val="002F14BE"/>
    <w:rsid w:val="002F16B1"/>
    <w:rsid w:val="002F18C4"/>
    <w:rsid w:val="002F1E81"/>
    <w:rsid w:val="002F1E83"/>
    <w:rsid w:val="002F20AE"/>
    <w:rsid w:val="002F239F"/>
    <w:rsid w:val="002F2551"/>
    <w:rsid w:val="002F284F"/>
    <w:rsid w:val="002F31BB"/>
    <w:rsid w:val="002F4F9A"/>
    <w:rsid w:val="002F550D"/>
    <w:rsid w:val="002F555C"/>
    <w:rsid w:val="002F57B2"/>
    <w:rsid w:val="002F5A7A"/>
    <w:rsid w:val="002F5C07"/>
    <w:rsid w:val="002F5EFC"/>
    <w:rsid w:val="002F6198"/>
    <w:rsid w:val="002F6891"/>
    <w:rsid w:val="002F7356"/>
    <w:rsid w:val="002F7DA0"/>
    <w:rsid w:val="003006B3"/>
    <w:rsid w:val="00301426"/>
    <w:rsid w:val="00301E36"/>
    <w:rsid w:val="0030257D"/>
    <w:rsid w:val="003026D7"/>
    <w:rsid w:val="00302880"/>
    <w:rsid w:val="0030370E"/>
    <w:rsid w:val="00303A10"/>
    <w:rsid w:val="003044A8"/>
    <w:rsid w:val="003047E6"/>
    <w:rsid w:val="003053E9"/>
    <w:rsid w:val="003058E5"/>
    <w:rsid w:val="0030725C"/>
    <w:rsid w:val="00307C04"/>
    <w:rsid w:val="00310095"/>
    <w:rsid w:val="003101A2"/>
    <w:rsid w:val="00310D61"/>
    <w:rsid w:val="00311815"/>
    <w:rsid w:val="00311B34"/>
    <w:rsid w:val="00313F65"/>
    <w:rsid w:val="003142DA"/>
    <w:rsid w:val="003143E3"/>
    <w:rsid w:val="00314B23"/>
    <w:rsid w:val="00314BB8"/>
    <w:rsid w:val="0031517D"/>
    <w:rsid w:val="003152B4"/>
    <w:rsid w:val="00315CDC"/>
    <w:rsid w:val="003163A5"/>
    <w:rsid w:val="003170F0"/>
    <w:rsid w:val="003176D6"/>
    <w:rsid w:val="00320961"/>
    <w:rsid w:val="00320EA7"/>
    <w:rsid w:val="00320F44"/>
    <w:rsid w:val="003228F5"/>
    <w:rsid w:val="003231C4"/>
    <w:rsid w:val="0032391B"/>
    <w:rsid w:val="00324DA8"/>
    <w:rsid w:val="00325337"/>
    <w:rsid w:val="0032585E"/>
    <w:rsid w:val="00325AFA"/>
    <w:rsid w:val="00326C18"/>
    <w:rsid w:val="00330575"/>
    <w:rsid w:val="00331286"/>
    <w:rsid w:val="00331B4E"/>
    <w:rsid w:val="00331CB7"/>
    <w:rsid w:val="0033253A"/>
    <w:rsid w:val="003328C1"/>
    <w:rsid w:val="003328E3"/>
    <w:rsid w:val="00332932"/>
    <w:rsid w:val="00332BA9"/>
    <w:rsid w:val="00333115"/>
    <w:rsid w:val="003333A5"/>
    <w:rsid w:val="003334C8"/>
    <w:rsid w:val="00333E24"/>
    <w:rsid w:val="0033405B"/>
    <w:rsid w:val="00336C27"/>
    <w:rsid w:val="00336CCB"/>
    <w:rsid w:val="00340150"/>
    <w:rsid w:val="003416EB"/>
    <w:rsid w:val="00341AD5"/>
    <w:rsid w:val="00341BF2"/>
    <w:rsid w:val="00341FE6"/>
    <w:rsid w:val="00342CE5"/>
    <w:rsid w:val="00343BEF"/>
    <w:rsid w:val="00343D70"/>
    <w:rsid w:val="00343F9D"/>
    <w:rsid w:val="0034438C"/>
    <w:rsid w:val="0034513C"/>
    <w:rsid w:val="00345EB3"/>
    <w:rsid w:val="00346427"/>
    <w:rsid w:val="00346E52"/>
    <w:rsid w:val="00347A1D"/>
    <w:rsid w:val="0035097A"/>
    <w:rsid w:val="00351355"/>
    <w:rsid w:val="00351431"/>
    <w:rsid w:val="003514AF"/>
    <w:rsid w:val="003521D6"/>
    <w:rsid w:val="00352C1B"/>
    <w:rsid w:val="00352CBA"/>
    <w:rsid w:val="00352D09"/>
    <w:rsid w:val="00353105"/>
    <w:rsid w:val="00354F21"/>
    <w:rsid w:val="003553E5"/>
    <w:rsid w:val="00357254"/>
    <w:rsid w:val="003573D7"/>
    <w:rsid w:val="00360306"/>
    <w:rsid w:val="00360D95"/>
    <w:rsid w:val="003613A2"/>
    <w:rsid w:val="00361954"/>
    <w:rsid w:val="00361DA9"/>
    <w:rsid w:val="0036292E"/>
    <w:rsid w:val="00362AD4"/>
    <w:rsid w:val="00363125"/>
    <w:rsid w:val="00363436"/>
    <w:rsid w:val="003644C2"/>
    <w:rsid w:val="00364857"/>
    <w:rsid w:val="00364BF8"/>
    <w:rsid w:val="00365436"/>
    <w:rsid w:val="00365573"/>
    <w:rsid w:val="00365D57"/>
    <w:rsid w:val="00365D67"/>
    <w:rsid w:val="00365F25"/>
    <w:rsid w:val="003669C8"/>
    <w:rsid w:val="00366E9E"/>
    <w:rsid w:val="0036723E"/>
    <w:rsid w:val="0037132E"/>
    <w:rsid w:val="00371900"/>
    <w:rsid w:val="00371D66"/>
    <w:rsid w:val="00371EC1"/>
    <w:rsid w:val="0037329A"/>
    <w:rsid w:val="00373C6D"/>
    <w:rsid w:val="00374203"/>
    <w:rsid w:val="00374497"/>
    <w:rsid w:val="003748B4"/>
    <w:rsid w:val="00374B26"/>
    <w:rsid w:val="00374C39"/>
    <w:rsid w:val="00375672"/>
    <w:rsid w:val="0037662A"/>
    <w:rsid w:val="00376E41"/>
    <w:rsid w:val="003771BB"/>
    <w:rsid w:val="00377827"/>
    <w:rsid w:val="003779C5"/>
    <w:rsid w:val="00377C4F"/>
    <w:rsid w:val="00377DEB"/>
    <w:rsid w:val="00377F70"/>
    <w:rsid w:val="00380B1E"/>
    <w:rsid w:val="00380E49"/>
    <w:rsid w:val="003810B3"/>
    <w:rsid w:val="0038131D"/>
    <w:rsid w:val="003814BF"/>
    <w:rsid w:val="003819D6"/>
    <w:rsid w:val="0038265F"/>
    <w:rsid w:val="003829D1"/>
    <w:rsid w:val="003829D5"/>
    <w:rsid w:val="0038487B"/>
    <w:rsid w:val="00385865"/>
    <w:rsid w:val="00385E82"/>
    <w:rsid w:val="003862BC"/>
    <w:rsid w:val="0038674C"/>
    <w:rsid w:val="00386966"/>
    <w:rsid w:val="003872B7"/>
    <w:rsid w:val="0039052F"/>
    <w:rsid w:val="00390D53"/>
    <w:rsid w:val="00390EEF"/>
    <w:rsid w:val="003913F8"/>
    <w:rsid w:val="00392094"/>
    <w:rsid w:val="00392776"/>
    <w:rsid w:val="00392968"/>
    <w:rsid w:val="003930EC"/>
    <w:rsid w:val="0039382E"/>
    <w:rsid w:val="00393EDC"/>
    <w:rsid w:val="00394370"/>
    <w:rsid w:val="00394AE4"/>
    <w:rsid w:val="00394C69"/>
    <w:rsid w:val="00395A1D"/>
    <w:rsid w:val="00395ADE"/>
    <w:rsid w:val="00395DF7"/>
    <w:rsid w:val="00395FF6"/>
    <w:rsid w:val="00396399"/>
    <w:rsid w:val="0039668A"/>
    <w:rsid w:val="00396932"/>
    <w:rsid w:val="0039725A"/>
    <w:rsid w:val="003974C2"/>
    <w:rsid w:val="003A0570"/>
    <w:rsid w:val="003A1A98"/>
    <w:rsid w:val="003A23DE"/>
    <w:rsid w:val="003A289F"/>
    <w:rsid w:val="003A3145"/>
    <w:rsid w:val="003A3B38"/>
    <w:rsid w:val="003A3F71"/>
    <w:rsid w:val="003A46D3"/>
    <w:rsid w:val="003A4E87"/>
    <w:rsid w:val="003A4FAC"/>
    <w:rsid w:val="003A5091"/>
    <w:rsid w:val="003A598E"/>
    <w:rsid w:val="003A5B3C"/>
    <w:rsid w:val="003A7516"/>
    <w:rsid w:val="003A757C"/>
    <w:rsid w:val="003A7865"/>
    <w:rsid w:val="003A786D"/>
    <w:rsid w:val="003A7A0F"/>
    <w:rsid w:val="003B0528"/>
    <w:rsid w:val="003B07A2"/>
    <w:rsid w:val="003B12C0"/>
    <w:rsid w:val="003B20F4"/>
    <w:rsid w:val="003B29F1"/>
    <w:rsid w:val="003B2E0B"/>
    <w:rsid w:val="003B2F0C"/>
    <w:rsid w:val="003B39B1"/>
    <w:rsid w:val="003B3BD5"/>
    <w:rsid w:val="003B4AB1"/>
    <w:rsid w:val="003B5385"/>
    <w:rsid w:val="003B65C7"/>
    <w:rsid w:val="003B7E33"/>
    <w:rsid w:val="003B7F8C"/>
    <w:rsid w:val="003C22F2"/>
    <w:rsid w:val="003C2479"/>
    <w:rsid w:val="003C380D"/>
    <w:rsid w:val="003C4890"/>
    <w:rsid w:val="003C4DE0"/>
    <w:rsid w:val="003C5307"/>
    <w:rsid w:val="003C553D"/>
    <w:rsid w:val="003C5740"/>
    <w:rsid w:val="003C5DDD"/>
    <w:rsid w:val="003C6727"/>
    <w:rsid w:val="003C744C"/>
    <w:rsid w:val="003C7C75"/>
    <w:rsid w:val="003D02E3"/>
    <w:rsid w:val="003D08B0"/>
    <w:rsid w:val="003D0CEF"/>
    <w:rsid w:val="003D1772"/>
    <w:rsid w:val="003D23AA"/>
    <w:rsid w:val="003D2949"/>
    <w:rsid w:val="003D2AC9"/>
    <w:rsid w:val="003D2D11"/>
    <w:rsid w:val="003D2D73"/>
    <w:rsid w:val="003D4B3C"/>
    <w:rsid w:val="003D4D31"/>
    <w:rsid w:val="003D5825"/>
    <w:rsid w:val="003D6378"/>
    <w:rsid w:val="003D69CC"/>
    <w:rsid w:val="003D6EC9"/>
    <w:rsid w:val="003D6FE8"/>
    <w:rsid w:val="003D746E"/>
    <w:rsid w:val="003D7793"/>
    <w:rsid w:val="003E096C"/>
    <w:rsid w:val="003E21EE"/>
    <w:rsid w:val="003E22E9"/>
    <w:rsid w:val="003E2348"/>
    <w:rsid w:val="003E3A9C"/>
    <w:rsid w:val="003E3D9C"/>
    <w:rsid w:val="003E41C6"/>
    <w:rsid w:val="003E45CD"/>
    <w:rsid w:val="003E4F9A"/>
    <w:rsid w:val="003E52A8"/>
    <w:rsid w:val="003E59C4"/>
    <w:rsid w:val="003E5DAD"/>
    <w:rsid w:val="003E64B0"/>
    <w:rsid w:val="003F054D"/>
    <w:rsid w:val="003F0FDC"/>
    <w:rsid w:val="003F1D4E"/>
    <w:rsid w:val="003F1F6F"/>
    <w:rsid w:val="003F2ACA"/>
    <w:rsid w:val="003F2C22"/>
    <w:rsid w:val="003F3276"/>
    <w:rsid w:val="003F36D1"/>
    <w:rsid w:val="003F3A78"/>
    <w:rsid w:val="003F3B20"/>
    <w:rsid w:val="003F43B9"/>
    <w:rsid w:val="003F5E60"/>
    <w:rsid w:val="004002DB"/>
    <w:rsid w:val="0040051C"/>
    <w:rsid w:val="004005C5"/>
    <w:rsid w:val="00400663"/>
    <w:rsid w:val="00400B3F"/>
    <w:rsid w:val="004027A9"/>
    <w:rsid w:val="00403A76"/>
    <w:rsid w:val="004040B5"/>
    <w:rsid w:val="00404222"/>
    <w:rsid w:val="004044F6"/>
    <w:rsid w:val="00405002"/>
    <w:rsid w:val="00405877"/>
    <w:rsid w:val="00406B98"/>
    <w:rsid w:val="0040786A"/>
    <w:rsid w:val="004079BC"/>
    <w:rsid w:val="00411527"/>
    <w:rsid w:val="00411C68"/>
    <w:rsid w:val="00411EC2"/>
    <w:rsid w:val="004125DE"/>
    <w:rsid w:val="004126BD"/>
    <w:rsid w:val="00412764"/>
    <w:rsid w:val="004138DC"/>
    <w:rsid w:val="00414E1D"/>
    <w:rsid w:val="00415092"/>
    <w:rsid w:val="00415952"/>
    <w:rsid w:val="0041657B"/>
    <w:rsid w:val="00417335"/>
    <w:rsid w:val="0041768C"/>
    <w:rsid w:val="00417820"/>
    <w:rsid w:val="00417C87"/>
    <w:rsid w:val="00420423"/>
    <w:rsid w:val="00420B28"/>
    <w:rsid w:val="00420CD4"/>
    <w:rsid w:val="00420D55"/>
    <w:rsid w:val="00420E9D"/>
    <w:rsid w:val="00420FAF"/>
    <w:rsid w:val="0042180A"/>
    <w:rsid w:val="00422EF1"/>
    <w:rsid w:val="00423473"/>
    <w:rsid w:val="0042374B"/>
    <w:rsid w:val="00423EEA"/>
    <w:rsid w:val="00423F1B"/>
    <w:rsid w:val="00424351"/>
    <w:rsid w:val="00424413"/>
    <w:rsid w:val="00424442"/>
    <w:rsid w:val="004245FD"/>
    <w:rsid w:val="004253EC"/>
    <w:rsid w:val="00425683"/>
    <w:rsid w:val="00426090"/>
    <w:rsid w:val="00426D4A"/>
    <w:rsid w:val="00426E4C"/>
    <w:rsid w:val="00427296"/>
    <w:rsid w:val="00427539"/>
    <w:rsid w:val="004277D5"/>
    <w:rsid w:val="00427CF2"/>
    <w:rsid w:val="00431AA3"/>
    <w:rsid w:val="00431FB2"/>
    <w:rsid w:val="004332D7"/>
    <w:rsid w:val="00433B5C"/>
    <w:rsid w:val="00434249"/>
    <w:rsid w:val="0043426D"/>
    <w:rsid w:val="00434FDB"/>
    <w:rsid w:val="00435019"/>
    <w:rsid w:val="0043569C"/>
    <w:rsid w:val="004357E7"/>
    <w:rsid w:val="0043773E"/>
    <w:rsid w:val="0044034C"/>
    <w:rsid w:val="0044084D"/>
    <w:rsid w:val="004411FE"/>
    <w:rsid w:val="004413BA"/>
    <w:rsid w:val="00441591"/>
    <w:rsid w:val="0044273E"/>
    <w:rsid w:val="00443ED8"/>
    <w:rsid w:val="004448D0"/>
    <w:rsid w:val="00445026"/>
    <w:rsid w:val="004452B0"/>
    <w:rsid w:val="004452FD"/>
    <w:rsid w:val="004453B4"/>
    <w:rsid w:val="00445537"/>
    <w:rsid w:val="004459EC"/>
    <w:rsid w:val="00447576"/>
    <w:rsid w:val="00447C63"/>
    <w:rsid w:val="00447D74"/>
    <w:rsid w:val="00452149"/>
    <w:rsid w:val="0045241D"/>
    <w:rsid w:val="004526EE"/>
    <w:rsid w:val="00452EF5"/>
    <w:rsid w:val="004531A3"/>
    <w:rsid w:val="00453940"/>
    <w:rsid w:val="00453AA2"/>
    <w:rsid w:val="00454263"/>
    <w:rsid w:val="0045441B"/>
    <w:rsid w:val="00454C4F"/>
    <w:rsid w:val="004560A0"/>
    <w:rsid w:val="00456896"/>
    <w:rsid w:val="004570EF"/>
    <w:rsid w:val="00460068"/>
    <w:rsid w:val="004603F5"/>
    <w:rsid w:val="00460993"/>
    <w:rsid w:val="00460A72"/>
    <w:rsid w:val="0046143C"/>
    <w:rsid w:val="004616BB"/>
    <w:rsid w:val="004620F6"/>
    <w:rsid w:val="00462450"/>
    <w:rsid w:val="00462BFB"/>
    <w:rsid w:val="00463555"/>
    <w:rsid w:val="0046357F"/>
    <w:rsid w:val="00463820"/>
    <w:rsid w:val="00463831"/>
    <w:rsid w:val="00463A6F"/>
    <w:rsid w:val="00464340"/>
    <w:rsid w:val="00464722"/>
    <w:rsid w:val="00464FC7"/>
    <w:rsid w:val="0046550B"/>
    <w:rsid w:val="004674B0"/>
    <w:rsid w:val="00467583"/>
    <w:rsid w:val="00467B5C"/>
    <w:rsid w:val="0047099B"/>
    <w:rsid w:val="004709C9"/>
    <w:rsid w:val="00470D88"/>
    <w:rsid w:val="00471061"/>
    <w:rsid w:val="0047125D"/>
    <w:rsid w:val="00471938"/>
    <w:rsid w:val="004723AB"/>
    <w:rsid w:val="00472BC5"/>
    <w:rsid w:val="00473279"/>
    <w:rsid w:val="00473E76"/>
    <w:rsid w:val="00474F79"/>
    <w:rsid w:val="00475969"/>
    <w:rsid w:val="00475A07"/>
    <w:rsid w:val="00477229"/>
    <w:rsid w:val="004817F9"/>
    <w:rsid w:val="00482257"/>
    <w:rsid w:val="00482AF2"/>
    <w:rsid w:val="00482BD8"/>
    <w:rsid w:val="004837D1"/>
    <w:rsid w:val="004848BB"/>
    <w:rsid w:val="004849C0"/>
    <w:rsid w:val="0048517D"/>
    <w:rsid w:val="00485519"/>
    <w:rsid w:val="00485E58"/>
    <w:rsid w:val="00486A9E"/>
    <w:rsid w:val="00487120"/>
    <w:rsid w:val="004873F2"/>
    <w:rsid w:val="0049006A"/>
    <w:rsid w:val="00490508"/>
    <w:rsid w:val="00490F59"/>
    <w:rsid w:val="00491774"/>
    <w:rsid w:val="0049204B"/>
    <w:rsid w:val="00492144"/>
    <w:rsid w:val="00493182"/>
    <w:rsid w:val="004933A6"/>
    <w:rsid w:val="004933DE"/>
    <w:rsid w:val="00494972"/>
    <w:rsid w:val="00494C49"/>
    <w:rsid w:val="00495C58"/>
    <w:rsid w:val="0049674C"/>
    <w:rsid w:val="0049708E"/>
    <w:rsid w:val="004A0150"/>
    <w:rsid w:val="004A0C4E"/>
    <w:rsid w:val="004A1232"/>
    <w:rsid w:val="004A15F4"/>
    <w:rsid w:val="004A1CCD"/>
    <w:rsid w:val="004A23FF"/>
    <w:rsid w:val="004A294D"/>
    <w:rsid w:val="004A2A89"/>
    <w:rsid w:val="004A30E0"/>
    <w:rsid w:val="004A4823"/>
    <w:rsid w:val="004A65E7"/>
    <w:rsid w:val="004A70B8"/>
    <w:rsid w:val="004A7667"/>
    <w:rsid w:val="004A7733"/>
    <w:rsid w:val="004B021E"/>
    <w:rsid w:val="004B1712"/>
    <w:rsid w:val="004B19D9"/>
    <w:rsid w:val="004B1C5F"/>
    <w:rsid w:val="004B27E1"/>
    <w:rsid w:val="004B2B9B"/>
    <w:rsid w:val="004B2F90"/>
    <w:rsid w:val="004B35F2"/>
    <w:rsid w:val="004B39E3"/>
    <w:rsid w:val="004B4A7F"/>
    <w:rsid w:val="004B51D4"/>
    <w:rsid w:val="004B60BA"/>
    <w:rsid w:val="004B615C"/>
    <w:rsid w:val="004B6266"/>
    <w:rsid w:val="004B748B"/>
    <w:rsid w:val="004B7801"/>
    <w:rsid w:val="004C048A"/>
    <w:rsid w:val="004C0BCE"/>
    <w:rsid w:val="004C0BDF"/>
    <w:rsid w:val="004C14A8"/>
    <w:rsid w:val="004C1A0B"/>
    <w:rsid w:val="004C2A4D"/>
    <w:rsid w:val="004C3180"/>
    <w:rsid w:val="004C347A"/>
    <w:rsid w:val="004C4404"/>
    <w:rsid w:val="004C477E"/>
    <w:rsid w:val="004C4787"/>
    <w:rsid w:val="004C48D5"/>
    <w:rsid w:val="004C5A29"/>
    <w:rsid w:val="004C701C"/>
    <w:rsid w:val="004C703B"/>
    <w:rsid w:val="004C760B"/>
    <w:rsid w:val="004C7C0F"/>
    <w:rsid w:val="004D1692"/>
    <w:rsid w:val="004D17A4"/>
    <w:rsid w:val="004D2032"/>
    <w:rsid w:val="004D217B"/>
    <w:rsid w:val="004D2E0C"/>
    <w:rsid w:val="004D3223"/>
    <w:rsid w:val="004D3784"/>
    <w:rsid w:val="004D5A0C"/>
    <w:rsid w:val="004D604A"/>
    <w:rsid w:val="004D666F"/>
    <w:rsid w:val="004D66A4"/>
    <w:rsid w:val="004D68D1"/>
    <w:rsid w:val="004D6D31"/>
    <w:rsid w:val="004D769F"/>
    <w:rsid w:val="004E0A19"/>
    <w:rsid w:val="004E0B87"/>
    <w:rsid w:val="004E1474"/>
    <w:rsid w:val="004E1EBC"/>
    <w:rsid w:val="004E1F5A"/>
    <w:rsid w:val="004E2108"/>
    <w:rsid w:val="004E28F1"/>
    <w:rsid w:val="004E2B8B"/>
    <w:rsid w:val="004E395D"/>
    <w:rsid w:val="004E3AAC"/>
    <w:rsid w:val="004E3B1D"/>
    <w:rsid w:val="004E3C10"/>
    <w:rsid w:val="004E40BD"/>
    <w:rsid w:val="004E49CB"/>
    <w:rsid w:val="004E5036"/>
    <w:rsid w:val="004E56B7"/>
    <w:rsid w:val="004E5A95"/>
    <w:rsid w:val="004E5E3A"/>
    <w:rsid w:val="004E5E8B"/>
    <w:rsid w:val="004E650C"/>
    <w:rsid w:val="004E6B65"/>
    <w:rsid w:val="004E7255"/>
    <w:rsid w:val="004F0410"/>
    <w:rsid w:val="004F0BDA"/>
    <w:rsid w:val="004F1392"/>
    <w:rsid w:val="004F2F8A"/>
    <w:rsid w:val="004F3C12"/>
    <w:rsid w:val="004F4179"/>
    <w:rsid w:val="004F50E5"/>
    <w:rsid w:val="004F5302"/>
    <w:rsid w:val="004F57BB"/>
    <w:rsid w:val="004F5EE6"/>
    <w:rsid w:val="004F6355"/>
    <w:rsid w:val="004F6472"/>
    <w:rsid w:val="004F65F3"/>
    <w:rsid w:val="004F720F"/>
    <w:rsid w:val="004F7D55"/>
    <w:rsid w:val="0050065A"/>
    <w:rsid w:val="0050279F"/>
    <w:rsid w:val="00502F82"/>
    <w:rsid w:val="005034E9"/>
    <w:rsid w:val="0050374C"/>
    <w:rsid w:val="005043A3"/>
    <w:rsid w:val="005054D0"/>
    <w:rsid w:val="005058BB"/>
    <w:rsid w:val="00506980"/>
    <w:rsid w:val="005072AE"/>
    <w:rsid w:val="00507A05"/>
    <w:rsid w:val="00507C24"/>
    <w:rsid w:val="00507EF0"/>
    <w:rsid w:val="00511000"/>
    <w:rsid w:val="00511780"/>
    <w:rsid w:val="00511AFF"/>
    <w:rsid w:val="00511FAC"/>
    <w:rsid w:val="005121C3"/>
    <w:rsid w:val="005122DF"/>
    <w:rsid w:val="00513DDF"/>
    <w:rsid w:val="005150FF"/>
    <w:rsid w:val="0051579B"/>
    <w:rsid w:val="005158CA"/>
    <w:rsid w:val="00515D03"/>
    <w:rsid w:val="005167CE"/>
    <w:rsid w:val="005170AF"/>
    <w:rsid w:val="00517177"/>
    <w:rsid w:val="005203E1"/>
    <w:rsid w:val="00520777"/>
    <w:rsid w:val="0052092B"/>
    <w:rsid w:val="005218CB"/>
    <w:rsid w:val="0052195B"/>
    <w:rsid w:val="00521F6C"/>
    <w:rsid w:val="0052207F"/>
    <w:rsid w:val="00523A5C"/>
    <w:rsid w:val="00524AB0"/>
    <w:rsid w:val="00524AC2"/>
    <w:rsid w:val="00524ED6"/>
    <w:rsid w:val="00524FEF"/>
    <w:rsid w:val="00525CA3"/>
    <w:rsid w:val="005264ED"/>
    <w:rsid w:val="005266F4"/>
    <w:rsid w:val="0052671F"/>
    <w:rsid w:val="00527CFD"/>
    <w:rsid w:val="00527DD2"/>
    <w:rsid w:val="005304D8"/>
    <w:rsid w:val="005305E6"/>
    <w:rsid w:val="00530654"/>
    <w:rsid w:val="0053096E"/>
    <w:rsid w:val="005312C5"/>
    <w:rsid w:val="005314F8"/>
    <w:rsid w:val="005319C5"/>
    <w:rsid w:val="005319FD"/>
    <w:rsid w:val="00532C5F"/>
    <w:rsid w:val="00533101"/>
    <w:rsid w:val="00533C09"/>
    <w:rsid w:val="005344FA"/>
    <w:rsid w:val="00534740"/>
    <w:rsid w:val="00534FF7"/>
    <w:rsid w:val="00535659"/>
    <w:rsid w:val="00536D43"/>
    <w:rsid w:val="005377A0"/>
    <w:rsid w:val="0054021B"/>
    <w:rsid w:val="005409AC"/>
    <w:rsid w:val="0054218C"/>
    <w:rsid w:val="005427FC"/>
    <w:rsid w:val="005428E3"/>
    <w:rsid w:val="00543692"/>
    <w:rsid w:val="005436DB"/>
    <w:rsid w:val="005439E6"/>
    <w:rsid w:val="00543E9F"/>
    <w:rsid w:val="005444AC"/>
    <w:rsid w:val="00544C36"/>
    <w:rsid w:val="005456CD"/>
    <w:rsid w:val="00546647"/>
    <w:rsid w:val="005502A9"/>
    <w:rsid w:val="00551045"/>
    <w:rsid w:val="00551412"/>
    <w:rsid w:val="00552B5A"/>
    <w:rsid w:val="00552F65"/>
    <w:rsid w:val="00553425"/>
    <w:rsid w:val="005537E6"/>
    <w:rsid w:val="00553C2B"/>
    <w:rsid w:val="005540D9"/>
    <w:rsid w:val="00554CC4"/>
    <w:rsid w:val="00554D3D"/>
    <w:rsid w:val="00554D87"/>
    <w:rsid w:val="0055558C"/>
    <w:rsid w:val="0055626C"/>
    <w:rsid w:val="00556581"/>
    <w:rsid w:val="00556BBB"/>
    <w:rsid w:val="00557CBA"/>
    <w:rsid w:val="00557F6C"/>
    <w:rsid w:val="005608A7"/>
    <w:rsid w:val="005617A0"/>
    <w:rsid w:val="00561E9D"/>
    <w:rsid w:val="0056275C"/>
    <w:rsid w:val="00563597"/>
    <w:rsid w:val="00563FE1"/>
    <w:rsid w:val="0056428F"/>
    <w:rsid w:val="0056448B"/>
    <w:rsid w:val="00564E55"/>
    <w:rsid w:val="00565320"/>
    <w:rsid w:val="005654A1"/>
    <w:rsid w:val="00565DB7"/>
    <w:rsid w:val="00566514"/>
    <w:rsid w:val="00566549"/>
    <w:rsid w:val="0056673B"/>
    <w:rsid w:val="00566D6B"/>
    <w:rsid w:val="00567406"/>
    <w:rsid w:val="00567874"/>
    <w:rsid w:val="00567CE8"/>
    <w:rsid w:val="00567F1E"/>
    <w:rsid w:val="0057021A"/>
    <w:rsid w:val="005711E5"/>
    <w:rsid w:val="00571223"/>
    <w:rsid w:val="00571372"/>
    <w:rsid w:val="0057156F"/>
    <w:rsid w:val="0057196E"/>
    <w:rsid w:val="005719DB"/>
    <w:rsid w:val="00573157"/>
    <w:rsid w:val="00573DF8"/>
    <w:rsid w:val="005744F7"/>
    <w:rsid w:val="0057519D"/>
    <w:rsid w:val="00576351"/>
    <w:rsid w:val="00576E67"/>
    <w:rsid w:val="00577205"/>
    <w:rsid w:val="005779E8"/>
    <w:rsid w:val="005803BB"/>
    <w:rsid w:val="005807CC"/>
    <w:rsid w:val="00581690"/>
    <w:rsid w:val="0058184E"/>
    <w:rsid w:val="00581983"/>
    <w:rsid w:val="00581998"/>
    <w:rsid w:val="0058291B"/>
    <w:rsid w:val="00582F40"/>
    <w:rsid w:val="005832E1"/>
    <w:rsid w:val="0058367D"/>
    <w:rsid w:val="005843CA"/>
    <w:rsid w:val="00584BFB"/>
    <w:rsid w:val="00585829"/>
    <w:rsid w:val="00585FF9"/>
    <w:rsid w:val="005876AD"/>
    <w:rsid w:val="00587F8F"/>
    <w:rsid w:val="00587FCF"/>
    <w:rsid w:val="005908AD"/>
    <w:rsid w:val="00590D44"/>
    <w:rsid w:val="0059140D"/>
    <w:rsid w:val="00592CE1"/>
    <w:rsid w:val="00592D7F"/>
    <w:rsid w:val="005933F6"/>
    <w:rsid w:val="0059361F"/>
    <w:rsid w:val="00593776"/>
    <w:rsid w:val="00594529"/>
    <w:rsid w:val="005946DF"/>
    <w:rsid w:val="00594977"/>
    <w:rsid w:val="00594C91"/>
    <w:rsid w:val="00594E9E"/>
    <w:rsid w:val="00596239"/>
    <w:rsid w:val="00597DA1"/>
    <w:rsid w:val="005A030A"/>
    <w:rsid w:val="005A0C7A"/>
    <w:rsid w:val="005A19DB"/>
    <w:rsid w:val="005A2192"/>
    <w:rsid w:val="005A2763"/>
    <w:rsid w:val="005A27B7"/>
    <w:rsid w:val="005A3257"/>
    <w:rsid w:val="005A3509"/>
    <w:rsid w:val="005A39DD"/>
    <w:rsid w:val="005A5470"/>
    <w:rsid w:val="005A57F2"/>
    <w:rsid w:val="005A6A11"/>
    <w:rsid w:val="005A77C1"/>
    <w:rsid w:val="005A78E5"/>
    <w:rsid w:val="005A7A25"/>
    <w:rsid w:val="005A7C66"/>
    <w:rsid w:val="005B0441"/>
    <w:rsid w:val="005B08E4"/>
    <w:rsid w:val="005B0D73"/>
    <w:rsid w:val="005B1861"/>
    <w:rsid w:val="005B1DC8"/>
    <w:rsid w:val="005B2430"/>
    <w:rsid w:val="005B37EC"/>
    <w:rsid w:val="005B39F6"/>
    <w:rsid w:val="005B3EA2"/>
    <w:rsid w:val="005B464C"/>
    <w:rsid w:val="005B46EE"/>
    <w:rsid w:val="005B4A05"/>
    <w:rsid w:val="005B4CF0"/>
    <w:rsid w:val="005B4DC3"/>
    <w:rsid w:val="005B506C"/>
    <w:rsid w:val="005B5D12"/>
    <w:rsid w:val="005B62C6"/>
    <w:rsid w:val="005B6813"/>
    <w:rsid w:val="005B71A3"/>
    <w:rsid w:val="005C01C0"/>
    <w:rsid w:val="005C09D3"/>
    <w:rsid w:val="005C0FEC"/>
    <w:rsid w:val="005C1E67"/>
    <w:rsid w:val="005C25C9"/>
    <w:rsid w:val="005C399B"/>
    <w:rsid w:val="005C4158"/>
    <w:rsid w:val="005C457F"/>
    <w:rsid w:val="005C4F35"/>
    <w:rsid w:val="005C50B9"/>
    <w:rsid w:val="005C5640"/>
    <w:rsid w:val="005C6516"/>
    <w:rsid w:val="005C6728"/>
    <w:rsid w:val="005C7695"/>
    <w:rsid w:val="005D080E"/>
    <w:rsid w:val="005D0A25"/>
    <w:rsid w:val="005D1A50"/>
    <w:rsid w:val="005D1D72"/>
    <w:rsid w:val="005D2242"/>
    <w:rsid w:val="005D2515"/>
    <w:rsid w:val="005D30B4"/>
    <w:rsid w:val="005D4CE1"/>
    <w:rsid w:val="005D5CCA"/>
    <w:rsid w:val="005D5FBF"/>
    <w:rsid w:val="005D62A4"/>
    <w:rsid w:val="005D6392"/>
    <w:rsid w:val="005D6A7C"/>
    <w:rsid w:val="005D6C61"/>
    <w:rsid w:val="005E0C2E"/>
    <w:rsid w:val="005E0C99"/>
    <w:rsid w:val="005E0E1F"/>
    <w:rsid w:val="005E0EF6"/>
    <w:rsid w:val="005E1296"/>
    <w:rsid w:val="005E148D"/>
    <w:rsid w:val="005E1744"/>
    <w:rsid w:val="005E1BE5"/>
    <w:rsid w:val="005E255A"/>
    <w:rsid w:val="005E262F"/>
    <w:rsid w:val="005E2716"/>
    <w:rsid w:val="005E3E79"/>
    <w:rsid w:val="005E4365"/>
    <w:rsid w:val="005E54C7"/>
    <w:rsid w:val="005E6104"/>
    <w:rsid w:val="005E6386"/>
    <w:rsid w:val="005E6BCF"/>
    <w:rsid w:val="005E778A"/>
    <w:rsid w:val="005F026C"/>
    <w:rsid w:val="005F0763"/>
    <w:rsid w:val="005F0B3D"/>
    <w:rsid w:val="005F22D1"/>
    <w:rsid w:val="005F24EB"/>
    <w:rsid w:val="005F36C2"/>
    <w:rsid w:val="005F42BA"/>
    <w:rsid w:val="005F479D"/>
    <w:rsid w:val="005F4901"/>
    <w:rsid w:val="005F4DA8"/>
    <w:rsid w:val="005F52B4"/>
    <w:rsid w:val="005F5E45"/>
    <w:rsid w:val="005F61B4"/>
    <w:rsid w:val="005F62CD"/>
    <w:rsid w:val="005F637B"/>
    <w:rsid w:val="005F7174"/>
    <w:rsid w:val="005F779D"/>
    <w:rsid w:val="005F7B73"/>
    <w:rsid w:val="005F7D36"/>
    <w:rsid w:val="00601E86"/>
    <w:rsid w:val="00602193"/>
    <w:rsid w:val="006022A6"/>
    <w:rsid w:val="006023CB"/>
    <w:rsid w:val="0060255D"/>
    <w:rsid w:val="006025F6"/>
    <w:rsid w:val="00602B8C"/>
    <w:rsid w:val="00602E3F"/>
    <w:rsid w:val="00602E9C"/>
    <w:rsid w:val="00603E80"/>
    <w:rsid w:val="00604043"/>
    <w:rsid w:val="006047ED"/>
    <w:rsid w:val="006067BC"/>
    <w:rsid w:val="0060747E"/>
    <w:rsid w:val="006075FD"/>
    <w:rsid w:val="00607706"/>
    <w:rsid w:val="00607A02"/>
    <w:rsid w:val="00607D78"/>
    <w:rsid w:val="00610A1E"/>
    <w:rsid w:val="006113BD"/>
    <w:rsid w:val="00611574"/>
    <w:rsid w:val="00611DD0"/>
    <w:rsid w:val="0061234C"/>
    <w:rsid w:val="0061236C"/>
    <w:rsid w:val="00612E2F"/>
    <w:rsid w:val="00612ECF"/>
    <w:rsid w:val="00613249"/>
    <w:rsid w:val="00614823"/>
    <w:rsid w:val="00614AFA"/>
    <w:rsid w:val="00614B32"/>
    <w:rsid w:val="00615619"/>
    <w:rsid w:val="00615926"/>
    <w:rsid w:val="00615B17"/>
    <w:rsid w:val="00616135"/>
    <w:rsid w:val="006168D5"/>
    <w:rsid w:val="00616DE6"/>
    <w:rsid w:val="00616DF8"/>
    <w:rsid w:val="00617BC5"/>
    <w:rsid w:val="006200F9"/>
    <w:rsid w:val="00621A7A"/>
    <w:rsid w:val="0062250C"/>
    <w:rsid w:val="0062292B"/>
    <w:rsid w:val="006248A0"/>
    <w:rsid w:val="006251D1"/>
    <w:rsid w:val="00625248"/>
    <w:rsid w:val="0063004D"/>
    <w:rsid w:val="0063119D"/>
    <w:rsid w:val="00631642"/>
    <w:rsid w:val="00631CC5"/>
    <w:rsid w:val="00631D17"/>
    <w:rsid w:val="006324B2"/>
    <w:rsid w:val="006326AA"/>
    <w:rsid w:val="006328BC"/>
    <w:rsid w:val="006330F2"/>
    <w:rsid w:val="00633415"/>
    <w:rsid w:val="00634382"/>
    <w:rsid w:val="006354E0"/>
    <w:rsid w:val="00635C7B"/>
    <w:rsid w:val="00636101"/>
    <w:rsid w:val="00637375"/>
    <w:rsid w:val="00637759"/>
    <w:rsid w:val="006379E7"/>
    <w:rsid w:val="00640C28"/>
    <w:rsid w:val="00640C29"/>
    <w:rsid w:val="00640F41"/>
    <w:rsid w:val="00641223"/>
    <w:rsid w:val="006416FE"/>
    <w:rsid w:val="00641D7E"/>
    <w:rsid w:val="006429D8"/>
    <w:rsid w:val="00643672"/>
    <w:rsid w:val="00643F94"/>
    <w:rsid w:val="006440D5"/>
    <w:rsid w:val="006448C2"/>
    <w:rsid w:val="00644E6B"/>
    <w:rsid w:val="00644EE7"/>
    <w:rsid w:val="00645469"/>
    <w:rsid w:val="006456E1"/>
    <w:rsid w:val="00645E0D"/>
    <w:rsid w:val="00646CAE"/>
    <w:rsid w:val="0065089E"/>
    <w:rsid w:val="00650943"/>
    <w:rsid w:val="0065099F"/>
    <w:rsid w:val="00651377"/>
    <w:rsid w:val="00651AD4"/>
    <w:rsid w:val="00651D76"/>
    <w:rsid w:val="00652884"/>
    <w:rsid w:val="00652BB1"/>
    <w:rsid w:val="00654A3D"/>
    <w:rsid w:val="00654A50"/>
    <w:rsid w:val="00654DB3"/>
    <w:rsid w:val="00654E43"/>
    <w:rsid w:val="00654E58"/>
    <w:rsid w:val="00655038"/>
    <w:rsid w:val="00655B13"/>
    <w:rsid w:val="006562BE"/>
    <w:rsid w:val="006576F8"/>
    <w:rsid w:val="0065785F"/>
    <w:rsid w:val="00657B20"/>
    <w:rsid w:val="0066049A"/>
    <w:rsid w:val="0066065A"/>
    <w:rsid w:val="0066193F"/>
    <w:rsid w:val="006619DC"/>
    <w:rsid w:val="00661D1F"/>
    <w:rsid w:val="006627A7"/>
    <w:rsid w:val="00662B91"/>
    <w:rsid w:val="00663164"/>
    <w:rsid w:val="006635DD"/>
    <w:rsid w:val="00663AA6"/>
    <w:rsid w:val="006645F1"/>
    <w:rsid w:val="006647CC"/>
    <w:rsid w:val="00665023"/>
    <w:rsid w:val="00665048"/>
    <w:rsid w:val="006659C9"/>
    <w:rsid w:val="00665B50"/>
    <w:rsid w:val="00666CDC"/>
    <w:rsid w:val="00667836"/>
    <w:rsid w:val="00670166"/>
    <w:rsid w:val="00674F30"/>
    <w:rsid w:val="006750C0"/>
    <w:rsid w:val="00676E45"/>
    <w:rsid w:val="00677237"/>
    <w:rsid w:val="006775DC"/>
    <w:rsid w:val="00680DFD"/>
    <w:rsid w:val="0068103F"/>
    <w:rsid w:val="00681C6B"/>
    <w:rsid w:val="00682043"/>
    <w:rsid w:val="00682473"/>
    <w:rsid w:val="00682A78"/>
    <w:rsid w:val="00682BE1"/>
    <w:rsid w:val="00682FD3"/>
    <w:rsid w:val="00684095"/>
    <w:rsid w:val="00684B19"/>
    <w:rsid w:val="00684DBA"/>
    <w:rsid w:val="00684FAB"/>
    <w:rsid w:val="006858EF"/>
    <w:rsid w:val="0068621B"/>
    <w:rsid w:val="0068660A"/>
    <w:rsid w:val="0068702C"/>
    <w:rsid w:val="00687516"/>
    <w:rsid w:val="006875DD"/>
    <w:rsid w:val="0069042D"/>
    <w:rsid w:val="00690B47"/>
    <w:rsid w:val="00690C8B"/>
    <w:rsid w:val="00692603"/>
    <w:rsid w:val="00692BE5"/>
    <w:rsid w:val="0069348C"/>
    <w:rsid w:val="00693679"/>
    <w:rsid w:val="00693949"/>
    <w:rsid w:val="00693D76"/>
    <w:rsid w:val="00694894"/>
    <w:rsid w:val="006949C1"/>
    <w:rsid w:val="00695889"/>
    <w:rsid w:val="00696200"/>
    <w:rsid w:val="0069671E"/>
    <w:rsid w:val="00696EE2"/>
    <w:rsid w:val="0069769F"/>
    <w:rsid w:val="00697D68"/>
    <w:rsid w:val="00697E52"/>
    <w:rsid w:val="006A0945"/>
    <w:rsid w:val="006A09D6"/>
    <w:rsid w:val="006A1ABE"/>
    <w:rsid w:val="006A1DFA"/>
    <w:rsid w:val="006A22AC"/>
    <w:rsid w:val="006A244B"/>
    <w:rsid w:val="006A2C75"/>
    <w:rsid w:val="006A34A8"/>
    <w:rsid w:val="006A3E0E"/>
    <w:rsid w:val="006A425A"/>
    <w:rsid w:val="006A54E0"/>
    <w:rsid w:val="006A68C5"/>
    <w:rsid w:val="006A6AF8"/>
    <w:rsid w:val="006A6D33"/>
    <w:rsid w:val="006A6D86"/>
    <w:rsid w:val="006A70A6"/>
    <w:rsid w:val="006B1782"/>
    <w:rsid w:val="006B1DAE"/>
    <w:rsid w:val="006B367B"/>
    <w:rsid w:val="006B3BCA"/>
    <w:rsid w:val="006B4909"/>
    <w:rsid w:val="006B52E1"/>
    <w:rsid w:val="006B6CEF"/>
    <w:rsid w:val="006B7849"/>
    <w:rsid w:val="006C0686"/>
    <w:rsid w:val="006C11C2"/>
    <w:rsid w:val="006C155A"/>
    <w:rsid w:val="006C1B28"/>
    <w:rsid w:val="006C21C5"/>
    <w:rsid w:val="006C2430"/>
    <w:rsid w:val="006C24DC"/>
    <w:rsid w:val="006C2D08"/>
    <w:rsid w:val="006C2D83"/>
    <w:rsid w:val="006C3103"/>
    <w:rsid w:val="006C472F"/>
    <w:rsid w:val="006C4889"/>
    <w:rsid w:val="006C50CD"/>
    <w:rsid w:val="006C52FA"/>
    <w:rsid w:val="006C54B1"/>
    <w:rsid w:val="006C560B"/>
    <w:rsid w:val="006C5C48"/>
    <w:rsid w:val="006C6367"/>
    <w:rsid w:val="006C6A2F"/>
    <w:rsid w:val="006C6B80"/>
    <w:rsid w:val="006C6BAB"/>
    <w:rsid w:val="006D0F58"/>
    <w:rsid w:val="006D1D25"/>
    <w:rsid w:val="006D1EC1"/>
    <w:rsid w:val="006D2182"/>
    <w:rsid w:val="006D2F86"/>
    <w:rsid w:val="006D3211"/>
    <w:rsid w:val="006D384B"/>
    <w:rsid w:val="006D38F6"/>
    <w:rsid w:val="006D4131"/>
    <w:rsid w:val="006D4A4E"/>
    <w:rsid w:val="006D5C46"/>
    <w:rsid w:val="006D60CE"/>
    <w:rsid w:val="006D6126"/>
    <w:rsid w:val="006D6706"/>
    <w:rsid w:val="006D694F"/>
    <w:rsid w:val="006D6AEF"/>
    <w:rsid w:val="006D72E7"/>
    <w:rsid w:val="006E07E9"/>
    <w:rsid w:val="006E11E0"/>
    <w:rsid w:val="006E19B0"/>
    <w:rsid w:val="006E1F75"/>
    <w:rsid w:val="006E1FED"/>
    <w:rsid w:val="006E241D"/>
    <w:rsid w:val="006E27A7"/>
    <w:rsid w:val="006E2851"/>
    <w:rsid w:val="006E2BDE"/>
    <w:rsid w:val="006E2F78"/>
    <w:rsid w:val="006E34C2"/>
    <w:rsid w:val="006E3CD3"/>
    <w:rsid w:val="006E3CEE"/>
    <w:rsid w:val="006E5460"/>
    <w:rsid w:val="006E77AE"/>
    <w:rsid w:val="006E7FD1"/>
    <w:rsid w:val="006F00F5"/>
    <w:rsid w:val="006F0AA4"/>
    <w:rsid w:val="006F1474"/>
    <w:rsid w:val="006F14E4"/>
    <w:rsid w:val="006F3653"/>
    <w:rsid w:val="006F3868"/>
    <w:rsid w:val="006F432B"/>
    <w:rsid w:val="006F4CE8"/>
    <w:rsid w:val="006F55F7"/>
    <w:rsid w:val="006F59B3"/>
    <w:rsid w:val="006F6063"/>
    <w:rsid w:val="006F76C5"/>
    <w:rsid w:val="006F7FC0"/>
    <w:rsid w:val="00701027"/>
    <w:rsid w:val="0070116E"/>
    <w:rsid w:val="00701359"/>
    <w:rsid w:val="00701BFB"/>
    <w:rsid w:val="00702A7F"/>
    <w:rsid w:val="007030D7"/>
    <w:rsid w:val="0070376A"/>
    <w:rsid w:val="00703861"/>
    <w:rsid w:val="00704006"/>
    <w:rsid w:val="00704167"/>
    <w:rsid w:val="007044A8"/>
    <w:rsid w:val="00704A6D"/>
    <w:rsid w:val="00704B15"/>
    <w:rsid w:val="00704DF5"/>
    <w:rsid w:val="00706276"/>
    <w:rsid w:val="0070684D"/>
    <w:rsid w:val="0070745A"/>
    <w:rsid w:val="00707AF3"/>
    <w:rsid w:val="007115D8"/>
    <w:rsid w:val="00711729"/>
    <w:rsid w:val="007117AD"/>
    <w:rsid w:val="00711E4E"/>
    <w:rsid w:val="00712196"/>
    <w:rsid w:val="00712A93"/>
    <w:rsid w:val="00713279"/>
    <w:rsid w:val="007133EE"/>
    <w:rsid w:val="00715A4B"/>
    <w:rsid w:val="00715A4C"/>
    <w:rsid w:val="00715B06"/>
    <w:rsid w:val="007167EB"/>
    <w:rsid w:val="00716C1A"/>
    <w:rsid w:val="0071716C"/>
    <w:rsid w:val="00717A43"/>
    <w:rsid w:val="00720312"/>
    <w:rsid w:val="00720E4C"/>
    <w:rsid w:val="00721055"/>
    <w:rsid w:val="007216D6"/>
    <w:rsid w:val="00722C9E"/>
    <w:rsid w:val="00722ED3"/>
    <w:rsid w:val="00723654"/>
    <w:rsid w:val="007243E7"/>
    <w:rsid w:val="0072471B"/>
    <w:rsid w:val="00724903"/>
    <w:rsid w:val="00725724"/>
    <w:rsid w:val="00726039"/>
    <w:rsid w:val="0072603E"/>
    <w:rsid w:val="007268FB"/>
    <w:rsid w:val="007269F4"/>
    <w:rsid w:val="007271C9"/>
    <w:rsid w:val="007273B0"/>
    <w:rsid w:val="007276B1"/>
    <w:rsid w:val="00727B4F"/>
    <w:rsid w:val="0073039E"/>
    <w:rsid w:val="00730A71"/>
    <w:rsid w:val="00730DFD"/>
    <w:rsid w:val="00731003"/>
    <w:rsid w:val="00731201"/>
    <w:rsid w:val="00731934"/>
    <w:rsid w:val="007328D1"/>
    <w:rsid w:val="00733359"/>
    <w:rsid w:val="007339CF"/>
    <w:rsid w:val="00733D10"/>
    <w:rsid w:val="00733E23"/>
    <w:rsid w:val="007344BE"/>
    <w:rsid w:val="00734D0E"/>
    <w:rsid w:val="00734E62"/>
    <w:rsid w:val="00735ADB"/>
    <w:rsid w:val="00735ED9"/>
    <w:rsid w:val="0073622A"/>
    <w:rsid w:val="00737615"/>
    <w:rsid w:val="007376E1"/>
    <w:rsid w:val="00737CCD"/>
    <w:rsid w:val="00737D62"/>
    <w:rsid w:val="00740531"/>
    <w:rsid w:val="00740808"/>
    <w:rsid w:val="00740DA2"/>
    <w:rsid w:val="0074191E"/>
    <w:rsid w:val="00742148"/>
    <w:rsid w:val="007425A7"/>
    <w:rsid w:val="007427CB"/>
    <w:rsid w:val="00742ABD"/>
    <w:rsid w:val="0074398C"/>
    <w:rsid w:val="00744CAD"/>
    <w:rsid w:val="00745DE4"/>
    <w:rsid w:val="0074683E"/>
    <w:rsid w:val="00746FF5"/>
    <w:rsid w:val="00747A62"/>
    <w:rsid w:val="00747BE1"/>
    <w:rsid w:val="00747E98"/>
    <w:rsid w:val="00750002"/>
    <w:rsid w:val="0075020C"/>
    <w:rsid w:val="007502F4"/>
    <w:rsid w:val="00750410"/>
    <w:rsid w:val="00750B97"/>
    <w:rsid w:val="0075206A"/>
    <w:rsid w:val="0075241E"/>
    <w:rsid w:val="00753188"/>
    <w:rsid w:val="007532EC"/>
    <w:rsid w:val="00753F0F"/>
    <w:rsid w:val="00754199"/>
    <w:rsid w:val="007549C7"/>
    <w:rsid w:val="00754EE4"/>
    <w:rsid w:val="00755F41"/>
    <w:rsid w:val="007567C2"/>
    <w:rsid w:val="00757DF1"/>
    <w:rsid w:val="007604A3"/>
    <w:rsid w:val="007606AB"/>
    <w:rsid w:val="007609F2"/>
    <w:rsid w:val="00761481"/>
    <w:rsid w:val="0076168B"/>
    <w:rsid w:val="00761B3D"/>
    <w:rsid w:val="007623A5"/>
    <w:rsid w:val="00763086"/>
    <w:rsid w:val="00764583"/>
    <w:rsid w:val="00764734"/>
    <w:rsid w:val="00764787"/>
    <w:rsid w:val="007669E0"/>
    <w:rsid w:val="00766B41"/>
    <w:rsid w:val="00766CBD"/>
    <w:rsid w:val="00766D48"/>
    <w:rsid w:val="00766E68"/>
    <w:rsid w:val="00766EF4"/>
    <w:rsid w:val="00770550"/>
    <w:rsid w:val="00770635"/>
    <w:rsid w:val="0077063E"/>
    <w:rsid w:val="00770D08"/>
    <w:rsid w:val="00770E4B"/>
    <w:rsid w:val="0077130E"/>
    <w:rsid w:val="00771D21"/>
    <w:rsid w:val="0077254F"/>
    <w:rsid w:val="00773016"/>
    <w:rsid w:val="0077318F"/>
    <w:rsid w:val="00773E06"/>
    <w:rsid w:val="00773EF8"/>
    <w:rsid w:val="00774075"/>
    <w:rsid w:val="00774AB7"/>
    <w:rsid w:val="00774F86"/>
    <w:rsid w:val="00775559"/>
    <w:rsid w:val="00775A9A"/>
    <w:rsid w:val="00775CD1"/>
    <w:rsid w:val="007766BF"/>
    <w:rsid w:val="007768D1"/>
    <w:rsid w:val="007769C4"/>
    <w:rsid w:val="00777772"/>
    <w:rsid w:val="007779AE"/>
    <w:rsid w:val="00777B1B"/>
    <w:rsid w:val="00777D6B"/>
    <w:rsid w:val="00780621"/>
    <w:rsid w:val="00781107"/>
    <w:rsid w:val="007812D9"/>
    <w:rsid w:val="00781445"/>
    <w:rsid w:val="00781EB1"/>
    <w:rsid w:val="0078261A"/>
    <w:rsid w:val="00782E1E"/>
    <w:rsid w:val="0078300F"/>
    <w:rsid w:val="00783B9F"/>
    <w:rsid w:val="00783D07"/>
    <w:rsid w:val="007847F8"/>
    <w:rsid w:val="00785047"/>
    <w:rsid w:val="007850D2"/>
    <w:rsid w:val="00785ADF"/>
    <w:rsid w:val="00785EBF"/>
    <w:rsid w:val="007872A1"/>
    <w:rsid w:val="00787902"/>
    <w:rsid w:val="007904A9"/>
    <w:rsid w:val="00790F7C"/>
    <w:rsid w:val="0079117E"/>
    <w:rsid w:val="007923E8"/>
    <w:rsid w:val="007930C9"/>
    <w:rsid w:val="0079383E"/>
    <w:rsid w:val="00793D2F"/>
    <w:rsid w:val="00793D7C"/>
    <w:rsid w:val="0079408B"/>
    <w:rsid w:val="00794561"/>
    <w:rsid w:val="00794EC1"/>
    <w:rsid w:val="00795581"/>
    <w:rsid w:val="00796706"/>
    <w:rsid w:val="0079691D"/>
    <w:rsid w:val="00797754"/>
    <w:rsid w:val="007A072E"/>
    <w:rsid w:val="007A0A2A"/>
    <w:rsid w:val="007A16A1"/>
    <w:rsid w:val="007A181B"/>
    <w:rsid w:val="007A1BBA"/>
    <w:rsid w:val="007A229C"/>
    <w:rsid w:val="007A3961"/>
    <w:rsid w:val="007A3A5F"/>
    <w:rsid w:val="007A3ACE"/>
    <w:rsid w:val="007A3B49"/>
    <w:rsid w:val="007A4505"/>
    <w:rsid w:val="007A47F3"/>
    <w:rsid w:val="007A51C9"/>
    <w:rsid w:val="007A51E1"/>
    <w:rsid w:val="007A5C42"/>
    <w:rsid w:val="007A6C7C"/>
    <w:rsid w:val="007A781B"/>
    <w:rsid w:val="007A7C9E"/>
    <w:rsid w:val="007A7E76"/>
    <w:rsid w:val="007A7FEE"/>
    <w:rsid w:val="007B0494"/>
    <w:rsid w:val="007B14D6"/>
    <w:rsid w:val="007B1571"/>
    <w:rsid w:val="007B17E3"/>
    <w:rsid w:val="007B194E"/>
    <w:rsid w:val="007B1A2A"/>
    <w:rsid w:val="007B1CED"/>
    <w:rsid w:val="007B1D20"/>
    <w:rsid w:val="007B227A"/>
    <w:rsid w:val="007B2BC2"/>
    <w:rsid w:val="007B4D4A"/>
    <w:rsid w:val="007B54E0"/>
    <w:rsid w:val="007B6BA6"/>
    <w:rsid w:val="007B6E5D"/>
    <w:rsid w:val="007B71DF"/>
    <w:rsid w:val="007B7D03"/>
    <w:rsid w:val="007C016E"/>
    <w:rsid w:val="007C06BC"/>
    <w:rsid w:val="007C1EAB"/>
    <w:rsid w:val="007C1ECE"/>
    <w:rsid w:val="007C20D6"/>
    <w:rsid w:val="007C211B"/>
    <w:rsid w:val="007C2EE8"/>
    <w:rsid w:val="007C2F0A"/>
    <w:rsid w:val="007C3C6F"/>
    <w:rsid w:val="007C411E"/>
    <w:rsid w:val="007C55ED"/>
    <w:rsid w:val="007C5604"/>
    <w:rsid w:val="007C6517"/>
    <w:rsid w:val="007C683D"/>
    <w:rsid w:val="007C69FF"/>
    <w:rsid w:val="007C7E55"/>
    <w:rsid w:val="007D0D87"/>
    <w:rsid w:val="007D0D90"/>
    <w:rsid w:val="007D0ED4"/>
    <w:rsid w:val="007D1559"/>
    <w:rsid w:val="007D194A"/>
    <w:rsid w:val="007D1E0D"/>
    <w:rsid w:val="007D202D"/>
    <w:rsid w:val="007D318D"/>
    <w:rsid w:val="007D322F"/>
    <w:rsid w:val="007D33AA"/>
    <w:rsid w:val="007D3FE8"/>
    <w:rsid w:val="007D402F"/>
    <w:rsid w:val="007D429C"/>
    <w:rsid w:val="007D4469"/>
    <w:rsid w:val="007D4BA9"/>
    <w:rsid w:val="007D4F19"/>
    <w:rsid w:val="007D5489"/>
    <w:rsid w:val="007D5E67"/>
    <w:rsid w:val="007D5FA7"/>
    <w:rsid w:val="007D623E"/>
    <w:rsid w:val="007D70E7"/>
    <w:rsid w:val="007D75B0"/>
    <w:rsid w:val="007E0125"/>
    <w:rsid w:val="007E0837"/>
    <w:rsid w:val="007E104A"/>
    <w:rsid w:val="007E1559"/>
    <w:rsid w:val="007E15D5"/>
    <w:rsid w:val="007E1BB9"/>
    <w:rsid w:val="007E269D"/>
    <w:rsid w:val="007E30E0"/>
    <w:rsid w:val="007E47C8"/>
    <w:rsid w:val="007E5545"/>
    <w:rsid w:val="007E67DE"/>
    <w:rsid w:val="007E6C74"/>
    <w:rsid w:val="007E7503"/>
    <w:rsid w:val="007F01F6"/>
    <w:rsid w:val="007F076C"/>
    <w:rsid w:val="007F18BA"/>
    <w:rsid w:val="007F190D"/>
    <w:rsid w:val="007F278D"/>
    <w:rsid w:val="007F39B2"/>
    <w:rsid w:val="007F5235"/>
    <w:rsid w:val="007F5C18"/>
    <w:rsid w:val="007F5FFE"/>
    <w:rsid w:val="007F6AA6"/>
    <w:rsid w:val="007F75FB"/>
    <w:rsid w:val="007F7788"/>
    <w:rsid w:val="007F7BA3"/>
    <w:rsid w:val="00800768"/>
    <w:rsid w:val="008017CD"/>
    <w:rsid w:val="0080204B"/>
    <w:rsid w:val="008024FC"/>
    <w:rsid w:val="008029B8"/>
    <w:rsid w:val="00802A44"/>
    <w:rsid w:val="00802AEE"/>
    <w:rsid w:val="00802D9D"/>
    <w:rsid w:val="00803963"/>
    <w:rsid w:val="00804FE1"/>
    <w:rsid w:val="00805059"/>
    <w:rsid w:val="00805F71"/>
    <w:rsid w:val="00806EE1"/>
    <w:rsid w:val="008071E8"/>
    <w:rsid w:val="00807607"/>
    <w:rsid w:val="008077EC"/>
    <w:rsid w:val="00810112"/>
    <w:rsid w:val="0081041B"/>
    <w:rsid w:val="008106EE"/>
    <w:rsid w:val="00811432"/>
    <w:rsid w:val="00811A68"/>
    <w:rsid w:val="008128FB"/>
    <w:rsid w:val="008129DA"/>
    <w:rsid w:val="0081307D"/>
    <w:rsid w:val="008141F5"/>
    <w:rsid w:val="00814223"/>
    <w:rsid w:val="0081443F"/>
    <w:rsid w:val="00814DE8"/>
    <w:rsid w:val="008160A3"/>
    <w:rsid w:val="0081623B"/>
    <w:rsid w:val="00816B05"/>
    <w:rsid w:val="00817311"/>
    <w:rsid w:val="008178C0"/>
    <w:rsid w:val="00817C02"/>
    <w:rsid w:val="0082043A"/>
    <w:rsid w:val="00820E06"/>
    <w:rsid w:val="00821147"/>
    <w:rsid w:val="0082151F"/>
    <w:rsid w:val="00821E99"/>
    <w:rsid w:val="00821EEA"/>
    <w:rsid w:val="008226D9"/>
    <w:rsid w:val="00822CF5"/>
    <w:rsid w:val="008233E8"/>
    <w:rsid w:val="0082389B"/>
    <w:rsid w:val="008239DF"/>
    <w:rsid w:val="008241B7"/>
    <w:rsid w:val="00824261"/>
    <w:rsid w:val="00824741"/>
    <w:rsid w:val="008249E6"/>
    <w:rsid w:val="00825CB9"/>
    <w:rsid w:val="00825D90"/>
    <w:rsid w:val="00826982"/>
    <w:rsid w:val="00826A2E"/>
    <w:rsid w:val="00826D1F"/>
    <w:rsid w:val="00827272"/>
    <w:rsid w:val="00831102"/>
    <w:rsid w:val="0083150F"/>
    <w:rsid w:val="0083243D"/>
    <w:rsid w:val="008328E9"/>
    <w:rsid w:val="008333D7"/>
    <w:rsid w:val="00833475"/>
    <w:rsid w:val="00833688"/>
    <w:rsid w:val="00833DAF"/>
    <w:rsid w:val="008362A4"/>
    <w:rsid w:val="008363A4"/>
    <w:rsid w:val="00836A3C"/>
    <w:rsid w:val="00836D63"/>
    <w:rsid w:val="00840312"/>
    <w:rsid w:val="00840464"/>
    <w:rsid w:val="00840538"/>
    <w:rsid w:val="008407A2"/>
    <w:rsid w:val="00840B25"/>
    <w:rsid w:val="00840C39"/>
    <w:rsid w:val="008411C0"/>
    <w:rsid w:val="0084154C"/>
    <w:rsid w:val="00841673"/>
    <w:rsid w:val="0084188A"/>
    <w:rsid w:val="00841C12"/>
    <w:rsid w:val="00841C45"/>
    <w:rsid w:val="00841F77"/>
    <w:rsid w:val="00841FBC"/>
    <w:rsid w:val="00842C3B"/>
    <w:rsid w:val="00842DBC"/>
    <w:rsid w:val="008432A3"/>
    <w:rsid w:val="0084335D"/>
    <w:rsid w:val="00843721"/>
    <w:rsid w:val="008437BA"/>
    <w:rsid w:val="00844C66"/>
    <w:rsid w:val="00845FCA"/>
    <w:rsid w:val="008463F9"/>
    <w:rsid w:val="00847719"/>
    <w:rsid w:val="00847904"/>
    <w:rsid w:val="00847C2F"/>
    <w:rsid w:val="008505AE"/>
    <w:rsid w:val="00850D3E"/>
    <w:rsid w:val="00851079"/>
    <w:rsid w:val="00851149"/>
    <w:rsid w:val="00852128"/>
    <w:rsid w:val="0085358E"/>
    <w:rsid w:val="00854B03"/>
    <w:rsid w:val="0085556C"/>
    <w:rsid w:val="0085577F"/>
    <w:rsid w:val="008557ED"/>
    <w:rsid w:val="00855BF5"/>
    <w:rsid w:val="00855D20"/>
    <w:rsid w:val="00855DD3"/>
    <w:rsid w:val="008562B9"/>
    <w:rsid w:val="008570F1"/>
    <w:rsid w:val="00857810"/>
    <w:rsid w:val="00857FE0"/>
    <w:rsid w:val="00860B7F"/>
    <w:rsid w:val="00861588"/>
    <w:rsid w:val="00861925"/>
    <w:rsid w:val="00861960"/>
    <w:rsid w:val="00862C56"/>
    <w:rsid w:val="00862EE6"/>
    <w:rsid w:val="008637A3"/>
    <w:rsid w:val="00864F57"/>
    <w:rsid w:val="00865235"/>
    <w:rsid w:val="008658D0"/>
    <w:rsid w:val="00865940"/>
    <w:rsid w:val="00865C05"/>
    <w:rsid w:val="00865DB6"/>
    <w:rsid w:val="00865F82"/>
    <w:rsid w:val="008664FF"/>
    <w:rsid w:val="00867CCF"/>
    <w:rsid w:val="00870406"/>
    <w:rsid w:val="008704A4"/>
    <w:rsid w:val="00871296"/>
    <w:rsid w:val="00871674"/>
    <w:rsid w:val="0087257B"/>
    <w:rsid w:val="0087292D"/>
    <w:rsid w:val="00874529"/>
    <w:rsid w:val="0087458C"/>
    <w:rsid w:val="00874CA3"/>
    <w:rsid w:val="0087520B"/>
    <w:rsid w:val="0087536C"/>
    <w:rsid w:val="0087582A"/>
    <w:rsid w:val="00875D8A"/>
    <w:rsid w:val="00875F2B"/>
    <w:rsid w:val="00876383"/>
    <w:rsid w:val="0087639D"/>
    <w:rsid w:val="00876761"/>
    <w:rsid w:val="00877F53"/>
    <w:rsid w:val="008803A6"/>
    <w:rsid w:val="008806E8"/>
    <w:rsid w:val="0088080F"/>
    <w:rsid w:val="008810A7"/>
    <w:rsid w:val="008813CF"/>
    <w:rsid w:val="00882E5C"/>
    <w:rsid w:val="00882F56"/>
    <w:rsid w:val="00883006"/>
    <w:rsid w:val="008834A9"/>
    <w:rsid w:val="0088419E"/>
    <w:rsid w:val="008852A8"/>
    <w:rsid w:val="00885FA7"/>
    <w:rsid w:val="00886111"/>
    <w:rsid w:val="00886897"/>
    <w:rsid w:val="00886F45"/>
    <w:rsid w:val="008905A1"/>
    <w:rsid w:val="00890B1E"/>
    <w:rsid w:val="00892155"/>
    <w:rsid w:val="00892706"/>
    <w:rsid w:val="00892CFF"/>
    <w:rsid w:val="0089456D"/>
    <w:rsid w:val="00894754"/>
    <w:rsid w:val="0089548B"/>
    <w:rsid w:val="00895872"/>
    <w:rsid w:val="00895E0A"/>
    <w:rsid w:val="00896570"/>
    <w:rsid w:val="0089657B"/>
    <w:rsid w:val="008965B1"/>
    <w:rsid w:val="0089705A"/>
    <w:rsid w:val="00897417"/>
    <w:rsid w:val="00897BEC"/>
    <w:rsid w:val="008A02C4"/>
    <w:rsid w:val="008A0388"/>
    <w:rsid w:val="008A08E2"/>
    <w:rsid w:val="008A0B9B"/>
    <w:rsid w:val="008A0C8F"/>
    <w:rsid w:val="008A0E13"/>
    <w:rsid w:val="008A124B"/>
    <w:rsid w:val="008A1A79"/>
    <w:rsid w:val="008A20CD"/>
    <w:rsid w:val="008A3074"/>
    <w:rsid w:val="008A3D79"/>
    <w:rsid w:val="008A56FB"/>
    <w:rsid w:val="008A5E21"/>
    <w:rsid w:val="008A6ECF"/>
    <w:rsid w:val="008A7198"/>
    <w:rsid w:val="008B0359"/>
    <w:rsid w:val="008B0472"/>
    <w:rsid w:val="008B0905"/>
    <w:rsid w:val="008B0EFC"/>
    <w:rsid w:val="008B10F0"/>
    <w:rsid w:val="008B120C"/>
    <w:rsid w:val="008B12F4"/>
    <w:rsid w:val="008B1E6D"/>
    <w:rsid w:val="008B24F4"/>
    <w:rsid w:val="008B39F0"/>
    <w:rsid w:val="008B3EC6"/>
    <w:rsid w:val="008B4646"/>
    <w:rsid w:val="008B4C23"/>
    <w:rsid w:val="008B509E"/>
    <w:rsid w:val="008B5437"/>
    <w:rsid w:val="008B5EF4"/>
    <w:rsid w:val="008B6433"/>
    <w:rsid w:val="008B65B6"/>
    <w:rsid w:val="008B6750"/>
    <w:rsid w:val="008B6D50"/>
    <w:rsid w:val="008B7364"/>
    <w:rsid w:val="008C0314"/>
    <w:rsid w:val="008C0F5A"/>
    <w:rsid w:val="008C1147"/>
    <w:rsid w:val="008C1366"/>
    <w:rsid w:val="008C1841"/>
    <w:rsid w:val="008C1BD3"/>
    <w:rsid w:val="008C1FAB"/>
    <w:rsid w:val="008C21A6"/>
    <w:rsid w:val="008C22E6"/>
    <w:rsid w:val="008C2522"/>
    <w:rsid w:val="008C459C"/>
    <w:rsid w:val="008C60FD"/>
    <w:rsid w:val="008C6497"/>
    <w:rsid w:val="008C6809"/>
    <w:rsid w:val="008C6D0B"/>
    <w:rsid w:val="008C6F7D"/>
    <w:rsid w:val="008C6F9A"/>
    <w:rsid w:val="008D0778"/>
    <w:rsid w:val="008D07E3"/>
    <w:rsid w:val="008D099F"/>
    <w:rsid w:val="008D0C8B"/>
    <w:rsid w:val="008D0E65"/>
    <w:rsid w:val="008D2370"/>
    <w:rsid w:val="008D3649"/>
    <w:rsid w:val="008D4A9F"/>
    <w:rsid w:val="008D4B8F"/>
    <w:rsid w:val="008D4C67"/>
    <w:rsid w:val="008D4EDA"/>
    <w:rsid w:val="008D52E9"/>
    <w:rsid w:val="008D5C86"/>
    <w:rsid w:val="008D5F7A"/>
    <w:rsid w:val="008D7533"/>
    <w:rsid w:val="008E0C4F"/>
    <w:rsid w:val="008E1084"/>
    <w:rsid w:val="008E2100"/>
    <w:rsid w:val="008E2264"/>
    <w:rsid w:val="008E4FFC"/>
    <w:rsid w:val="008E500E"/>
    <w:rsid w:val="008E5E5E"/>
    <w:rsid w:val="008E5F9C"/>
    <w:rsid w:val="008E60AA"/>
    <w:rsid w:val="008E65EE"/>
    <w:rsid w:val="008E684F"/>
    <w:rsid w:val="008E7222"/>
    <w:rsid w:val="008E7523"/>
    <w:rsid w:val="008E7C93"/>
    <w:rsid w:val="008F052C"/>
    <w:rsid w:val="008F129E"/>
    <w:rsid w:val="008F19DD"/>
    <w:rsid w:val="008F2E40"/>
    <w:rsid w:val="008F2ED7"/>
    <w:rsid w:val="008F338D"/>
    <w:rsid w:val="008F464E"/>
    <w:rsid w:val="008F4791"/>
    <w:rsid w:val="008F4A27"/>
    <w:rsid w:val="008F4F4B"/>
    <w:rsid w:val="008F5613"/>
    <w:rsid w:val="008F5AE7"/>
    <w:rsid w:val="008F6525"/>
    <w:rsid w:val="008F71A0"/>
    <w:rsid w:val="008F7280"/>
    <w:rsid w:val="008F7CC9"/>
    <w:rsid w:val="009000DF"/>
    <w:rsid w:val="00900358"/>
    <w:rsid w:val="009005FE"/>
    <w:rsid w:val="00900AC6"/>
    <w:rsid w:val="009011CE"/>
    <w:rsid w:val="00901989"/>
    <w:rsid w:val="00901DCF"/>
    <w:rsid w:val="00901F59"/>
    <w:rsid w:val="00901F9B"/>
    <w:rsid w:val="009022AD"/>
    <w:rsid w:val="009027F7"/>
    <w:rsid w:val="00902A4C"/>
    <w:rsid w:val="00902B54"/>
    <w:rsid w:val="00904298"/>
    <w:rsid w:val="00904620"/>
    <w:rsid w:val="00905390"/>
    <w:rsid w:val="009058E5"/>
    <w:rsid w:val="00905B27"/>
    <w:rsid w:val="00905C34"/>
    <w:rsid w:val="009060AD"/>
    <w:rsid w:val="00906266"/>
    <w:rsid w:val="0090629F"/>
    <w:rsid w:val="00907C5A"/>
    <w:rsid w:val="009101CF"/>
    <w:rsid w:val="00910F9D"/>
    <w:rsid w:val="0091169D"/>
    <w:rsid w:val="00911A51"/>
    <w:rsid w:val="009120AD"/>
    <w:rsid w:val="00912672"/>
    <w:rsid w:val="00912F68"/>
    <w:rsid w:val="00913368"/>
    <w:rsid w:val="00913494"/>
    <w:rsid w:val="00914B7F"/>
    <w:rsid w:val="00914FA3"/>
    <w:rsid w:val="009151BF"/>
    <w:rsid w:val="009165F2"/>
    <w:rsid w:val="009166A0"/>
    <w:rsid w:val="00917165"/>
    <w:rsid w:val="00917CF0"/>
    <w:rsid w:val="00920068"/>
    <w:rsid w:val="00920136"/>
    <w:rsid w:val="00920155"/>
    <w:rsid w:val="00920650"/>
    <w:rsid w:val="009206F0"/>
    <w:rsid w:val="0092262A"/>
    <w:rsid w:val="00922C07"/>
    <w:rsid w:val="00923998"/>
    <w:rsid w:val="00923F17"/>
    <w:rsid w:val="00924451"/>
    <w:rsid w:val="00924DFD"/>
    <w:rsid w:val="00925062"/>
    <w:rsid w:val="0092507C"/>
    <w:rsid w:val="00925520"/>
    <w:rsid w:val="00925701"/>
    <w:rsid w:val="00926116"/>
    <w:rsid w:val="00926B5B"/>
    <w:rsid w:val="00927ED3"/>
    <w:rsid w:val="00927F6F"/>
    <w:rsid w:val="00927FB9"/>
    <w:rsid w:val="0093020A"/>
    <w:rsid w:val="009320EC"/>
    <w:rsid w:val="009327E2"/>
    <w:rsid w:val="00932CA5"/>
    <w:rsid w:val="00933D34"/>
    <w:rsid w:val="00934365"/>
    <w:rsid w:val="00934BBD"/>
    <w:rsid w:val="00934F20"/>
    <w:rsid w:val="00935701"/>
    <w:rsid w:val="00935A9C"/>
    <w:rsid w:val="00936743"/>
    <w:rsid w:val="00937180"/>
    <w:rsid w:val="0093739C"/>
    <w:rsid w:val="00937B04"/>
    <w:rsid w:val="00940D19"/>
    <w:rsid w:val="009412BA"/>
    <w:rsid w:val="00941510"/>
    <w:rsid w:val="00941654"/>
    <w:rsid w:val="009417DD"/>
    <w:rsid w:val="00941F56"/>
    <w:rsid w:val="009427D1"/>
    <w:rsid w:val="00942D20"/>
    <w:rsid w:val="00943C40"/>
    <w:rsid w:val="009450DE"/>
    <w:rsid w:val="00945538"/>
    <w:rsid w:val="009455DC"/>
    <w:rsid w:val="009456F8"/>
    <w:rsid w:val="00945B6E"/>
    <w:rsid w:val="0094604C"/>
    <w:rsid w:val="00947BF3"/>
    <w:rsid w:val="0095161C"/>
    <w:rsid w:val="00951AB7"/>
    <w:rsid w:val="00952E9D"/>
    <w:rsid w:val="009539EC"/>
    <w:rsid w:val="009540DC"/>
    <w:rsid w:val="00955AE8"/>
    <w:rsid w:val="00955D43"/>
    <w:rsid w:val="00956987"/>
    <w:rsid w:val="009569EA"/>
    <w:rsid w:val="00956BD2"/>
    <w:rsid w:val="00957046"/>
    <w:rsid w:val="009577EE"/>
    <w:rsid w:val="00957FB8"/>
    <w:rsid w:val="0096059B"/>
    <w:rsid w:val="00960817"/>
    <w:rsid w:val="00960BB9"/>
    <w:rsid w:val="00960CEB"/>
    <w:rsid w:val="00961056"/>
    <w:rsid w:val="009610F5"/>
    <w:rsid w:val="009617F0"/>
    <w:rsid w:val="00962368"/>
    <w:rsid w:val="00962629"/>
    <w:rsid w:val="00963017"/>
    <w:rsid w:val="00963460"/>
    <w:rsid w:val="009634AD"/>
    <w:rsid w:val="00963AA9"/>
    <w:rsid w:val="00963D13"/>
    <w:rsid w:val="00964890"/>
    <w:rsid w:val="009653D7"/>
    <w:rsid w:val="00966043"/>
    <w:rsid w:val="009667BA"/>
    <w:rsid w:val="0096688B"/>
    <w:rsid w:val="0096698F"/>
    <w:rsid w:val="00966C54"/>
    <w:rsid w:val="009672C4"/>
    <w:rsid w:val="009676CC"/>
    <w:rsid w:val="00967E0C"/>
    <w:rsid w:val="00970EAA"/>
    <w:rsid w:val="00971151"/>
    <w:rsid w:val="0097123B"/>
    <w:rsid w:val="00972E77"/>
    <w:rsid w:val="00972F3D"/>
    <w:rsid w:val="00972F4C"/>
    <w:rsid w:val="00973DBB"/>
    <w:rsid w:val="00975B57"/>
    <w:rsid w:val="009763EA"/>
    <w:rsid w:val="00977069"/>
    <w:rsid w:val="0097719D"/>
    <w:rsid w:val="0098087A"/>
    <w:rsid w:val="009835CA"/>
    <w:rsid w:val="0098402D"/>
    <w:rsid w:val="00984205"/>
    <w:rsid w:val="00984466"/>
    <w:rsid w:val="00984FF3"/>
    <w:rsid w:val="00985229"/>
    <w:rsid w:val="00986007"/>
    <w:rsid w:val="009869DF"/>
    <w:rsid w:val="009869E0"/>
    <w:rsid w:val="00986F0B"/>
    <w:rsid w:val="009871FC"/>
    <w:rsid w:val="009875D4"/>
    <w:rsid w:val="00987C4D"/>
    <w:rsid w:val="00990EBF"/>
    <w:rsid w:val="00990F98"/>
    <w:rsid w:val="00991320"/>
    <w:rsid w:val="009915A2"/>
    <w:rsid w:val="00992315"/>
    <w:rsid w:val="00992BE7"/>
    <w:rsid w:val="00992EA1"/>
    <w:rsid w:val="00993730"/>
    <w:rsid w:val="009944CF"/>
    <w:rsid w:val="00995285"/>
    <w:rsid w:val="00996B18"/>
    <w:rsid w:val="00997058"/>
    <w:rsid w:val="009A1FC6"/>
    <w:rsid w:val="009A24EE"/>
    <w:rsid w:val="009A4C11"/>
    <w:rsid w:val="009A5322"/>
    <w:rsid w:val="009A5701"/>
    <w:rsid w:val="009A6BEB"/>
    <w:rsid w:val="009A6F3D"/>
    <w:rsid w:val="009A76E9"/>
    <w:rsid w:val="009B0B35"/>
    <w:rsid w:val="009B0F8F"/>
    <w:rsid w:val="009B11D3"/>
    <w:rsid w:val="009B194B"/>
    <w:rsid w:val="009B23D6"/>
    <w:rsid w:val="009B4012"/>
    <w:rsid w:val="009B49B4"/>
    <w:rsid w:val="009B4BE1"/>
    <w:rsid w:val="009B5143"/>
    <w:rsid w:val="009B5CF2"/>
    <w:rsid w:val="009B6074"/>
    <w:rsid w:val="009B612E"/>
    <w:rsid w:val="009B66E4"/>
    <w:rsid w:val="009B674E"/>
    <w:rsid w:val="009B6998"/>
    <w:rsid w:val="009B6F31"/>
    <w:rsid w:val="009B7060"/>
    <w:rsid w:val="009B73A3"/>
    <w:rsid w:val="009C00FF"/>
    <w:rsid w:val="009C02E1"/>
    <w:rsid w:val="009C0842"/>
    <w:rsid w:val="009C0B8E"/>
    <w:rsid w:val="009C184E"/>
    <w:rsid w:val="009C1BDF"/>
    <w:rsid w:val="009C44B9"/>
    <w:rsid w:val="009C53D8"/>
    <w:rsid w:val="009C5CF7"/>
    <w:rsid w:val="009C5F4E"/>
    <w:rsid w:val="009C6048"/>
    <w:rsid w:val="009C60EE"/>
    <w:rsid w:val="009C61C2"/>
    <w:rsid w:val="009C682E"/>
    <w:rsid w:val="009C6F94"/>
    <w:rsid w:val="009C7286"/>
    <w:rsid w:val="009C73A4"/>
    <w:rsid w:val="009C76BB"/>
    <w:rsid w:val="009C7F08"/>
    <w:rsid w:val="009D0218"/>
    <w:rsid w:val="009D04EA"/>
    <w:rsid w:val="009D07DE"/>
    <w:rsid w:val="009D096B"/>
    <w:rsid w:val="009D0ABA"/>
    <w:rsid w:val="009D1F49"/>
    <w:rsid w:val="009D2548"/>
    <w:rsid w:val="009D25EE"/>
    <w:rsid w:val="009D2B9E"/>
    <w:rsid w:val="009D30B8"/>
    <w:rsid w:val="009D31AC"/>
    <w:rsid w:val="009D7735"/>
    <w:rsid w:val="009D7887"/>
    <w:rsid w:val="009E08D9"/>
    <w:rsid w:val="009E199F"/>
    <w:rsid w:val="009E19C5"/>
    <w:rsid w:val="009E214D"/>
    <w:rsid w:val="009E2336"/>
    <w:rsid w:val="009E2449"/>
    <w:rsid w:val="009E3306"/>
    <w:rsid w:val="009E3566"/>
    <w:rsid w:val="009E379B"/>
    <w:rsid w:val="009E3AD0"/>
    <w:rsid w:val="009E3E77"/>
    <w:rsid w:val="009E4F42"/>
    <w:rsid w:val="009E51DC"/>
    <w:rsid w:val="009E56DE"/>
    <w:rsid w:val="009E5B82"/>
    <w:rsid w:val="009E5BAE"/>
    <w:rsid w:val="009E5FD3"/>
    <w:rsid w:val="009E675D"/>
    <w:rsid w:val="009E688D"/>
    <w:rsid w:val="009E70D7"/>
    <w:rsid w:val="009E70E5"/>
    <w:rsid w:val="009E7952"/>
    <w:rsid w:val="009E7A4C"/>
    <w:rsid w:val="009E7DC7"/>
    <w:rsid w:val="009E7E1F"/>
    <w:rsid w:val="009F0515"/>
    <w:rsid w:val="009F1092"/>
    <w:rsid w:val="009F26E2"/>
    <w:rsid w:val="009F29DC"/>
    <w:rsid w:val="009F2E7D"/>
    <w:rsid w:val="009F4A4D"/>
    <w:rsid w:val="009F4A60"/>
    <w:rsid w:val="009F55A2"/>
    <w:rsid w:val="009F564F"/>
    <w:rsid w:val="009F6F83"/>
    <w:rsid w:val="009F701C"/>
    <w:rsid w:val="009F77D1"/>
    <w:rsid w:val="00A000BA"/>
    <w:rsid w:val="00A008FB"/>
    <w:rsid w:val="00A00DFE"/>
    <w:rsid w:val="00A01627"/>
    <w:rsid w:val="00A02C48"/>
    <w:rsid w:val="00A05C30"/>
    <w:rsid w:val="00A06F57"/>
    <w:rsid w:val="00A07092"/>
    <w:rsid w:val="00A076D5"/>
    <w:rsid w:val="00A07F6C"/>
    <w:rsid w:val="00A1001E"/>
    <w:rsid w:val="00A10BDB"/>
    <w:rsid w:val="00A10E46"/>
    <w:rsid w:val="00A11A21"/>
    <w:rsid w:val="00A129B8"/>
    <w:rsid w:val="00A1369D"/>
    <w:rsid w:val="00A1384E"/>
    <w:rsid w:val="00A14594"/>
    <w:rsid w:val="00A147AD"/>
    <w:rsid w:val="00A14FBE"/>
    <w:rsid w:val="00A15D75"/>
    <w:rsid w:val="00A15F29"/>
    <w:rsid w:val="00A16148"/>
    <w:rsid w:val="00A16AAA"/>
    <w:rsid w:val="00A16B1A"/>
    <w:rsid w:val="00A17B6C"/>
    <w:rsid w:val="00A17C6C"/>
    <w:rsid w:val="00A203F2"/>
    <w:rsid w:val="00A2055E"/>
    <w:rsid w:val="00A21904"/>
    <w:rsid w:val="00A22177"/>
    <w:rsid w:val="00A22770"/>
    <w:rsid w:val="00A22799"/>
    <w:rsid w:val="00A2356D"/>
    <w:rsid w:val="00A235B5"/>
    <w:rsid w:val="00A23B51"/>
    <w:rsid w:val="00A247C2"/>
    <w:rsid w:val="00A24E38"/>
    <w:rsid w:val="00A25263"/>
    <w:rsid w:val="00A257D7"/>
    <w:rsid w:val="00A26663"/>
    <w:rsid w:val="00A26BD2"/>
    <w:rsid w:val="00A26DE9"/>
    <w:rsid w:val="00A27ADB"/>
    <w:rsid w:val="00A3010D"/>
    <w:rsid w:val="00A301A9"/>
    <w:rsid w:val="00A30334"/>
    <w:rsid w:val="00A30ECD"/>
    <w:rsid w:val="00A32044"/>
    <w:rsid w:val="00A32579"/>
    <w:rsid w:val="00A32594"/>
    <w:rsid w:val="00A32C65"/>
    <w:rsid w:val="00A32DBC"/>
    <w:rsid w:val="00A33079"/>
    <w:rsid w:val="00A33814"/>
    <w:rsid w:val="00A33AC9"/>
    <w:rsid w:val="00A34A68"/>
    <w:rsid w:val="00A34F35"/>
    <w:rsid w:val="00A356F6"/>
    <w:rsid w:val="00A35ACB"/>
    <w:rsid w:val="00A35F4E"/>
    <w:rsid w:val="00A36398"/>
    <w:rsid w:val="00A36619"/>
    <w:rsid w:val="00A373E4"/>
    <w:rsid w:val="00A376EF"/>
    <w:rsid w:val="00A37953"/>
    <w:rsid w:val="00A37EDE"/>
    <w:rsid w:val="00A4021F"/>
    <w:rsid w:val="00A40595"/>
    <w:rsid w:val="00A40A7F"/>
    <w:rsid w:val="00A40B88"/>
    <w:rsid w:val="00A41568"/>
    <w:rsid w:val="00A416C2"/>
    <w:rsid w:val="00A420FB"/>
    <w:rsid w:val="00A427FF"/>
    <w:rsid w:val="00A4282A"/>
    <w:rsid w:val="00A43701"/>
    <w:rsid w:val="00A44546"/>
    <w:rsid w:val="00A4459D"/>
    <w:rsid w:val="00A44620"/>
    <w:rsid w:val="00A45172"/>
    <w:rsid w:val="00A45DC2"/>
    <w:rsid w:val="00A47103"/>
    <w:rsid w:val="00A47D48"/>
    <w:rsid w:val="00A50D47"/>
    <w:rsid w:val="00A51380"/>
    <w:rsid w:val="00A5258A"/>
    <w:rsid w:val="00A550FB"/>
    <w:rsid w:val="00A561B5"/>
    <w:rsid w:val="00A563E0"/>
    <w:rsid w:val="00A56F79"/>
    <w:rsid w:val="00A570BB"/>
    <w:rsid w:val="00A57959"/>
    <w:rsid w:val="00A60362"/>
    <w:rsid w:val="00A60DDB"/>
    <w:rsid w:val="00A61003"/>
    <w:rsid w:val="00A61C5D"/>
    <w:rsid w:val="00A61EDA"/>
    <w:rsid w:val="00A62070"/>
    <w:rsid w:val="00A6257F"/>
    <w:rsid w:val="00A62BD4"/>
    <w:rsid w:val="00A62F65"/>
    <w:rsid w:val="00A63465"/>
    <w:rsid w:val="00A638CA"/>
    <w:rsid w:val="00A64CC5"/>
    <w:rsid w:val="00A65BE4"/>
    <w:rsid w:val="00A65F67"/>
    <w:rsid w:val="00A66010"/>
    <w:rsid w:val="00A66173"/>
    <w:rsid w:val="00A661F7"/>
    <w:rsid w:val="00A66DBD"/>
    <w:rsid w:val="00A674A9"/>
    <w:rsid w:val="00A67646"/>
    <w:rsid w:val="00A67722"/>
    <w:rsid w:val="00A67CF5"/>
    <w:rsid w:val="00A67DE6"/>
    <w:rsid w:val="00A70219"/>
    <w:rsid w:val="00A72558"/>
    <w:rsid w:val="00A72F83"/>
    <w:rsid w:val="00A73EDA"/>
    <w:rsid w:val="00A746BE"/>
    <w:rsid w:val="00A7597D"/>
    <w:rsid w:val="00A7660B"/>
    <w:rsid w:val="00A80410"/>
    <w:rsid w:val="00A816B5"/>
    <w:rsid w:val="00A8176D"/>
    <w:rsid w:val="00A82138"/>
    <w:rsid w:val="00A82C2E"/>
    <w:rsid w:val="00A8362C"/>
    <w:rsid w:val="00A838DF"/>
    <w:rsid w:val="00A83B70"/>
    <w:rsid w:val="00A83F64"/>
    <w:rsid w:val="00A84378"/>
    <w:rsid w:val="00A84864"/>
    <w:rsid w:val="00A84A1C"/>
    <w:rsid w:val="00A853C8"/>
    <w:rsid w:val="00A854C3"/>
    <w:rsid w:val="00A858D5"/>
    <w:rsid w:val="00A86529"/>
    <w:rsid w:val="00A86F10"/>
    <w:rsid w:val="00A87048"/>
    <w:rsid w:val="00A877CA"/>
    <w:rsid w:val="00A87C1E"/>
    <w:rsid w:val="00A87F15"/>
    <w:rsid w:val="00A90EE1"/>
    <w:rsid w:val="00A9176A"/>
    <w:rsid w:val="00A9199F"/>
    <w:rsid w:val="00A921B3"/>
    <w:rsid w:val="00A922BE"/>
    <w:rsid w:val="00A92B73"/>
    <w:rsid w:val="00A9385E"/>
    <w:rsid w:val="00A9392C"/>
    <w:rsid w:val="00A9400C"/>
    <w:rsid w:val="00A9407A"/>
    <w:rsid w:val="00A94373"/>
    <w:rsid w:val="00A9451D"/>
    <w:rsid w:val="00A94A5C"/>
    <w:rsid w:val="00A96871"/>
    <w:rsid w:val="00A96E4F"/>
    <w:rsid w:val="00AA08B3"/>
    <w:rsid w:val="00AA1D09"/>
    <w:rsid w:val="00AA2148"/>
    <w:rsid w:val="00AA3BB9"/>
    <w:rsid w:val="00AA3C75"/>
    <w:rsid w:val="00AA43B5"/>
    <w:rsid w:val="00AA4F52"/>
    <w:rsid w:val="00AA5E69"/>
    <w:rsid w:val="00AA641E"/>
    <w:rsid w:val="00AA7BC5"/>
    <w:rsid w:val="00AB0A7E"/>
    <w:rsid w:val="00AB1692"/>
    <w:rsid w:val="00AB1B0E"/>
    <w:rsid w:val="00AB1C35"/>
    <w:rsid w:val="00AB1D64"/>
    <w:rsid w:val="00AB2A3B"/>
    <w:rsid w:val="00AB2A42"/>
    <w:rsid w:val="00AB2AAD"/>
    <w:rsid w:val="00AB2AB7"/>
    <w:rsid w:val="00AB2C8C"/>
    <w:rsid w:val="00AB3278"/>
    <w:rsid w:val="00AB61E6"/>
    <w:rsid w:val="00AB6CE6"/>
    <w:rsid w:val="00AB7596"/>
    <w:rsid w:val="00AC02F6"/>
    <w:rsid w:val="00AC03D9"/>
    <w:rsid w:val="00AC0A0C"/>
    <w:rsid w:val="00AC0A81"/>
    <w:rsid w:val="00AC395C"/>
    <w:rsid w:val="00AC3D5D"/>
    <w:rsid w:val="00AC4BA7"/>
    <w:rsid w:val="00AC4D25"/>
    <w:rsid w:val="00AC5103"/>
    <w:rsid w:val="00AC518E"/>
    <w:rsid w:val="00AC58CF"/>
    <w:rsid w:val="00AC5A9B"/>
    <w:rsid w:val="00AC6A8F"/>
    <w:rsid w:val="00AC7CCD"/>
    <w:rsid w:val="00AD105F"/>
    <w:rsid w:val="00AD1D85"/>
    <w:rsid w:val="00AD22C2"/>
    <w:rsid w:val="00AD2AF2"/>
    <w:rsid w:val="00AD2E37"/>
    <w:rsid w:val="00AD37E9"/>
    <w:rsid w:val="00AD4328"/>
    <w:rsid w:val="00AD47F7"/>
    <w:rsid w:val="00AD4A8D"/>
    <w:rsid w:val="00AD4E82"/>
    <w:rsid w:val="00AD55E2"/>
    <w:rsid w:val="00AD563B"/>
    <w:rsid w:val="00AD5F28"/>
    <w:rsid w:val="00AE038A"/>
    <w:rsid w:val="00AE0898"/>
    <w:rsid w:val="00AE0C53"/>
    <w:rsid w:val="00AE0E1C"/>
    <w:rsid w:val="00AE102F"/>
    <w:rsid w:val="00AE1108"/>
    <w:rsid w:val="00AE1153"/>
    <w:rsid w:val="00AE13A8"/>
    <w:rsid w:val="00AE18FC"/>
    <w:rsid w:val="00AE2433"/>
    <w:rsid w:val="00AE258F"/>
    <w:rsid w:val="00AE25E3"/>
    <w:rsid w:val="00AE301B"/>
    <w:rsid w:val="00AE3169"/>
    <w:rsid w:val="00AE32E5"/>
    <w:rsid w:val="00AE3757"/>
    <w:rsid w:val="00AE37AF"/>
    <w:rsid w:val="00AE4D74"/>
    <w:rsid w:val="00AE4F8D"/>
    <w:rsid w:val="00AE67C7"/>
    <w:rsid w:val="00AE68D2"/>
    <w:rsid w:val="00AE6D64"/>
    <w:rsid w:val="00AE6F91"/>
    <w:rsid w:val="00AE7A52"/>
    <w:rsid w:val="00AF0D36"/>
    <w:rsid w:val="00AF0DD9"/>
    <w:rsid w:val="00AF0E4D"/>
    <w:rsid w:val="00AF1522"/>
    <w:rsid w:val="00AF1ACE"/>
    <w:rsid w:val="00AF1E45"/>
    <w:rsid w:val="00AF2039"/>
    <w:rsid w:val="00AF2157"/>
    <w:rsid w:val="00AF2368"/>
    <w:rsid w:val="00AF3D3F"/>
    <w:rsid w:val="00AF3D5D"/>
    <w:rsid w:val="00AF5018"/>
    <w:rsid w:val="00AF50B7"/>
    <w:rsid w:val="00AF5110"/>
    <w:rsid w:val="00AF5991"/>
    <w:rsid w:val="00AF5ECF"/>
    <w:rsid w:val="00AF6410"/>
    <w:rsid w:val="00AF727F"/>
    <w:rsid w:val="00AF7696"/>
    <w:rsid w:val="00B00C7F"/>
    <w:rsid w:val="00B00ED9"/>
    <w:rsid w:val="00B0127E"/>
    <w:rsid w:val="00B0192E"/>
    <w:rsid w:val="00B03F7F"/>
    <w:rsid w:val="00B040F6"/>
    <w:rsid w:val="00B0424A"/>
    <w:rsid w:val="00B0448A"/>
    <w:rsid w:val="00B04EC9"/>
    <w:rsid w:val="00B04EDD"/>
    <w:rsid w:val="00B051C7"/>
    <w:rsid w:val="00B053AC"/>
    <w:rsid w:val="00B05BCF"/>
    <w:rsid w:val="00B0643E"/>
    <w:rsid w:val="00B071A7"/>
    <w:rsid w:val="00B072B4"/>
    <w:rsid w:val="00B07768"/>
    <w:rsid w:val="00B07861"/>
    <w:rsid w:val="00B07C60"/>
    <w:rsid w:val="00B105EF"/>
    <w:rsid w:val="00B109BC"/>
    <w:rsid w:val="00B10DCB"/>
    <w:rsid w:val="00B115C0"/>
    <w:rsid w:val="00B11627"/>
    <w:rsid w:val="00B1189C"/>
    <w:rsid w:val="00B11A93"/>
    <w:rsid w:val="00B11D49"/>
    <w:rsid w:val="00B12487"/>
    <w:rsid w:val="00B1394B"/>
    <w:rsid w:val="00B143B7"/>
    <w:rsid w:val="00B14639"/>
    <w:rsid w:val="00B14677"/>
    <w:rsid w:val="00B152BF"/>
    <w:rsid w:val="00B15C5D"/>
    <w:rsid w:val="00B160A7"/>
    <w:rsid w:val="00B16677"/>
    <w:rsid w:val="00B1737F"/>
    <w:rsid w:val="00B179C5"/>
    <w:rsid w:val="00B2022A"/>
    <w:rsid w:val="00B20B45"/>
    <w:rsid w:val="00B2145A"/>
    <w:rsid w:val="00B214C2"/>
    <w:rsid w:val="00B21680"/>
    <w:rsid w:val="00B21B92"/>
    <w:rsid w:val="00B21E5F"/>
    <w:rsid w:val="00B23713"/>
    <w:rsid w:val="00B245CA"/>
    <w:rsid w:val="00B25716"/>
    <w:rsid w:val="00B25BC3"/>
    <w:rsid w:val="00B2626F"/>
    <w:rsid w:val="00B26A99"/>
    <w:rsid w:val="00B26BAC"/>
    <w:rsid w:val="00B26FAB"/>
    <w:rsid w:val="00B272EB"/>
    <w:rsid w:val="00B27318"/>
    <w:rsid w:val="00B27733"/>
    <w:rsid w:val="00B27DB7"/>
    <w:rsid w:val="00B31D95"/>
    <w:rsid w:val="00B32217"/>
    <w:rsid w:val="00B32329"/>
    <w:rsid w:val="00B33D8E"/>
    <w:rsid w:val="00B33F64"/>
    <w:rsid w:val="00B347B9"/>
    <w:rsid w:val="00B349E1"/>
    <w:rsid w:val="00B3526A"/>
    <w:rsid w:val="00B35E22"/>
    <w:rsid w:val="00B36808"/>
    <w:rsid w:val="00B36A6D"/>
    <w:rsid w:val="00B371CC"/>
    <w:rsid w:val="00B37A46"/>
    <w:rsid w:val="00B40ED6"/>
    <w:rsid w:val="00B4100B"/>
    <w:rsid w:val="00B4102A"/>
    <w:rsid w:val="00B42AF9"/>
    <w:rsid w:val="00B4490A"/>
    <w:rsid w:val="00B44D3D"/>
    <w:rsid w:val="00B45B76"/>
    <w:rsid w:val="00B46D1D"/>
    <w:rsid w:val="00B47843"/>
    <w:rsid w:val="00B50CFA"/>
    <w:rsid w:val="00B515DF"/>
    <w:rsid w:val="00B53441"/>
    <w:rsid w:val="00B54588"/>
    <w:rsid w:val="00B55516"/>
    <w:rsid w:val="00B555FA"/>
    <w:rsid w:val="00B55D3E"/>
    <w:rsid w:val="00B56F21"/>
    <w:rsid w:val="00B576EC"/>
    <w:rsid w:val="00B57C46"/>
    <w:rsid w:val="00B602C9"/>
    <w:rsid w:val="00B60850"/>
    <w:rsid w:val="00B60BFE"/>
    <w:rsid w:val="00B60C34"/>
    <w:rsid w:val="00B60CF9"/>
    <w:rsid w:val="00B60FF2"/>
    <w:rsid w:val="00B6342D"/>
    <w:rsid w:val="00B63444"/>
    <w:rsid w:val="00B63A79"/>
    <w:rsid w:val="00B63A9F"/>
    <w:rsid w:val="00B641E7"/>
    <w:rsid w:val="00B655D9"/>
    <w:rsid w:val="00B659EA"/>
    <w:rsid w:val="00B659FB"/>
    <w:rsid w:val="00B65A58"/>
    <w:rsid w:val="00B65ECD"/>
    <w:rsid w:val="00B663E7"/>
    <w:rsid w:val="00B67157"/>
    <w:rsid w:val="00B6759F"/>
    <w:rsid w:val="00B67879"/>
    <w:rsid w:val="00B67F24"/>
    <w:rsid w:val="00B71622"/>
    <w:rsid w:val="00B71E8A"/>
    <w:rsid w:val="00B722BA"/>
    <w:rsid w:val="00B73012"/>
    <w:rsid w:val="00B733E1"/>
    <w:rsid w:val="00B73E07"/>
    <w:rsid w:val="00B74906"/>
    <w:rsid w:val="00B749CC"/>
    <w:rsid w:val="00B75365"/>
    <w:rsid w:val="00B757BB"/>
    <w:rsid w:val="00B75B6E"/>
    <w:rsid w:val="00B772AC"/>
    <w:rsid w:val="00B777B9"/>
    <w:rsid w:val="00B77CA4"/>
    <w:rsid w:val="00B800B8"/>
    <w:rsid w:val="00B804DA"/>
    <w:rsid w:val="00B80D56"/>
    <w:rsid w:val="00B8196D"/>
    <w:rsid w:val="00B8204E"/>
    <w:rsid w:val="00B82BE8"/>
    <w:rsid w:val="00B839CA"/>
    <w:rsid w:val="00B84AC9"/>
    <w:rsid w:val="00B84DE9"/>
    <w:rsid w:val="00B85A6F"/>
    <w:rsid w:val="00B85D46"/>
    <w:rsid w:val="00B86295"/>
    <w:rsid w:val="00B8658F"/>
    <w:rsid w:val="00B86820"/>
    <w:rsid w:val="00B86991"/>
    <w:rsid w:val="00B87D6B"/>
    <w:rsid w:val="00B91334"/>
    <w:rsid w:val="00B92524"/>
    <w:rsid w:val="00B9254E"/>
    <w:rsid w:val="00B9278A"/>
    <w:rsid w:val="00B92991"/>
    <w:rsid w:val="00B92E72"/>
    <w:rsid w:val="00B938AE"/>
    <w:rsid w:val="00B94AB8"/>
    <w:rsid w:val="00B94C1B"/>
    <w:rsid w:val="00B94F6F"/>
    <w:rsid w:val="00B9509C"/>
    <w:rsid w:val="00B95F04"/>
    <w:rsid w:val="00B96170"/>
    <w:rsid w:val="00B964A0"/>
    <w:rsid w:val="00B96535"/>
    <w:rsid w:val="00B966FE"/>
    <w:rsid w:val="00B972E6"/>
    <w:rsid w:val="00B974F3"/>
    <w:rsid w:val="00BA01A7"/>
    <w:rsid w:val="00BA0512"/>
    <w:rsid w:val="00BA12D6"/>
    <w:rsid w:val="00BA1480"/>
    <w:rsid w:val="00BA1577"/>
    <w:rsid w:val="00BA17BA"/>
    <w:rsid w:val="00BA1B67"/>
    <w:rsid w:val="00BA32E3"/>
    <w:rsid w:val="00BA392F"/>
    <w:rsid w:val="00BA611E"/>
    <w:rsid w:val="00BA64C6"/>
    <w:rsid w:val="00BA661A"/>
    <w:rsid w:val="00BA6A23"/>
    <w:rsid w:val="00BA6BEE"/>
    <w:rsid w:val="00BA704A"/>
    <w:rsid w:val="00BB0461"/>
    <w:rsid w:val="00BB090A"/>
    <w:rsid w:val="00BB1126"/>
    <w:rsid w:val="00BB2D42"/>
    <w:rsid w:val="00BB2D66"/>
    <w:rsid w:val="00BB327F"/>
    <w:rsid w:val="00BB3BF1"/>
    <w:rsid w:val="00BB4037"/>
    <w:rsid w:val="00BB4E33"/>
    <w:rsid w:val="00BB5070"/>
    <w:rsid w:val="00BB52BB"/>
    <w:rsid w:val="00BB6A6A"/>
    <w:rsid w:val="00BB6F9C"/>
    <w:rsid w:val="00BB762E"/>
    <w:rsid w:val="00BB7826"/>
    <w:rsid w:val="00BB7CBF"/>
    <w:rsid w:val="00BB7F12"/>
    <w:rsid w:val="00BC0903"/>
    <w:rsid w:val="00BC12DD"/>
    <w:rsid w:val="00BC36C1"/>
    <w:rsid w:val="00BC3BC5"/>
    <w:rsid w:val="00BC46D2"/>
    <w:rsid w:val="00BC4F2F"/>
    <w:rsid w:val="00BC57C3"/>
    <w:rsid w:val="00BC59DA"/>
    <w:rsid w:val="00BC5AEB"/>
    <w:rsid w:val="00BC69CA"/>
    <w:rsid w:val="00BC6BBD"/>
    <w:rsid w:val="00BC7A59"/>
    <w:rsid w:val="00BC7CEF"/>
    <w:rsid w:val="00BC7E2C"/>
    <w:rsid w:val="00BD0BC8"/>
    <w:rsid w:val="00BD0BD8"/>
    <w:rsid w:val="00BD0DF7"/>
    <w:rsid w:val="00BD0E2A"/>
    <w:rsid w:val="00BD0F79"/>
    <w:rsid w:val="00BD10AA"/>
    <w:rsid w:val="00BD19ED"/>
    <w:rsid w:val="00BD26CD"/>
    <w:rsid w:val="00BD29C0"/>
    <w:rsid w:val="00BD3BAA"/>
    <w:rsid w:val="00BD3CA5"/>
    <w:rsid w:val="00BD4322"/>
    <w:rsid w:val="00BD4960"/>
    <w:rsid w:val="00BD4AFE"/>
    <w:rsid w:val="00BD5F85"/>
    <w:rsid w:val="00BD6E0F"/>
    <w:rsid w:val="00BD7261"/>
    <w:rsid w:val="00BD7458"/>
    <w:rsid w:val="00BD7A26"/>
    <w:rsid w:val="00BE054E"/>
    <w:rsid w:val="00BE0873"/>
    <w:rsid w:val="00BE167C"/>
    <w:rsid w:val="00BE16CE"/>
    <w:rsid w:val="00BE223D"/>
    <w:rsid w:val="00BE22A2"/>
    <w:rsid w:val="00BE2320"/>
    <w:rsid w:val="00BE2D6A"/>
    <w:rsid w:val="00BE31E0"/>
    <w:rsid w:val="00BE3A17"/>
    <w:rsid w:val="00BE4388"/>
    <w:rsid w:val="00BE4A9F"/>
    <w:rsid w:val="00BE54E0"/>
    <w:rsid w:val="00BE6492"/>
    <w:rsid w:val="00BE65E6"/>
    <w:rsid w:val="00BE7F88"/>
    <w:rsid w:val="00BF07A4"/>
    <w:rsid w:val="00BF08EB"/>
    <w:rsid w:val="00BF09B7"/>
    <w:rsid w:val="00BF13F5"/>
    <w:rsid w:val="00BF235F"/>
    <w:rsid w:val="00BF28E0"/>
    <w:rsid w:val="00BF2981"/>
    <w:rsid w:val="00BF3B68"/>
    <w:rsid w:val="00BF4447"/>
    <w:rsid w:val="00BF683E"/>
    <w:rsid w:val="00BF68A7"/>
    <w:rsid w:val="00BF7D53"/>
    <w:rsid w:val="00BF7D9A"/>
    <w:rsid w:val="00C00A5E"/>
    <w:rsid w:val="00C00C08"/>
    <w:rsid w:val="00C00E26"/>
    <w:rsid w:val="00C014CD"/>
    <w:rsid w:val="00C02509"/>
    <w:rsid w:val="00C028F4"/>
    <w:rsid w:val="00C02B17"/>
    <w:rsid w:val="00C02BC8"/>
    <w:rsid w:val="00C0325A"/>
    <w:rsid w:val="00C042F8"/>
    <w:rsid w:val="00C0446E"/>
    <w:rsid w:val="00C04F97"/>
    <w:rsid w:val="00C057DF"/>
    <w:rsid w:val="00C05DE7"/>
    <w:rsid w:val="00C06FFB"/>
    <w:rsid w:val="00C07D9C"/>
    <w:rsid w:val="00C1049B"/>
    <w:rsid w:val="00C10D21"/>
    <w:rsid w:val="00C11A3E"/>
    <w:rsid w:val="00C12083"/>
    <w:rsid w:val="00C12476"/>
    <w:rsid w:val="00C12542"/>
    <w:rsid w:val="00C12F75"/>
    <w:rsid w:val="00C13A90"/>
    <w:rsid w:val="00C13ACC"/>
    <w:rsid w:val="00C14500"/>
    <w:rsid w:val="00C15109"/>
    <w:rsid w:val="00C1523E"/>
    <w:rsid w:val="00C153CB"/>
    <w:rsid w:val="00C1550D"/>
    <w:rsid w:val="00C163FD"/>
    <w:rsid w:val="00C167B5"/>
    <w:rsid w:val="00C16805"/>
    <w:rsid w:val="00C1685F"/>
    <w:rsid w:val="00C175F4"/>
    <w:rsid w:val="00C17857"/>
    <w:rsid w:val="00C20639"/>
    <w:rsid w:val="00C20859"/>
    <w:rsid w:val="00C20E3E"/>
    <w:rsid w:val="00C212CD"/>
    <w:rsid w:val="00C21440"/>
    <w:rsid w:val="00C21812"/>
    <w:rsid w:val="00C219A8"/>
    <w:rsid w:val="00C223E5"/>
    <w:rsid w:val="00C22DDC"/>
    <w:rsid w:val="00C232F3"/>
    <w:rsid w:val="00C23948"/>
    <w:rsid w:val="00C2415D"/>
    <w:rsid w:val="00C24BF0"/>
    <w:rsid w:val="00C25C11"/>
    <w:rsid w:val="00C30370"/>
    <w:rsid w:val="00C31A2D"/>
    <w:rsid w:val="00C32235"/>
    <w:rsid w:val="00C328A9"/>
    <w:rsid w:val="00C330F8"/>
    <w:rsid w:val="00C3373E"/>
    <w:rsid w:val="00C33995"/>
    <w:rsid w:val="00C34EC1"/>
    <w:rsid w:val="00C350FE"/>
    <w:rsid w:val="00C3586B"/>
    <w:rsid w:val="00C35979"/>
    <w:rsid w:val="00C35C80"/>
    <w:rsid w:val="00C36541"/>
    <w:rsid w:val="00C36E08"/>
    <w:rsid w:val="00C372E9"/>
    <w:rsid w:val="00C37868"/>
    <w:rsid w:val="00C4007F"/>
    <w:rsid w:val="00C40393"/>
    <w:rsid w:val="00C40D6B"/>
    <w:rsid w:val="00C41283"/>
    <w:rsid w:val="00C412BB"/>
    <w:rsid w:val="00C41A53"/>
    <w:rsid w:val="00C41ACB"/>
    <w:rsid w:val="00C442F2"/>
    <w:rsid w:val="00C44432"/>
    <w:rsid w:val="00C4444A"/>
    <w:rsid w:val="00C451C2"/>
    <w:rsid w:val="00C46042"/>
    <w:rsid w:val="00C46407"/>
    <w:rsid w:val="00C466AA"/>
    <w:rsid w:val="00C474A6"/>
    <w:rsid w:val="00C47917"/>
    <w:rsid w:val="00C50072"/>
    <w:rsid w:val="00C50395"/>
    <w:rsid w:val="00C50BBE"/>
    <w:rsid w:val="00C50C03"/>
    <w:rsid w:val="00C50F62"/>
    <w:rsid w:val="00C5126F"/>
    <w:rsid w:val="00C5272C"/>
    <w:rsid w:val="00C52EDF"/>
    <w:rsid w:val="00C53FB2"/>
    <w:rsid w:val="00C54B8D"/>
    <w:rsid w:val="00C5539D"/>
    <w:rsid w:val="00C56B46"/>
    <w:rsid w:val="00C570FE"/>
    <w:rsid w:val="00C612FD"/>
    <w:rsid w:val="00C61B34"/>
    <w:rsid w:val="00C62569"/>
    <w:rsid w:val="00C62812"/>
    <w:rsid w:val="00C62FD7"/>
    <w:rsid w:val="00C63F43"/>
    <w:rsid w:val="00C643B0"/>
    <w:rsid w:val="00C65D6E"/>
    <w:rsid w:val="00C660E0"/>
    <w:rsid w:val="00C665B3"/>
    <w:rsid w:val="00C6674A"/>
    <w:rsid w:val="00C674D3"/>
    <w:rsid w:val="00C70A5B"/>
    <w:rsid w:val="00C7123D"/>
    <w:rsid w:val="00C717B4"/>
    <w:rsid w:val="00C71A63"/>
    <w:rsid w:val="00C71B7A"/>
    <w:rsid w:val="00C71FAC"/>
    <w:rsid w:val="00C727AB"/>
    <w:rsid w:val="00C72856"/>
    <w:rsid w:val="00C758AE"/>
    <w:rsid w:val="00C76290"/>
    <w:rsid w:val="00C7652E"/>
    <w:rsid w:val="00C772FA"/>
    <w:rsid w:val="00C7798F"/>
    <w:rsid w:val="00C77BC1"/>
    <w:rsid w:val="00C808DD"/>
    <w:rsid w:val="00C80C62"/>
    <w:rsid w:val="00C81197"/>
    <w:rsid w:val="00C8139B"/>
    <w:rsid w:val="00C815EF"/>
    <w:rsid w:val="00C81837"/>
    <w:rsid w:val="00C819E2"/>
    <w:rsid w:val="00C81FD2"/>
    <w:rsid w:val="00C82095"/>
    <w:rsid w:val="00C8267B"/>
    <w:rsid w:val="00C82D2D"/>
    <w:rsid w:val="00C831EE"/>
    <w:rsid w:val="00C83414"/>
    <w:rsid w:val="00C83A92"/>
    <w:rsid w:val="00C83AED"/>
    <w:rsid w:val="00C83FEC"/>
    <w:rsid w:val="00C84943"/>
    <w:rsid w:val="00C84F8A"/>
    <w:rsid w:val="00C86E03"/>
    <w:rsid w:val="00C8732C"/>
    <w:rsid w:val="00C87A64"/>
    <w:rsid w:val="00C90167"/>
    <w:rsid w:val="00C9079F"/>
    <w:rsid w:val="00C90CC5"/>
    <w:rsid w:val="00C90CEC"/>
    <w:rsid w:val="00C91743"/>
    <w:rsid w:val="00C91A7C"/>
    <w:rsid w:val="00C920B9"/>
    <w:rsid w:val="00C92A6C"/>
    <w:rsid w:val="00C93AE6"/>
    <w:rsid w:val="00C941C1"/>
    <w:rsid w:val="00C9486D"/>
    <w:rsid w:val="00C94C8F"/>
    <w:rsid w:val="00C95682"/>
    <w:rsid w:val="00C95F41"/>
    <w:rsid w:val="00C96CB7"/>
    <w:rsid w:val="00C96D1C"/>
    <w:rsid w:val="00C97888"/>
    <w:rsid w:val="00C97A23"/>
    <w:rsid w:val="00C97E67"/>
    <w:rsid w:val="00CA07C8"/>
    <w:rsid w:val="00CA1E77"/>
    <w:rsid w:val="00CA2456"/>
    <w:rsid w:val="00CA2628"/>
    <w:rsid w:val="00CA2701"/>
    <w:rsid w:val="00CA4713"/>
    <w:rsid w:val="00CA4A6B"/>
    <w:rsid w:val="00CA4F7F"/>
    <w:rsid w:val="00CA5C91"/>
    <w:rsid w:val="00CA64DF"/>
    <w:rsid w:val="00CA6681"/>
    <w:rsid w:val="00CA772C"/>
    <w:rsid w:val="00CA7F1A"/>
    <w:rsid w:val="00CB0A08"/>
    <w:rsid w:val="00CB1370"/>
    <w:rsid w:val="00CB1985"/>
    <w:rsid w:val="00CB2765"/>
    <w:rsid w:val="00CB2F87"/>
    <w:rsid w:val="00CB3D40"/>
    <w:rsid w:val="00CB4631"/>
    <w:rsid w:val="00CB52F7"/>
    <w:rsid w:val="00CB5E57"/>
    <w:rsid w:val="00CB5E6A"/>
    <w:rsid w:val="00CB647F"/>
    <w:rsid w:val="00CB68C7"/>
    <w:rsid w:val="00CB69BD"/>
    <w:rsid w:val="00CB6B10"/>
    <w:rsid w:val="00CB7358"/>
    <w:rsid w:val="00CB755D"/>
    <w:rsid w:val="00CC0E47"/>
    <w:rsid w:val="00CC1804"/>
    <w:rsid w:val="00CC18B6"/>
    <w:rsid w:val="00CC3474"/>
    <w:rsid w:val="00CC3F45"/>
    <w:rsid w:val="00CC61DB"/>
    <w:rsid w:val="00CC6807"/>
    <w:rsid w:val="00CC72BA"/>
    <w:rsid w:val="00CD0366"/>
    <w:rsid w:val="00CD05D5"/>
    <w:rsid w:val="00CD097C"/>
    <w:rsid w:val="00CD0AEE"/>
    <w:rsid w:val="00CD1B97"/>
    <w:rsid w:val="00CD2278"/>
    <w:rsid w:val="00CD22AD"/>
    <w:rsid w:val="00CD2707"/>
    <w:rsid w:val="00CD36DE"/>
    <w:rsid w:val="00CD3E5C"/>
    <w:rsid w:val="00CD3F57"/>
    <w:rsid w:val="00CD42B6"/>
    <w:rsid w:val="00CD44E6"/>
    <w:rsid w:val="00CD4A2A"/>
    <w:rsid w:val="00CD54C5"/>
    <w:rsid w:val="00CD5BB4"/>
    <w:rsid w:val="00CD63AA"/>
    <w:rsid w:val="00CD6C81"/>
    <w:rsid w:val="00CE05DC"/>
    <w:rsid w:val="00CE0BF6"/>
    <w:rsid w:val="00CE1035"/>
    <w:rsid w:val="00CE172B"/>
    <w:rsid w:val="00CE22AF"/>
    <w:rsid w:val="00CE2734"/>
    <w:rsid w:val="00CE2918"/>
    <w:rsid w:val="00CE30C9"/>
    <w:rsid w:val="00CE4D25"/>
    <w:rsid w:val="00CE5961"/>
    <w:rsid w:val="00CE5E63"/>
    <w:rsid w:val="00CE5ECF"/>
    <w:rsid w:val="00CE706D"/>
    <w:rsid w:val="00CE70B5"/>
    <w:rsid w:val="00CE7BB9"/>
    <w:rsid w:val="00CE7D74"/>
    <w:rsid w:val="00CF0D7F"/>
    <w:rsid w:val="00CF15FC"/>
    <w:rsid w:val="00CF1B04"/>
    <w:rsid w:val="00CF1E1D"/>
    <w:rsid w:val="00CF217D"/>
    <w:rsid w:val="00CF2280"/>
    <w:rsid w:val="00CF2479"/>
    <w:rsid w:val="00CF2741"/>
    <w:rsid w:val="00CF2BF0"/>
    <w:rsid w:val="00CF3397"/>
    <w:rsid w:val="00CF3B88"/>
    <w:rsid w:val="00CF3D1A"/>
    <w:rsid w:val="00CF436B"/>
    <w:rsid w:val="00CF4759"/>
    <w:rsid w:val="00CF6053"/>
    <w:rsid w:val="00CF6124"/>
    <w:rsid w:val="00CF7220"/>
    <w:rsid w:val="00D0054B"/>
    <w:rsid w:val="00D00AA9"/>
    <w:rsid w:val="00D01E75"/>
    <w:rsid w:val="00D028BE"/>
    <w:rsid w:val="00D02D53"/>
    <w:rsid w:val="00D02D6B"/>
    <w:rsid w:val="00D03372"/>
    <w:rsid w:val="00D033A1"/>
    <w:rsid w:val="00D054AA"/>
    <w:rsid w:val="00D05CCD"/>
    <w:rsid w:val="00D05D3B"/>
    <w:rsid w:val="00D063AC"/>
    <w:rsid w:val="00D06872"/>
    <w:rsid w:val="00D06A1C"/>
    <w:rsid w:val="00D07785"/>
    <w:rsid w:val="00D07F37"/>
    <w:rsid w:val="00D10473"/>
    <w:rsid w:val="00D10F57"/>
    <w:rsid w:val="00D1285B"/>
    <w:rsid w:val="00D130C9"/>
    <w:rsid w:val="00D13231"/>
    <w:rsid w:val="00D13CD4"/>
    <w:rsid w:val="00D13F43"/>
    <w:rsid w:val="00D1415E"/>
    <w:rsid w:val="00D148C1"/>
    <w:rsid w:val="00D14C9C"/>
    <w:rsid w:val="00D153F0"/>
    <w:rsid w:val="00D170FC"/>
    <w:rsid w:val="00D171C1"/>
    <w:rsid w:val="00D17342"/>
    <w:rsid w:val="00D17739"/>
    <w:rsid w:val="00D1775F"/>
    <w:rsid w:val="00D17A56"/>
    <w:rsid w:val="00D20574"/>
    <w:rsid w:val="00D20D07"/>
    <w:rsid w:val="00D21434"/>
    <w:rsid w:val="00D224B9"/>
    <w:rsid w:val="00D22B3B"/>
    <w:rsid w:val="00D23176"/>
    <w:rsid w:val="00D2343B"/>
    <w:rsid w:val="00D241A2"/>
    <w:rsid w:val="00D247F2"/>
    <w:rsid w:val="00D24BF2"/>
    <w:rsid w:val="00D24DC9"/>
    <w:rsid w:val="00D25595"/>
    <w:rsid w:val="00D265A7"/>
    <w:rsid w:val="00D278D6"/>
    <w:rsid w:val="00D30495"/>
    <w:rsid w:val="00D306B4"/>
    <w:rsid w:val="00D31389"/>
    <w:rsid w:val="00D31C32"/>
    <w:rsid w:val="00D32C2D"/>
    <w:rsid w:val="00D33676"/>
    <w:rsid w:val="00D33B67"/>
    <w:rsid w:val="00D33EB0"/>
    <w:rsid w:val="00D35F7B"/>
    <w:rsid w:val="00D36936"/>
    <w:rsid w:val="00D36DC7"/>
    <w:rsid w:val="00D373B0"/>
    <w:rsid w:val="00D3777D"/>
    <w:rsid w:val="00D4001D"/>
    <w:rsid w:val="00D40688"/>
    <w:rsid w:val="00D40B57"/>
    <w:rsid w:val="00D40C42"/>
    <w:rsid w:val="00D411B5"/>
    <w:rsid w:val="00D41792"/>
    <w:rsid w:val="00D422E1"/>
    <w:rsid w:val="00D428AA"/>
    <w:rsid w:val="00D42A9B"/>
    <w:rsid w:val="00D42F46"/>
    <w:rsid w:val="00D43166"/>
    <w:rsid w:val="00D434D6"/>
    <w:rsid w:val="00D43574"/>
    <w:rsid w:val="00D436CD"/>
    <w:rsid w:val="00D43C40"/>
    <w:rsid w:val="00D449ED"/>
    <w:rsid w:val="00D44E10"/>
    <w:rsid w:val="00D45707"/>
    <w:rsid w:val="00D4573A"/>
    <w:rsid w:val="00D45911"/>
    <w:rsid w:val="00D46803"/>
    <w:rsid w:val="00D476B1"/>
    <w:rsid w:val="00D47BF2"/>
    <w:rsid w:val="00D47F83"/>
    <w:rsid w:val="00D5041C"/>
    <w:rsid w:val="00D51593"/>
    <w:rsid w:val="00D51863"/>
    <w:rsid w:val="00D52209"/>
    <w:rsid w:val="00D5246C"/>
    <w:rsid w:val="00D524F1"/>
    <w:rsid w:val="00D541B2"/>
    <w:rsid w:val="00D542EE"/>
    <w:rsid w:val="00D55275"/>
    <w:rsid w:val="00D56930"/>
    <w:rsid w:val="00D572FC"/>
    <w:rsid w:val="00D57856"/>
    <w:rsid w:val="00D579F6"/>
    <w:rsid w:val="00D60069"/>
    <w:rsid w:val="00D60CB0"/>
    <w:rsid w:val="00D60F62"/>
    <w:rsid w:val="00D616F0"/>
    <w:rsid w:val="00D628BE"/>
    <w:rsid w:val="00D63A0D"/>
    <w:rsid w:val="00D63C64"/>
    <w:rsid w:val="00D647D5"/>
    <w:rsid w:val="00D64B5E"/>
    <w:rsid w:val="00D64E5B"/>
    <w:rsid w:val="00D65700"/>
    <w:rsid w:val="00D65AEA"/>
    <w:rsid w:val="00D65E7B"/>
    <w:rsid w:val="00D66578"/>
    <w:rsid w:val="00D666B2"/>
    <w:rsid w:val="00D679B3"/>
    <w:rsid w:val="00D70772"/>
    <w:rsid w:val="00D7134A"/>
    <w:rsid w:val="00D7172A"/>
    <w:rsid w:val="00D71BC5"/>
    <w:rsid w:val="00D71E41"/>
    <w:rsid w:val="00D72751"/>
    <w:rsid w:val="00D7281C"/>
    <w:rsid w:val="00D72C48"/>
    <w:rsid w:val="00D74527"/>
    <w:rsid w:val="00D756A2"/>
    <w:rsid w:val="00D757C6"/>
    <w:rsid w:val="00D80081"/>
    <w:rsid w:val="00D80738"/>
    <w:rsid w:val="00D8096C"/>
    <w:rsid w:val="00D82381"/>
    <w:rsid w:val="00D82C4D"/>
    <w:rsid w:val="00D82D24"/>
    <w:rsid w:val="00D834C7"/>
    <w:rsid w:val="00D83534"/>
    <w:rsid w:val="00D83B16"/>
    <w:rsid w:val="00D840D1"/>
    <w:rsid w:val="00D84BA3"/>
    <w:rsid w:val="00D84BFC"/>
    <w:rsid w:val="00D84D08"/>
    <w:rsid w:val="00D8569C"/>
    <w:rsid w:val="00D8617F"/>
    <w:rsid w:val="00D86392"/>
    <w:rsid w:val="00D86B56"/>
    <w:rsid w:val="00D86FBC"/>
    <w:rsid w:val="00D8726C"/>
    <w:rsid w:val="00D87800"/>
    <w:rsid w:val="00D8780E"/>
    <w:rsid w:val="00D87ED8"/>
    <w:rsid w:val="00D87F20"/>
    <w:rsid w:val="00D90477"/>
    <w:rsid w:val="00D91A88"/>
    <w:rsid w:val="00D91EF5"/>
    <w:rsid w:val="00D920DC"/>
    <w:rsid w:val="00D92409"/>
    <w:rsid w:val="00D92F51"/>
    <w:rsid w:val="00D93707"/>
    <w:rsid w:val="00D93753"/>
    <w:rsid w:val="00D940B1"/>
    <w:rsid w:val="00D943B7"/>
    <w:rsid w:val="00D9465B"/>
    <w:rsid w:val="00D959F1"/>
    <w:rsid w:val="00D95FC9"/>
    <w:rsid w:val="00D964C6"/>
    <w:rsid w:val="00D97A24"/>
    <w:rsid w:val="00D97D57"/>
    <w:rsid w:val="00DA01E6"/>
    <w:rsid w:val="00DA0C11"/>
    <w:rsid w:val="00DA1C5F"/>
    <w:rsid w:val="00DA203B"/>
    <w:rsid w:val="00DA2902"/>
    <w:rsid w:val="00DA2B40"/>
    <w:rsid w:val="00DA30AE"/>
    <w:rsid w:val="00DA3D0D"/>
    <w:rsid w:val="00DA3F43"/>
    <w:rsid w:val="00DA4E17"/>
    <w:rsid w:val="00DA5233"/>
    <w:rsid w:val="00DA5BFE"/>
    <w:rsid w:val="00DA6039"/>
    <w:rsid w:val="00DA60C7"/>
    <w:rsid w:val="00DA6851"/>
    <w:rsid w:val="00DA6AC4"/>
    <w:rsid w:val="00DA749C"/>
    <w:rsid w:val="00DA7953"/>
    <w:rsid w:val="00DA7985"/>
    <w:rsid w:val="00DA7AA2"/>
    <w:rsid w:val="00DA7E05"/>
    <w:rsid w:val="00DB011A"/>
    <w:rsid w:val="00DB01D1"/>
    <w:rsid w:val="00DB0237"/>
    <w:rsid w:val="00DB07BF"/>
    <w:rsid w:val="00DB0AA7"/>
    <w:rsid w:val="00DB0D63"/>
    <w:rsid w:val="00DB1482"/>
    <w:rsid w:val="00DB280F"/>
    <w:rsid w:val="00DB2AA7"/>
    <w:rsid w:val="00DB30EF"/>
    <w:rsid w:val="00DB3C1F"/>
    <w:rsid w:val="00DB3D7D"/>
    <w:rsid w:val="00DB3DB8"/>
    <w:rsid w:val="00DB5133"/>
    <w:rsid w:val="00DB545B"/>
    <w:rsid w:val="00DB5814"/>
    <w:rsid w:val="00DB7510"/>
    <w:rsid w:val="00DC1586"/>
    <w:rsid w:val="00DC16D0"/>
    <w:rsid w:val="00DC1C85"/>
    <w:rsid w:val="00DC2278"/>
    <w:rsid w:val="00DC2639"/>
    <w:rsid w:val="00DC2DEB"/>
    <w:rsid w:val="00DC2FB1"/>
    <w:rsid w:val="00DC5ABF"/>
    <w:rsid w:val="00DC6265"/>
    <w:rsid w:val="00DC6A87"/>
    <w:rsid w:val="00DC6ABF"/>
    <w:rsid w:val="00DC7AA6"/>
    <w:rsid w:val="00DD0336"/>
    <w:rsid w:val="00DD08E4"/>
    <w:rsid w:val="00DD140D"/>
    <w:rsid w:val="00DD2689"/>
    <w:rsid w:val="00DD2786"/>
    <w:rsid w:val="00DD2BD8"/>
    <w:rsid w:val="00DD2BE5"/>
    <w:rsid w:val="00DD3569"/>
    <w:rsid w:val="00DD37AA"/>
    <w:rsid w:val="00DD37F4"/>
    <w:rsid w:val="00DD3BEC"/>
    <w:rsid w:val="00DD43AE"/>
    <w:rsid w:val="00DD4628"/>
    <w:rsid w:val="00DD46EF"/>
    <w:rsid w:val="00DD4D89"/>
    <w:rsid w:val="00DD5339"/>
    <w:rsid w:val="00DD57B8"/>
    <w:rsid w:val="00DD62D8"/>
    <w:rsid w:val="00DD6C78"/>
    <w:rsid w:val="00DD796B"/>
    <w:rsid w:val="00DD7B57"/>
    <w:rsid w:val="00DE0101"/>
    <w:rsid w:val="00DE05CB"/>
    <w:rsid w:val="00DE10BA"/>
    <w:rsid w:val="00DE111C"/>
    <w:rsid w:val="00DE12BD"/>
    <w:rsid w:val="00DE1F80"/>
    <w:rsid w:val="00DE2C4A"/>
    <w:rsid w:val="00DE344E"/>
    <w:rsid w:val="00DE363D"/>
    <w:rsid w:val="00DE5143"/>
    <w:rsid w:val="00DE59AA"/>
    <w:rsid w:val="00DE59E0"/>
    <w:rsid w:val="00DE5A2F"/>
    <w:rsid w:val="00DE5B24"/>
    <w:rsid w:val="00DE5D47"/>
    <w:rsid w:val="00DE6157"/>
    <w:rsid w:val="00DE67D9"/>
    <w:rsid w:val="00DE6834"/>
    <w:rsid w:val="00DE68F4"/>
    <w:rsid w:val="00DE69F9"/>
    <w:rsid w:val="00DE73C4"/>
    <w:rsid w:val="00DE79E7"/>
    <w:rsid w:val="00DF02CB"/>
    <w:rsid w:val="00DF0846"/>
    <w:rsid w:val="00DF0864"/>
    <w:rsid w:val="00DF0B0F"/>
    <w:rsid w:val="00DF0D90"/>
    <w:rsid w:val="00DF1261"/>
    <w:rsid w:val="00DF2023"/>
    <w:rsid w:val="00DF20E7"/>
    <w:rsid w:val="00DF27BB"/>
    <w:rsid w:val="00DF2F9F"/>
    <w:rsid w:val="00DF313D"/>
    <w:rsid w:val="00DF3DCF"/>
    <w:rsid w:val="00DF4009"/>
    <w:rsid w:val="00DF43A2"/>
    <w:rsid w:val="00DF44BB"/>
    <w:rsid w:val="00DF44C5"/>
    <w:rsid w:val="00DF53AA"/>
    <w:rsid w:val="00DF54D2"/>
    <w:rsid w:val="00DF5E82"/>
    <w:rsid w:val="00DF5ED9"/>
    <w:rsid w:val="00DF5FF8"/>
    <w:rsid w:val="00DF672E"/>
    <w:rsid w:val="00DF6954"/>
    <w:rsid w:val="00DF7235"/>
    <w:rsid w:val="00DF78BE"/>
    <w:rsid w:val="00DF78DF"/>
    <w:rsid w:val="00E008F1"/>
    <w:rsid w:val="00E013F2"/>
    <w:rsid w:val="00E01AD2"/>
    <w:rsid w:val="00E03879"/>
    <w:rsid w:val="00E039AD"/>
    <w:rsid w:val="00E03B9D"/>
    <w:rsid w:val="00E03CD2"/>
    <w:rsid w:val="00E04A0F"/>
    <w:rsid w:val="00E053A8"/>
    <w:rsid w:val="00E057E4"/>
    <w:rsid w:val="00E0609F"/>
    <w:rsid w:val="00E06570"/>
    <w:rsid w:val="00E0690B"/>
    <w:rsid w:val="00E0692D"/>
    <w:rsid w:val="00E06BB6"/>
    <w:rsid w:val="00E07EA4"/>
    <w:rsid w:val="00E103D8"/>
    <w:rsid w:val="00E10EEA"/>
    <w:rsid w:val="00E12BB6"/>
    <w:rsid w:val="00E131E9"/>
    <w:rsid w:val="00E13C59"/>
    <w:rsid w:val="00E15810"/>
    <w:rsid w:val="00E15879"/>
    <w:rsid w:val="00E15B0F"/>
    <w:rsid w:val="00E16BDE"/>
    <w:rsid w:val="00E17288"/>
    <w:rsid w:val="00E17CEC"/>
    <w:rsid w:val="00E202E7"/>
    <w:rsid w:val="00E21AAD"/>
    <w:rsid w:val="00E22A80"/>
    <w:rsid w:val="00E234FF"/>
    <w:rsid w:val="00E23866"/>
    <w:rsid w:val="00E23D60"/>
    <w:rsid w:val="00E23E5D"/>
    <w:rsid w:val="00E24083"/>
    <w:rsid w:val="00E240E9"/>
    <w:rsid w:val="00E26D8B"/>
    <w:rsid w:val="00E27AA8"/>
    <w:rsid w:val="00E30046"/>
    <w:rsid w:val="00E31351"/>
    <w:rsid w:val="00E317CC"/>
    <w:rsid w:val="00E3187D"/>
    <w:rsid w:val="00E31B0D"/>
    <w:rsid w:val="00E31BAF"/>
    <w:rsid w:val="00E322DE"/>
    <w:rsid w:val="00E3351E"/>
    <w:rsid w:val="00E33C6E"/>
    <w:rsid w:val="00E33D73"/>
    <w:rsid w:val="00E33E1C"/>
    <w:rsid w:val="00E349E8"/>
    <w:rsid w:val="00E34BD0"/>
    <w:rsid w:val="00E35A9B"/>
    <w:rsid w:val="00E35EF9"/>
    <w:rsid w:val="00E366D4"/>
    <w:rsid w:val="00E36AC7"/>
    <w:rsid w:val="00E36B19"/>
    <w:rsid w:val="00E376C0"/>
    <w:rsid w:val="00E377A3"/>
    <w:rsid w:val="00E40374"/>
    <w:rsid w:val="00E4057F"/>
    <w:rsid w:val="00E40B49"/>
    <w:rsid w:val="00E41354"/>
    <w:rsid w:val="00E415B7"/>
    <w:rsid w:val="00E41AEB"/>
    <w:rsid w:val="00E41FD0"/>
    <w:rsid w:val="00E43448"/>
    <w:rsid w:val="00E434D0"/>
    <w:rsid w:val="00E445AB"/>
    <w:rsid w:val="00E44703"/>
    <w:rsid w:val="00E448F9"/>
    <w:rsid w:val="00E45502"/>
    <w:rsid w:val="00E455EB"/>
    <w:rsid w:val="00E45CC5"/>
    <w:rsid w:val="00E45F12"/>
    <w:rsid w:val="00E46364"/>
    <w:rsid w:val="00E4741A"/>
    <w:rsid w:val="00E4754D"/>
    <w:rsid w:val="00E47676"/>
    <w:rsid w:val="00E4767A"/>
    <w:rsid w:val="00E47E46"/>
    <w:rsid w:val="00E50157"/>
    <w:rsid w:val="00E511F7"/>
    <w:rsid w:val="00E516F9"/>
    <w:rsid w:val="00E524B8"/>
    <w:rsid w:val="00E52799"/>
    <w:rsid w:val="00E527D8"/>
    <w:rsid w:val="00E52890"/>
    <w:rsid w:val="00E528A2"/>
    <w:rsid w:val="00E52D1D"/>
    <w:rsid w:val="00E52DFB"/>
    <w:rsid w:val="00E53596"/>
    <w:rsid w:val="00E53B6A"/>
    <w:rsid w:val="00E53BFA"/>
    <w:rsid w:val="00E5451D"/>
    <w:rsid w:val="00E5476F"/>
    <w:rsid w:val="00E5577C"/>
    <w:rsid w:val="00E55979"/>
    <w:rsid w:val="00E5711B"/>
    <w:rsid w:val="00E574E0"/>
    <w:rsid w:val="00E600A2"/>
    <w:rsid w:val="00E603DD"/>
    <w:rsid w:val="00E610B1"/>
    <w:rsid w:val="00E612B5"/>
    <w:rsid w:val="00E61A6E"/>
    <w:rsid w:val="00E61F67"/>
    <w:rsid w:val="00E62133"/>
    <w:rsid w:val="00E62169"/>
    <w:rsid w:val="00E625D3"/>
    <w:rsid w:val="00E62992"/>
    <w:rsid w:val="00E62C42"/>
    <w:rsid w:val="00E6435E"/>
    <w:rsid w:val="00E64DC4"/>
    <w:rsid w:val="00E65511"/>
    <w:rsid w:val="00E6567B"/>
    <w:rsid w:val="00E65882"/>
    <w:rsid w:val="00E66750"/>
    <w:rsid w:val="00E679B3"/>
    <w:rsid w:val="00E67CCE"/>
    <w:rsid w:val="00E7018C"/>
    <w:rsid w:val="00E702D3"/>
    <w:rsid w:val="00E70B73"/>
    <w:rsid w:val="00E70FDF"/>
    <w:rsid w:val="00E71C04"/>
    <w:rsid w:val="00E72BF8"/>
    <w:rsid w:val="00E7349B"/>
    <w:rsid w:val="00E7367D"/>
    <w:rsid w:val="00E73C51"/>
    <w:rsid w:val="00E73EC9"/>
    <w:rsid w:val="00E755E7"/>
    <w:rsid w:val="00E75734"/>
    <w:rsid w:val="00E7593F"/>
    <w:rsid w:val="00E75BEB"/>
    <w:rsid w:val="00E762C3"/>
    <w:rsid w:val="00E80EB9"/>
    <w:rsid w:val="00E8102C"/>
    <w:rsid w:val="00E81419"/>
    <w:rsid w:val="00E81929"/>
    <w:rsid w:val="00E82828"/>
    <w:rsid w:val="00E82CFF"/>
    <w:rsid w:val="00E8363A"/>
    <w:rsid w:val="00E836C6"/>
    <w:rsid w:val="00E83BA7"/>
    <w:rsid w:val="00E8407A"/>
    <w:rsid w:val="00E84302"/>
    <w:rsid w:val="00E84983"/>
    <w:rsid w:val="00E84A84"/>
    <w:rsid w:val="00E84D12"/>
    <w:rsid w:val="00E85738"/>
    <w:rsid w:val="00E86449"/>
    <w:rsid w:val="00E86738"/>
    <w:rsid w:val="00E86E99"/>
    <w:rsid w:val="00E8796B"/>
    <w:rsid w:val="00E87CCA"/>
    <w:rsid w:val="00E87FFA"/>
    <w:rsid w:val="00E901BC"/>
    <w:rsid w:val="00E90324"/>
    <w:rsid w:val="00E908F5"/>
    <w:rsid w:val="00E912E1"/>
    <w:rsid w:val="00E91578"/>
    <w:rsid w:val="00E9279D"/>
    <w:rsid w:val="00E931A9"/>
    <w:rsid w:val="00E93DBF"/>
    <w:rsid w:val="00E93F99"/>
    <w:rsid w:val="00E946E6"/>
    <w:rsid w:val="00E94E0A"/>
    <w:rsid w:val="00E9542D"/>
    <w:rsid w:val="00E956F4"/>
    <w:rsid w:val="00E95D75"/>
    <w:rsid w:val="00E95E69"/>
    <w:rsid w:val="00E96363"/>
    <w:rsid w:val="00E96612"/>
    <w:rsid w:val="00E96B73"/>
    <w:rsid w:val="00E96EA9"/>
    <w:rsid w:val="00E9724A"/>
    <w:rsid w:val="00E9778D"/>
    <w:rsid w:val="00E978D8"/>
    <w:rsid w:val="00EA0252"/>
    <w:rsid w:val="00EA05E3"/>
    <w:rsid w:val="00EA136B"/>
    <w:rsid w:val="00EA1C7B"/>
    <w:rsid w:val="00EA1F97"/>
    <w:rsid w:val="00EA25C8"/>
    <w:rsid w:val="00EA3553"/>
    <w:rsid w:val="00EA3641"/>
    <w:rsid w:val="00EA3A03"/>
    <w:rsid w:val="00EA3FEA"/>
    <w:rsid w:val="00EA4807"/>
    <w:rsid w:val="00EA4CB3"/>
    <w:rsid w:val="00EA5FE8"/>
    <w:rsid w:val="00EA7BF1"/>
    <w:rsid w:val="00EA7F30"/>
    <w:rsid w:val="00EB01EC"/>
    <w:rsid w:val="00EB066C"/>
    <w:rsid w:val="00EB0A62"/>
    <w:rsid w:val="00EB1DB4"/>
    <w:rsid w:val="00EB23A6"/>
    <w:rsid w:val="00EB3298"/>
    <w:rsid w:val="00EB4C45"/>
    <w:rsid w:val="00EB5F26"/>
    <w:rsid w:val="00EB64AC"/>
    <w:rsid w:val="00EB6AC6"/>
    <w:rsid w:val="00EC0198"/>
    <w:rsid w:val="00EC02E9"/>
    <w:rsid w:val="00EC0849"/>
    <w:rsid w:val="00EC084E"/>
    <w:rsid w:val="00EC2027"/>
    <w:rsid w:val="00EC2510"/>
    <w:rsid w:val="00EC2B15"/>
    <w:rsid w:val="00EC3EFE"/>
    <w:rsid w:val="00EC3F1B"/>
    <w:rsid w:val="00EC435D"/>
    <w:rsid w:val="00EC484D"/>
    <w:rsid w:val="00EC53CF"/>
    <w:rsid w:val="00EC5709"/>
    <w:rsid w:val="00EC5987"/>
    <w:rsid w:val="00EC5FAD"/>
    <w:rsid w:val="00EC6B1E"/>
    <w:rsid w:val="00EC6CCB"/>
    <w:rsid w:val="00EC6E3D"/>
    <w:rsid w:val="00EC79ED"/>
    <w:rsid w:val="00ED0770"/>
    <w:rsid w:val="00ED0AE5"/>
    <w:rsid w:val="00ED0FEE"/>
    <w:rsid w:val="00ED1212"/>
    <w:rsid w:val="00ED1648"/>
    <w:rsid w:val="00ED2294"/>
    <w:rsid w:val="00ED2D9B"/>
    <w:rsid w:val="00ED3324"/>
    <w:rsid w:val="00ED333C"/>
    <w:rsid w:val="00ED4C62"/>
    <w:rsid w:val="00ED58BE"/>
    <w:rsid w:val="00ED62B9"/>
    <w:rsid w:val="00ED6F35"/>
    <w:rsid w:val="00ED73FE"/>
    <w:rsid w:val="00ED74C8"/>
    <w:rsid w:val="00ED78F6"/>
    <w:rsid w:val="00ED7F94"/>
    <w:rsid w:val="00ED7FF6"/>
    <w:rsid w:val="00EE275C"/>
    <w:rsid w:val="00EE2867"/>
    <w:rsid w:val="00EE2878"/>
    <w:rsid w:val="00EE35DF"/>
    <w:rsid w:val="00EE377B"/>
    <w:rsid w:val="00EE4617"/>
    <w:rsid w:val="00EE474E"/>
    <w:rsid w:val="00EE4783"/>
    <w:rsid w:val="00EE4DAC"/>
    <w:rsid w:val="00EE4EA4"/>
    <w:rsid w:val="00EE54F4"/>
    <w:rsid w:val="00EE5529"/>
    <w:rsid w:val="00EE6007"/>
    <w:rsid w:val="00EE6721"/>
    <w:rsid w:val="00EE6731"/>
    <w:rsid w:val="00EE78D2"/>
    <w:rsid w:val="00EE7B2F"/>
    <w:rsid w:val="00EE7EC5"/>
    <w:rsid w:val="00EF1DE9"/>
    <w:rsid w:val="00EF2270"/>
    <w:rsid w:val="00EF290D"/>
    <w:rsid w:val="00EF29E7"/>
    <w:rsid w:val="00EF2A33"/>
    <w:rsid w:val="00EF478C"/>
    <w:rsid w:val="00EF4BE6"/>
    <w:rsid w:val="00EF4F7C"/>
    <w:rsid w:val="00EF5AD5"/>
    <w:rsid w:val="00EF5B10"/>
    <w:rsid w:val="00EF60CA"/>
    <w:rsid w:val="00EF7A64"/>
    <w:rsid w:val="00EF7BF3"/>
    <w:rsid w:val="00EF7F5C"/>
    <w:rsid w:val="00F006EE"/>
    <w:rsid w:val="00F02977"/>
    <w:rsid w:val="00F02B18"/>
    <w:rsid w:val="00F03531"/>
    <w:rsid w:val="00F03E61"/>
    <w:rsid w:val="00F0458C"/>
    <w:rsid w:val="00F047D6"/>
    <w:rsid w:val="00F060D7"/>
    <w:rsid w:val="00F1031D"/>
    <w:rsid w:val="00F108EC"/>
    <w:rsid w:val="00F12573"/>
    <w:rsid w:val="00F138FB"/>
    <w:rsid w:val="00F13C9F"/>
    <w:rsid w:val="00F13DFF"/>
    <w:rsid w:val="00F13FF3"/>
    <w:rsid w:val="00F14B99"/>
    <w:rsid w:val="00F150E1"/>
    <w:rsid w:val="00F15CDD"/>
    <w:rsid w:val="00F16984"/>
    <w:rsid w:val="00F17079"/>
    <w:rsid w:val="00F17C61"/>
    <w:rsid w:val="00F20177"/>
    <w:rsid w:val="00F2086C"/>
    <w:rsid w:val="00F20BC5"/>
    <w:rsid w:val="00F21077"/>
    <w:rsid w:val="00F2188E"/>
    <w:rsid w:val="00F22477"/>
    <w:rsid w:val="00F22CD3"/>
    <w:rsid w:val="00F22CE3"/>
    <w:rsid w:val="00F23CAC"/>
    <w:rsid w:val="00F242DD"/>
    <w:rsid w:val="00F24B3C"/>
    <w:rsid w:val="00F26FEE"/>
    <w:rsid w:val="00F27EA8"/>
    <w:rsid w:val="00F27F5D"/>
    <w:rsid w:val="00F305CF"/>
    <w:rsid w:val="00F30C06"/>
    <w:rsid w:val="00F32051"/>
    <w:rsid w:val="00F32221"/>
    <w:rsid w:val="00F32D28"/>
    <w:rsid w:val="00F32EA1"/>
    <w:rsid w:val="00F32F19"/>
    <w:rsid w:val="00F32F82"/>
    <w:rsid w:val="00F32FC4"/>
    <w:rsid w:val="00F335A6"/>
    <w:rsid w:val="00F34BBB"/>
    <w:rsid w:val="00F34C5A"/>
    <w:rsid w:val="00F3554D"/>
    <w:rsid w:val="00F3597A"/>
    <w:rsid w:val="00F35AFE"/>
    <w:rsid w:val="00F35BB4"/>
    <w:rsid w:val="00F35EA8"/>
    <w:rsid w:val="00F36A6A"/>
    <w:rsid w:val="00F3707E"/>
    <w:rsid w:val="00F3711B"/>
    <w:rsid w:val="00F37C11"/>
    <w:rsid w:val="00F37C5A"/>
    <w:rsid w:val="00F40A64"/>
    <w:rsid w:val="00F40F55"/>
    <w:rsid w:val="00F4102B"/>
    <w:rsid w:val="00F4141D"/>
    <w:rsid w:val="00F41A96"/>
    <w:rsid w:val="00F4230B"/>
    <w:rsid w:val="00F42C34"/>
    <w:rsid w:val="00F42FC3"/>
    <w:rsid w:val="00F43258"/>
    <w:rsid w:val="00F4340A"/>
    <w:rsid w:val="00F434E7"/>
    <w:rsid w:val="00F43E94"/>
    <w:rsid w:val="00F44327"/>
    <w:rsid w:val="00F44366"/>
    <w:rsid w:val="00F445E5"/>
    <w:rsid w:val="00F44ADB"/>
    <w:rsid w:val="00F456E6"/>
    <w:rsid w:val="00F45D9D"/>
    <w:rsid w:val="00F45EF2"/>
    <w:rsid w:val="00F45FD5"/>
    <w:rsid w:val="00F46302"/>
    <w:rsid w:val="00F46A61"/>
    <w:rsid w:val="00F4780F"/>
    <w:rsid w:val="00F47CB0"/>
    <w:rsid w:val="00F5068D"/>
    <w:rsid w:val="00F50BC9"/>
    <w:rsid w:val="00F51537"/>
    <w:rsid w:val="00F51686"/>
    <w:rsid w:val="00F519B9"/>
    <w:rsid w:val="00F51AB2"/>
    <w:rsid w:val="00F520B9"/>
    <w:rsid w:val="00F52247"/>
    <w:rsid w:val="00F53543"/>
    <w:rsid w:val="00F53BB7"/>
    <w:rsid w:val="00F53E86"/>
    <w:rsid w:val="00F5464E"/>
    <w:rsid w:val="00F548EC"/>
    <w:rsid w:val="00F5499C"/>
    <w:rsid w:val="00F551AF"/>
    <w:rsid w:val="00F55362"/>
    <w:rsid w:val="00F55AE2"/>
    <w:rsid w:val="00F56878"/>
    <w:rsid w:val="00F56D37"/>
    <w:rsid w:val="00F573C4"/>
    <w:rsid w:val="00F57D33"/>
    <w:rsid w:val="00F57E61"/>
    <w:rsid w:val="00F60598"/>
    <w:rsid w:val="00F60954"/>
    <w:rsid w:val="00F60AF2"/>
    <w:rsid w:val="00F6101F"/>
    <w:rsid w:val="00F616C5"/>
    <w:rsid w:val="00F61DB7"/>
    <w:rsid w:val="00F624AC"/>
    <w:rsid w:val="00F62C0D"/>
    <w:rsid w:val="00F63EDB"/>
    <w:rsid w:val="00F649F4"/>
    <w:rsid w:val="00F64F43"/>
    <w:rsid w:val="00F650C7"/>
    <w:rsid w:val="00F651B8"/>
    <w:rsid w:val="00F652B4"/>
    <w:rsid w:val="00F652C3"/>
    <w:rsid w:val="00F65539"/>
    <w:rsid w:val="00F657C0"/>
    <w:rsid w:val="00F65C24"/>
    <w:rsid w:val="00F67028"/>
    <w:rsid w:val="00F6728D"/>
    <w:rsid w:val="00F678F2"/>
    <w:rsid w:val="00F67A89"/>
    <w:rsid w:val="00F67AFE"/>
    <w:rsid w:val="00F67FCF"/>
    <w:rsid w:val="00F70199"/>
    <w:rsid w:val="00F7079E"/>
    <w:rsid w:val="00F70A3A"/>
    <w:rsid w:val="00F71815"/>
    <w:rsid w:val="00F7226E"/>
    <w:rsid w:val="00F729CE"/>
    <w:rsid w:val="00F73760"/>
    <w:rsid w:val="00F73D5B"/>
    <w:rsid w:val="00F743EA"/>
    <w:rsid w:val="00F74420"/>
    <w:rsid w:val="00F748DF"/>
    <w:rsid w:val="00F749D2"/>
    <w:rsid w:val="00F751D8"/>
    <w:rsid w:val="00F76B7F"/>
    <w:rsid w:val="00F76F66"/>
    <w:rsid w:val="00F76F68"/>
    <w:rsid w:val="00F77896"/>
    <w:rsid w:val="00F77BF2"/>
    <w:rsid w:val="00F809B3"/>
    <w:rsid w:val="00F81829"/>
    <w:rsid w:val="00F81902"/>
    <w:rsid w:val="00F83011"/>
    <w:rsid w:val="00F8321C"/>
    <w:rsid w:val="00F83C98"/>
    <w:rsid w:val="00F83F01"/>
    <w:rsid w:val="00F84252"/>
    <w:rsid w:val="00F850A5"/>
    <w:rsid w:val="00F855A5"/>
    <w:rsid w:val="00F85B32"/>
    <w:rsid w:val="00F85D4F"/>
    <w:rsid w:val="00F86072"/>
    <w:rsid w:val="00F869F6"/>
    <w:rsid w:val="00F86D97"/>
    <w:rsid w:val="00F87284"/>
    <w:rsid w:val="00F87355"/>
    <w:rsid w:val="00F87606"/>
    <w:rsid w:val="00F87858"/>
    <w:rsid w:val="00F87BF5"/>
    <w:rsid w:val="00F90E06"/>
    <w:rsid w:val="00F91BF2"/>
    <w:rsid w:val="00F9277C"/>
    <w:rsid w:val="00F92859"/>
    <w:rsid w:val="00F92FEF"/>
    <w:rsid w:val="00F93FE9"/>
    <w:rsid w:val="00F9401A"/>
    <w:rsid w:val="00F94076"/>
    <w:rsid w:val="00F94504"/>
    <w:rsid w:val="00F94747"/>
    <w:rsid w:val="00F9501C"/>
    <w:rsid w:val="00F95995"/>
    <w:rsid w:val="00F96A7F"/>
    <w:rsid w:val="00F97CF5"/>
    <w:rsid w:val="00F97EB8"/>
    <w:rsid w:val="00FA0402"/>
    <w:rsid w:val="00FA1372"/>
    <w:rsid w:val="00FA1D90"/>
    <w:rsid w:val="00FA3625"/>
    <w:rsid w:val="00FA36BB"/>
    <w:rsid w:val="00FA425C"/>
    <w:rsid w:val="00FA5FDA"/>
    <w:rsid w:val="00FA7E43"/>
    <w:rsid w:val="00FB00D8"/>
    <w:rsid w:val="00FB05A4"/>
    <w:rsid w:val="00FB0C03"/>
    <w:rsid w:val="00FB17D9"/>
    <w:rsid w:val="00FB1FDE"/>
    <w:rsid w:val="00FB2048"/>
    <w:rsid w:val="00FB26FC"/>
    <w:rsid w:val="00FB2803"/>
    <w:rsid w:val="00FB2A3F"/>
    <w:rsid w:val="00FB3DF2"/>
    <w:rsid w:val="00FB47BE"/>
    <w:rsid w:val="00FB48F7"/>
    <w:rsid w:val="00FB4DAC"/>
    <w:rsid w:val="00FB4DC8"/>
    <w:rsid w:val="00FB578F"/>
    <w:rsid w:val="00FB5A2E"/>
    <w:rsid w:val="00FB60D0"/>
    <w:rsid w:val="00FB6F9C"/>
    <w:rsid w:val="00FB7A85"/>
    <w:rsid w:val="00FB7C43"/>
    <w:rsid w:val="00FC0742"/>
    <w:rsid w:val="00FC0C5E"/>
    <w:rsid w:val="00FC0CE6"/>
    <w:rsid w:val="00FC0D69"/>
    <w:rsid w:val="00FC1CB5"/>
    <w:rsid w:val="00FC2B69"/>
    <w:rsid w:val="00FC2FF7"/>
    <w:rsid w:val="00FC3A96"/>
    <w:rsid w:val="00FC40AE"/>
    <w:rsid w:val="00FC4115"/>
    <w:rsid w:val="00FC41A9"/>
    <w:rsid w:val="00FC42F4"/>
    <w:rsid w:val="00FC50F9"/>
    <w:rsid w:val="00FC5A56"/>
    <w:rsid w:val="00FC5B54"/>
    <w:rsid w:val="00FC5D26"/>
    <w:rsid w:val="00FC5DE4"/>
    <w:rsid w:val="00FC632F"/>
    <w:rsid w:val="00FC6ABA"/>
    <w:rsid w:val="00FC6EB3"/>
    <w:rsid w:val="00FC713F"/>
    <w:rsid w:val="00FC734A"/>
    <w:rsid w:val="00FD08E2"/>
    <w:rsid w:val="00FD0C98"/>
    <w:rsid w:val="00FD0DB0"/>
    <w:rsid w:val="00FD0E52"/>
    <w:rsid w:val="00FD101E"/>
    <w:rsid w:val="00FD10AB"/>
    <w:rsid w:val="00FD16EB"/>
    <w:rsid w:val="00FD1ECD"/>
    <w:rsid w:val="00FD24AA"/>
    <w:rsid w:val="00FD2A73"/>
    <w:rsid w:val="00FD3E40"/>
    <w:rsid w:val="00FD3F00"/>
    <w:rsid w:val="00FD4522"/>
    <w:rsid w:val="00FD4D04"/>
    <w:rsid w:val="00FD55F2"/>
    <w:rsid w:val="00FD567C"/>
    <w:rsid w:val="00FD59F2"/>
    <w:rsid w:val="00FD5E8E"/>
    <w:rsid w:val="00FD6273"/>
    <w:rsid w:val="00FD6A2F"/>
    <w:rsid w:val="00FD7A58"/>
    <w:rsid w:val="00FD7D26"/>
    <w:rsid w:val="00FE013E"/>
    <w:rsid w:val="00FE0313"/>
    <w:rsid w:val="00FE17B1"/>
    <w:rsid w:val="00FE1E14"/>
    <w:rsid w:val="00FE229C"/>
    <w:rsid w:val="00FE2928"/>
    <w:rsid w:val="00FE2ADF"/>
    <w:rsid w:val="00FE2C3B"/>
    <w:rsid w:val="00FE2D21"/>
    <w:rsid w:val="00FE3B11"/>
    <w:rsid w:val="00FE4726"/>
    <w:rsid w:val="00FE5060"/>
    <w:rsid w:val="00FE5D10"/>
    <w:rsid w:val="00FE5F7E"/>
    <w:rsid w:val="00FE6113"/>
    <w:rsid w:val="00FE625D"/>
    <w:rsid w:val="00FE6A30"/>
    <w:rsid w:val="00FE7304"/>
    <w:rsid w:val="00FE7546"/>
    <w:rsid w:val="00FE7B38"/>
    <w:rsid w:val="00FF0269"/>
    <w:rsid w:val="00FF0456"/>
    <w:rsid w:val="00FF08D2"/>
    <w:rsid w:val="00FF0911"/>
    <w:rsid w:val="00FF1EDD"/>
    <w:rsid w:val="00FF2111"/>
    <w:rsid w:val="00FF21B0"/>
    <w:rsid w:val="00FF2B8F"/>
    <w:rsid w:val="00FF2DB7"/>
    <w:rsid w:val="00FF2F11"/>
    <w:rsid w:val="00FF39D7"/>
    <w:rsid w:val="00FF3B96"/>
    <w:rsid w:val="00FF5CEC"/>
    <w:rsid w:val="00FF5D09"/>
    <w:rsid w:val="00FF77D7"/>
    <w:rsid w:val="00FF7B8B"/>
    <w:rsid w:val="00FF7E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95FF6"/>
    <w:rPr>
      <w:rFonts w:ascii="宋体" w:hAnsi="宋体" w:cs="宋体"/>
      <w:sz w:val="24"/>
      <w:szCs w:val="24"/>
    </w:rPr>
  </w:style>
  <w:style w:type="paragraph" w:styleId="1">
    <w:name w:val="heading 1"/>
    <w:aliases w:val="heading 1"/>
    <w:basedOn w:val="a5"/>
    <w:next w:val="2"/>
    <w:qFormat/>
    <w:rsid w:val="00770550"/>
    <w:pPr>
      <w:keepNext/>
      <w:numPr>
        <w:numId w:val="10"/>
      </w:numPr>
      <w:autoSpaceDE w:val="0"/>
      <w:autoSpaceDN w:val="0"/>
      <w:spacing w:before="240" w:after="240"/>
      <w:outlineLvl w:val="0"/>
    </w:pPr>
    <w:rPr>
      <w:rFonts w:ascii="Times New Roman" w:hAnsi="Times New Roman" w:cs="Times New Roman"/>
      <w:b/>
      <w:sz w:val="22"/>
      <w:szCs w:val="32"/>
    </w:rPr>
  </w:style>
  <w:style w:type="paragraph" w:styleId="2">
    <w:name w:val="heading 2"/>
    <w:aliases w:val="heading 2,标题 2 Char"/>
    <w:basedOn w:val="a5"/>
    <w:next w:val="a5"/>
    <w:qFormat/>
    <w:rsid w:val="00770550"/>
    <w:pPr>
      <w:keepNext/>
      <w:numPr>
        <w:ilvl w:val="1"/>
        <w:numId w:val="10"/>
      </w:numPr>
      <w:autoSpaceDE w:val="0"/>
      <w:autoSpaceDN w:val="0"/>
      <w:spacing w:before="240" w:after="240"/>
      <w:outlineLvl w:val="1"/>
    </w:pPr>
    <w:rPr>
      <w:rFonts w:ascii="Times New Roman" w:hAnsi="Times New Roman" w:cs="Times New Roman"/>
      <w:sz w:val="22"/>
    </w:rPr>
  </w:style>
  <w:style w:type="paragraph" w:styleId="3">
    <w:name w:val="heading 3"/>
    <w:aliases w:val="heading 3,Char,标题 31,heading 31,标题 3 Char Char Char,标题 3 Char Char,标题 3 Char,标题 3 Char2 Char1,Char Char1 Char1,标题 3 Char Char2 Char1,Char Char Char2 Char1,标题 3 Char1 Char1 Char1,标题 3 Char Char Char1 Char1,Char Char Char Char1 Char1,标题 3 Char2"/>
    <w:basedOn w:val="a5"/>
    <w:next w:val="a5"/>
    <w:qFormat/>
    <w:rsid w:val="00770550"/>
    <w:pPr>
      <w:keepNext/>
      <w:numPr>
        <w:ilvl w:val="2"/>
        <w:numId w:val="10"/>
      </w:numPr>
      <w:autoSpaceDE w:val="0"/>
      <w:autoSpaceDN w:val="0"/>
      <w:spacing w:before="240" w:after="240"/>
      <w:outlineLvl w:val="2"/>
    </w:pPr>
    <w:rPr>
      <w:rFonts w:ascii="Times New Roman" w:hAnsi="Times New Roman" w:cs="Times New Roman"/>
      <w:sz w:val="22"/>
    </w:rPr>
  </w:style>
  <w:style w:type="paragraph" w:styleId="4">
    <w:name w:val="heading 4"/>
    <w:aliases w:val="heading 4,标题 4 Char,标题 4 Char Char Char Char,标题 4 Char Char Char Char Char,标题 4 Char Char Char Char Char Char,标题 4 Char Char Char,标题 4 Char Char,Heading 4 Char,标题 4 Char Char Char1,标题 4 Char Char1, Char5,H4,h4,4,Heading 4,h41,heading 41,h42,h411"/>
    <w:basedOn w:val="a5"/>
    <w:next w:val="a5"/>
    <w:qFormat/>
    <w:rsid w:val="00770550"/>
    <w:pPr>
      <w:keepNext/>
      <w:numPr>
        <w:ilvl w:val="3"/>
        <w:numId w:val="10"/>
      </w:numPr>
      <w:autoSpaceDE w:val="0"/>
      <w:autoSpaceDN w:val="0"/>
      <w:spacing w:before="160" w:after="160"/>
      <w:outlineLvl w:val="3"/>
    </w:pPr>
    <w:rPr>
      <w:rFonts w:ascii="Times New Roman" w:hAnsi="Times New Roman" w:cs="Times New Roman"/>
      <w:sz w:val="22"/>
      <w:szCs w:val="21"/>
    </w:rPr>
  </w:style>
  <w:style w:type="paragraph" w:styleId="5">
    <w:name w:val="heading 5"/>
    <w:aliases w:val="heading 5,标题 5 Char,标题 5 Char1 Char1,标题 5 Char Char Char1,标题 5 Char1 Char Char,标题 5 Char Char Char Char,标题 5 Char1,标题 5 Char Char,标题 5 Char1 Char,标题 5 Char Char Char,标题 5 Char2,标题 5 Char Char1,标题 5 Char1 Char1 Char,标题 5 Char Char Char1 Char"/>
    <w:basedOn w:val="a5"/>
    <w:next w:val="a5"/>
    <w:qFormat/>
    <w:rsid w:val="00770550"/>
    <w:pPr>
      <w:keepNext/>
      <w:numPr>
        <w:ilvl w:val="4"/>
        <w:numId w:val="10"/>
      </w:numPr>
      <w:autoSpaceDE w:val="0"/>
      <w:autoSpaceDN w:val="0"/>
      <w:outlineLvl w:val="4"/>
    </w:pPr>
    <w:rPr>
      <w:rFonts w:ascii="Times New Roman" w:hAnsi="Times New Roman" w:cs="Times New Roman"/>
      <w:sz w:val="22"/>
      <w:szCs w:val="21"/>
    </w:rPr>
  </w:style>
  <w:style w:type="paragraph" w:styleId="6">
    <w:name w:val="heading 6"/>
    <w:aliases w:val="heading 6"/>
    <w:basedOn w:val="a5"/>
    <w:next w:val="a5"/>
    <w:qFormat/>
    <w:rsid w:val="00770550"/>
    <w:pPr>
      <w:numPr>
        <w:ilvl w:val="5"/>
        <w:numId w:val="10"/>
      </w:numPr>
      <w:autoSpaceDE w:val="0"/>
      <w:autoSpaceDN w:val="0"/>
      <w:adjustRightInd w:val="0"/>
      <w:outlineLvl w:val="5"/>
    </w:pPr>
    <w:rPr>
      <w:rFonts w:ascii="Times New Roman" w:hAnsi="Times New Roman" w:cs="Times New Roman"/>
      <w:sz w:val="22"/>
      <w:szCs w:val="21"/>
    </w:rPr>
  </w:style>
  <w:style w:type="paragraph" w:styleId="7">
    <w:name w:val="heading 7"/>
    <w:aliases w:val="heading 7"/>
    <w:basedOn w:val="a5"/>
    <w:next w:val="a5"/>
    <w:qFormat/>
    <w:rsid w:val="00770550"/>
    <w:pPr>
      <w:numPr>
        <w:ilvl w:val="6"/>
        <w:numId w:val="10"/>
      </w:numPr>
      <w:autoSpaceDE w:val="0"/>
      <w:autoSpaceDN w:val="0"/>
      <w:adjustRightInd w:val="0"/>
      <w:outlineLvl w:val="6"/>
    </w:pPr>
    <w:rPr>
      <w:rFonts w:ascii="Times New Roman" w:hAnsi="Times New Roman" w:cs="Times New Roman"/>
      <w:sz w:val="22"/>
      <w:szCs w:val="21"/>
    </w:rPr>
  </w:style>
  <w:style w:type="paragraph" w:styleId="8">
    <w:name w:val="heading 8"/>
    <w:aliases w:val="heading 8"/>
    <w:basedOn w:val="7"/>
    <w:next w:val="a5"/>
    <w:qFormat/>
    <w:rsid w:val="00770550"/>
    <w:pPr>
      <w:numPr>
        <w:ilvl w:val="0"/>
        <w:numId w:val="0"/>
      </w:numPr>
      <w:outlineLvl w:val="7"/>
    </w:pPr>
  </w:style>
  <w:style w:type="paragraph" w:styleId="9">
    <w:name w:val="heading 9"/>
    <w:aliases w:val="heading 9"/>
    <w:basedOn w:val="8"/>
    <w:next w:val="a5"/>
    <w:qFormat/>
    <w:rsid w:val="00770550"/>
    <w:pPr>
      <w:outlineLvl w:val="8"/>
    </w:p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styleId="a9">
    <w:name w:val="Hyperlink"/>
    <w:basedOn w:val="a6"/>
    <w:uiPriority w:val="99"/>
    <w:rsid w:val="00770550"/>
    <w:rPr>
      <w:color w:val="0000FF"/>
      <w:u w:val="single"/>
    </w:rPr>
  </w:style>
  <w:style w:type="paragraph" w:styleId="aa">
    <w:name w:val="header"/>
    <w:basedOn w:val="a5"/>
    <w:autoRedefine/>
    <w:rsid w:val="0015536F"/>
    <w:pPr>
      <w:widowControl w:val="0"/>
      <w:tabs>
        <w:tab w:val="center" w:pos="4153"/>
        <w:tab w:val="right" w:pos="8306"/>
      </w:tabs>
      <w:autoSpaceDE w:val="0"/>
      <w:autoSpaceDN w:val="0"/>
      <w:adjustRightInd w:val="0"/>
      <w:snapToGrid w:val="0"/>
      <w:ind w:firstLine="360"/>
      <w:jc w:val="both"/>
    </w:pPr>
    <w:rPr>
      <w:rFonts w:ascii="Arial" w:hAnsi="Arial" w:cs="Times New Roman"/>
      <w:sz w:val="18"/>
      <w:szCs w:val="18"/>
    </w:rPr>
  </w:style>
  <w:style w:type="paragraph" w:styleId="ab">
    <w:name w:val="footer"/>
    <w:basedOn w:val="a5"/>
    <w:autoRedefine/>
    <w:rsid w:val="00770550"/>
    <w:pPr>
      <w:tabs>
        <w:tab w:val="center" w:pos="4510"/>
        <w:tab w:val="right" w:pos="9020"/>
      </w:tabs>
      <w:autoSpaceDE w:val="0"/>
      <w:autoSpaceDN w:val="0"/>
      <w:adjustRightInd w:val="0"/>
      <w:ind w:firstLine="360"/>
      <w:jc w:val="both"/>
    </w:pPr>
    <w:rPr>
      <w:rFonts w:ascii="Arial" w:hAnsi="Arial" w:cs="Times New Roman"/>
      <w:sz w:val="18"/>
      <w:szCs w:val="18"/>
    </w:rPr>
  </w:style>
  <w:style w:type="paragraph" w:styleId="10">
    <w:name w:val="toc 1"/>
    <w:basedOn w:val="a5"/>
    <w:next w:val="a5"/>
    <w:autoRedefine/>
    <w:uiPriority w:val="39"/>
    <w:qFormat/>
    <w:rsid w:val="00567F1E"/>
    <w:pPr>
      <w:tabs>
        <w:tab w:val="left" w:pos="426"/>
        <w:tab w:val="left" w:pos="1134"/>
        <w:tab w:val="right" w:leader="dot" w:pos="9214"/>
      </w:tabs>
      <w:autoSpaceDE w:val="0"/>
      <w:autoSpaceDN w:val="0"/>
      <w:adjustRightInd w:val="0"/>
      <w:ind w:left="198" w:hanging="113"/>
      <w:jc w:val="both"/>
    </w:pPr>
    <w:rPr>
      <w:rFonts w:ascii="Arial" w:hAnsi="Arial" w:cs="Times New Roman"/>
      <w:sz w:val="21"/>
      <w:szCs w:val="21"/>
    </w:rPr>
  </w:style>
  <w:style w:type="paragraph" w:styleId="20">
    <w:name w:val="toc 2"/>
    <w:basedOn w:val="a5"/>
    <w:autoRedefine/>
    <w:uiPriority w:val="39"/>
    <w:qFormat/>
    <w:rsid w:val="0050065A"/>
    <w:pPr>
      <w:widowControl w:val="0"/>
      <w:tabs>
        <w:tab w:val="left" w:pos="794"/>
        <w:tab w:val="right" w:leader="dot" w:pos="9214"/>
        <w:tab w:val="right" w:leader="dot" w:pos="9316"/>
      </w:tabs>
      <w:autoSpaceDE w:val="0"/>
      <w:autoSpaceDN w:val="0"/>
      <w:adjustRightInd w:val="0"/>
      <w:ind w:left="453" w:hanging="283"/>
    </w:pPr>
    <w:rPr>
      <w:rFonts w:ascii="Arial" w:hAnsi="Arial" w:cs="Times New Roman"/>
      <w:sz w:val="21"/>
      <w:szCs w:val="21"/>
    </w:rPr>
  </w:style>
  <w:style w:type="paragraph" w:styleId="30">
    <w:name w:val="toc 3"/>
    <w:basedOn w:val="a5"/>
    <w:autoRedefine/>
    <w:uiPriority w:val="39"/>
    <w:qFormat/>
    <w:rsid w:val="0050065A"/>
    <w:pPr>
      <w:widowControl w:val="0"/>
      <w:tabs>
        <w:tab w:val="left" w:pos="1134"/>
        <w:tab w:val="right" w:leader="dot" w:pos="9214"/>
      </w:tabs>
      <w:autoSpaceDE w:val="0"/>
      <w:autoSpaceDN w:val="0"/>
      <w:adjustRightInd w:val="0"/>
      <w:ind w:left="794" w:hanging="454"/>
    </w:pPr>
    <w:rPr>
      <w:rFonts w:ascii="Arial" w:hAnsi="Arial" w:cs="Times New Roman"/>
      <w:sz w:val="21"/>
      <w:szCs w:val="21"/>
    </w:rPr>
  </w:style>
  <w:style w:type="paragraph" w:styleId="40">
    <w:name w:val="toc 4"/>
    <w:basedOn w:val="a5"/>
    <w:autoRedefine/>
    <w:uiPriority w:val="39"/>
    <w:rsid w:val="00770550"/>
    <w:pPr>
      <w:widowControl w:val="0"/>
      <w:autoSpaceDE w:val="0"/>
      <w:autoSpaceDN w:val="0"/>
      <w:adjustRightInd w:val="0"/>
      <w:ind w:left="1134" w:hanging="567"/>
    </w:pPr>
    <w:rPr>
      <w:rFonts w:ascii="Arial" w:hAnsi="Arial" w:cs="Times New Roman"/>
      <w:sz w:val="21"/>
      <w:szCs w:val="21"/>
    </w:rPr>
  </w:style>
  <w:style w:type="paragraph" w:styleId="50">
    <w:name w:val="toc 5"/>
    <w:basedOn w:val="a5"/>
    <w:next w:val="a5"/>
    <w:autoRedefine/>
    <w:semiHidden/>
    <w:rsid w:val="00770550"/>
    <w:pPr>
      <w:widowControl w:val="0"/>
      <w:autoSpaceDE w:val="0"/>
      <w:autoSpaceDN w:val="0"/>
      <w:adjustRightInd w:val="0"/>
      <w:ind w:left="1680"/>
    </w:pPr>
    <w:rPr>
      <w:rFonts w:ascii="Times New Roman" w:hAnsi="Times New Roman" w:cs="Times New Roman"/>
      <w:sz w:val="22"/>
      <w:szCs w:val="20"/>
    </w:rPr>
  </w:style>
  <w:style w:type="paragraph" w:styleId="60">
    <w:name w:val="toc 6"/>
    <w:basedOn w:val="a5"/>
    <w:autoRedefine/>
    <w:semiHidden/>
    <w:rsid w:val="00770550"/>
    <w:pPr>
      <w:widowControl w:val="0"/>
      <w:autoSpaceDE w:val="0"/>
      <w:autoSpaceDN w:val="0"/>
      <w:adjustRightInd w:val="0"/>
      <w:ind w:left="1757" w:hanging="907"/>
    </w:pPr>
    <w:rPr>
      <w:rFonts w:ascii="Times New Roman" w:hAnsi="Times New Roman" w:cs="Times New Roman"/>
      <w:sz w:val="21"/>
      <w:szCs w:val="20"/>
    </w:rPr>
  </w:style>
  <w:style w:type="paragraph" w:styleId="70">
    <w:name w:val="toc 7"/>
    <w:basedOn w:val="a5"/>
    <w:next w:val="a5"/>
    <w:autoRedefine/>
    <w:semiHidden/>
    <w:rsid w:val="00770550"/>
    <w:pPr>
      <w:widowControl w:val="0"/>
      <w:autoSpaceDE w:val="0"/>
      <w:autoSpaceDN w:val="0"/>
      <w:adjustRightInd w:val="0"/>
      <w:ind w:left="2520"/>
    </w:pPr>
    <w:rPr>
      <w:rFonts w:ascii="Times New Roman" w:hAnsi="Times New Roman" w:cs="Times New Roman"/>
      <w:sz w:val="22"/>
      <w:szCs w:val="20"/>
    </w:rPr>
  </w:style>
  <w:style w:type="paragraph" w:styleId="80">
    <w:name w:val="toc 8"/>
    <w:basedOn w:val="a5"/>
    <w:next w:val="a5"/>
    <w:autoRedefine/>
    <w:semiHidden/>
    <w:rsid w:val="00770550"/>
    <w:pPr>
      <w:widowControl w:val="0"/>
      <w:autoSpaceDE w:val="0"/>
      <w:autoSpaceDN w:val="0"/>
      <w:adjustRightInd w:val="0"/>
      <w:ind w:left="2940"/>
    </w:pPr>
    <w:rPr>
      <w:rFonts w:ascii="Times New Roman" w:hAnsi="Times New Roman" w:cs="Times New Roman"/>
      <w:sz w:val="22"/>
      <w:szCs w:val="20"/>
    </w:rPr>
  </w:style>
  <w:style w:type="paragraph" w:styleId="90">
    <w:name w:val="toc 9"/>
    <w:basedOn w:val="a5"/>
    <w:next w:val="a5"/>
    <w:autoRedefine/>
    <w:semiHidden/>
    <w:rsid w:val="00770550"/>
    <w:pPr>
      <w:widowControl w:val="0"/>
      <w:autoSpaceDE w:val="0"/>
      <w:autoSpaceDN w:val="0"/>
      <w:adjustRightInd w:val="0"/>
      <w:ind w:left="3360"/>
    </w:pPr>
    <w:rPr>
      <w:rFonts w:ascii="Times New Roman" w:hAnsi="Times New Roman" w:cs="Times New Roman"/>
      <w:sz w:val="22"/>
      <w:szCs w:val="20"/>
    </w:rPr>
  </w:style>
  <w:style w:type="paragraph" w:customStyle="1" w:styleId="ac">
    <w:name w:val="备注说明"/>
    <w:basedOn w:val="a5"/>
    <w:rsid w:val="00044C76"/>
    <w:pPr>
      <w:keepNext/>
      <w:widowControl w:val="0"/>
      <w:autoSpaceDE w:val="0"/>
      <w:autoSpaceDN w:val="0"/>
      <w:adjustRightInd w:val="0"/>
      <w:spacing w:line="360" w:lineRule="auto"/>
      <w:ind w:left="1134"/>
      <w:jc w:val="both"/>
    </w:pPr>
    <w:rPr>
      <w:rFonts w:ascii="Times New Roman" w:eastAsia="楷体_GB2312" w:hAnsi="Times New Roman" w:cs="Times New Roman"/>
      <w:sz w:val="21"/>
      <w:szCs w:val="20"/>
    </w:rPr>
  </w:style>
  <w:style w:type="paragraph" w:customStyle="1" w:styleId="ad">
    <w:name w:val="章节标题"/>
    <w:basedOn w:val="a5"/>
    <w:rsid w:val="00044C76"/>
    <w:pPr>
      <w:widowControl w:val="0"/>
      <w:tabs>
        <w:tab w:val="left" w:pos="0"/>
      </w:tabs>
      <w:autoSpaceDE w:val="0"/>
      <w:autoSpaceDN w:val="0"/>
      <w:adjustRightInd w:val="0"/>
      <w:spacing w:before="300" w:after="300"/>
      <w:jc w:val="center"/>
    </w:pPr>
    <w:rPr>
      <w:rFonts w:ascii="Arial" w:eastAsia="黑体" w:hAnsi="Arial" w:cs="Arial"/>
      <w:sz w:val="30"/>
      <w:szCs w:val="20"/>
    </w:rPr>
  </w:style>
  <w:style w:type="paragraph" w:customStyle="1" w:styleId="ae">
    <w:name w:val="表号去除自动编号"/>
    <w:basedOn w:val="a5"/>
    <w:rsid w:val="00044C76"/>
    <w:pPr>
      <w:keepNext/>
      <w:widowControl w:val="0"/>
      <w:autoSpaceDE w:val="0"/>
      <w:autoSpaceDN w:val="0"/>
      <w:adjustRightInd w:val="0"/>
      <w:spacing w:line="360" w:lineRule="auto"/>
      <w:jc w:val="center"/>
    </w:pPr>
    <w:rPr>
      <w:rFonts w:cs="Times New Roman"/>
      <w:sz w:val="21"/>
      <w:szCs w:val="20"/>
    </w:rPr>
  </w:style>
  <w:style w:type="paragraph" w:customStyle="1" w:styleId="af">
    <w:name w:val="代码样式"/>
    <w:basedOn w:val="a5"/>
    <w:rsid w:val="00044C76"/>
    <w:pPr>
      <w:widowControl w:val="0"/>
      <w:autoSpaceDE w:val="0"/>
      <w:autoSpaceDN w:val="0"/>
      <w:adjustRightInd w:val="0"/>
      <w:spacing w:before="105"/>
      <w:ind w:left="1134"/>
    </w:pPr>
    <w:rPr>
      <w:rFonts w:ascii="Courier New" w:hAnsi="Courier New" w:cs="Courier New"/>
      <w:sz w:val="21"/>
      <w:szCs w:val="20"/>
    </w:rPr>
  </w:style>
  <w:style w:type="paragraph" w:customStyle="1" w:styleId="af0">
    <w:name w:val="图号去除自动编号"/>
    <w:basedOn w:val="a5"/>
    <w:rsid w:val="00044C76"/>
    <w:pPr>
      <w:widowControl w:val="0"/>
      <w:autoSpaceDE w:val="0"/>
      <w:autoSpaceDN w:val="0"/>
      <w:adjustRightInd w:val="0"/>
      <w:spacing w:before="105" w:line="360" w:lineRule="auto"/>
      <w:ind w:firstLine="425"/>
      <w:jc w:val="center"/>
    </w:pPr>
    <w:rPr>
      <w:rFonts w:ascii="Times New Roman" w:hAnsi="Times New Roman" w:cs="Times New Roman"/>
      <w:sz w:val="21"/>
      <w:szCs w:val="20"/>
    </w:rPr>
  </w:style>
  <w:style w:type="paragraph" w:customStyle="1" w:styleId="af1">
    <w:name w:val="项目符号"/>
    <w:basedOn w:val="a5"/>
    <w:rsid w:val="00044C76"/>
    <w:pPr>
      <w:widowControl w:val="0"/>
      <w:autoSpaceDE w:val="0"/>
      <w:autoSpaceDN w:val="0"/>
      <w:adjustRightInd w:val="0"/>
      <w:spacing w:line="360" w:lineRule="auto"/>
    </w:pPr>
    <w:rPr>
      <w:rFonts w:ascii="Times New Roman" w:hAnsi="Times New Roman" w:cs="Times New Roman"/>
      <w:sz w:val="21"/>
      <w:szCs w:val="20"/>
    </w:rPr>
  </w:style>
  <w:style w:type="paragraph" w:customStyle="1" w:styleId="WordPro">
    <w:name w:val="图表目录(WordPro)"/>
    <w:basedOn w:val="a5"/>
    <w:rsid w:val="00044C76"/>
    <w:pPr>
      <w:widowControl w:val="0"/>
      <w:autoSpaceDE w:val="0"/>
      <w:autoSpaceDN w:val="0"/>
      <w:adjustRightInd w:val="0"/>
      <w:spacing w:before="300" w:after="150" w:line="360" w:lineRule="auto"/>
      <w:jc w:val="center"/>
    </w:pPr>
    <w:rPr>
      <w:rFonts w:ascii="黑体" w:eastAsia="黑体" w:hAnsi="Times New Roman" w:cs="Times New Roman"/>
      <w:sz w:val="30"/>
      <w:szCs w:val="20"/>
    </w:rPr>
  </w:style>
  <w:style w:type="paragraph" w:customStyle="1" w:styleId="a0">
    <w:name w:val="参考资料清单"/>
    <w:basedOn w:val="a5"/>
    <w:autoRedefine/>
    <w:rsid w:val="00770550"/>
    <w:pPr>
      <w:widowControl w:val="0"/>
      <w:numPr>
        <w:numId w:val="8"/>
      </w:numPr>
      <w:tabs>
        <w:tab w:val="num" w:pos="360"/>
      </w:tabs>
      <w:autoSpaceDE w:val="0"/>
      <w:autoSpaceDN w:val="0"/>
      <w:adjustRightInd w:val="0"/>
      <w:spacing w:line="360" w:lineRule="auto"/>
      <w:ind w:left="0" w:firstLine="0"/>
      <w:jc w:val="both"/>
    </w:pPr>
    <w:rPr>
      <w:rFonts w:ascii="Arial" w:hAnsi="Arial" w:cs="Times New Roman"/>
      <w:sz w:val="21"/>
      <w:szCs w:val="21"/>
    </w:rPr>
  </w:style>
  <w:style w:type="paragraph" w:customStyle="1" w:styleId="af2">
    <w:name w:val="编写建议"/>
    <w:basedOn w:val="a5"/>
    <w:next w:val="WordPro0"/>
    <w:link w:val="af2"/>
    <w:rsid w:val="00941F56"/>
    <w:pPr>
      <w:widowControl w:val="0"/>
      <w:autoSpaceDE w:val="0"/>
      <w:autoSpaceDN w:val="0"/>
      <w:adjustRightInd w:val="0"/>
      <w:spacing w:line="360" w:lineRule="auto"/>
      <w:ind w:left="1134"/>
    </w:pPr>
    <w:rPr>
      <w:rFonts w:ascii="Times New Roman" w:hAnsi="Times New Roman" w:cs="Arial"/>
      <w:i/>
      <w:color w:val="0000FF"/>
      <w:sz w:val="21"/>
      <w:szCs w:val="21"/>
    </w:rPr>
  </w:style>
  <w:style w:type="paragraph" w:customStyle="1" w:styleId="af3">
    <w:name w:val="表格列标题"/>
    <w:basedOn w:val="a5"/>
    <w:rsid w:val="00770550"/>
    <w:pPr>
      <w:widowControl w:val="0"/>
      <w:autoSpaceDE w:val="0"/>
      <w:autoSpaceDN w:val="0"/>
      <w:adjustRightInd w:val="0"/>
      <w:jc w:val="center"/>
    </w:pPr>
    <w:rPr>
      <w:rFonts w:ascii="Times New Roman" w:hAnsi="Times New Roman" w:cs="Times New Roman"/>
      <w:b/>
      <w:sz w:val="21"/>
      <w:szCs w:val="20"/>
    </w:rPr>
  </w:style>
  <w:style w:type="paragraph" w:customStyle="1" w:styleId="Char">
    <w:name w:val="表头样式 Char"/>
    <w:basedOn w:val="a5"/>
    <w:link w:val="CharChar"/>
    <w:autoRedefine/>
    <w:rsid w:val="00770550"/>
    <w:pPr>
      <w:widowControl w:val="0"/>
      <w:autoSpaceDE w:val="0"/>
      <w:autoSpaceDN w:val="0"/>
      <w:adjustRightInd w:val="0"/>
      <w:jc w:val="center"/>
    </w:pPr>
    <w:rPr>
      <w:rFonts w:ascii="Arial" w:hAnsi="Arial" w:cs="Times New Roman"/>
      <w:b/>
      <w:sz w:val="21"/>
      <w:szCs w:val="21"/>
    </w:rPr>
  </w:style>
  <w:style w:type="paragraph" w:customStyle="1" w:styleId="af4">
    <w:name w:val="页脚样式"/>
    <w:basedOn w:val="a5"/>
    <w:rsid w:val="00044C76"/>
    <w:pPr>
      <w:widowControl w:val="0"/>
      <w:autoSpaceDE w:val="0"/>
      <w:autoSpaceDN w:val="0"/>
      <w:adjustRightInd w:val="0"/>
      <w:spacing w:before="90"/>
    </w:pPr>
    <w:rPr>
      <w:rFonts w:ascii="Times New Roman" w:hAnsi="Times New Roman" w:cs="Times New Roman"/>
      <w:sz w:val="18"/>
      <w:szCs w:val="20"/>
    </w:rPr>
  </w:style>
  <w:style w:type="paragraph" w:customStyle="1" w:styleId="af5">
    <w:name w:val="封面华为技术"/>
    <w:basedOn w:val="a5"/>
    <w:rsid w:val="00770550"/>
    <w:pPr>
      <w:widowControl w:val="0"/>
      <w:autoSpaceDE w:val="0"/>
      <w:autoSpaceDN w:val="0"/>
      <w:adjustRightInd w:val="0"/>
      <w:spacing w:line="360" w:lineRule="auto"/>
      <w:jc w:val="center"/>
    </w:pPr>
    <w:rPr>
      <w:rFonts w:ascii="Arial" w:eastAsia="黑体" w:hAnsi="Arial" w:cs="Times New Roman"/>
      <w:sz w:val="32"/>
      <w:szCs w:val="32"/>
    </w:rPr>
  </w:style>
  <w:style w:type="paragraph" w:customStyle="1" w:styleId="af6">
    <w:name w:val="脚注"/>
    <w:basedOn w:val="a5"/>
    <w:rsid w:val="00044C76"/>
    <w:pPr>
      <w:widowControl w:val="0"/>
      <w:autoSpaceDE w:val="0"/>
      <w:autoSpaceDN w:val="0"/>
      <w:adjustRightInd w:val="0"/>
      <w:spacing w:after="90"/>
    </w:pPr>
    <w:rPr>
      <w:rFonts w:ascii="Times New Roman" w:hAnsi="Times New Roman" w:cs="Times New Roman"/>
      <w:sz w:val="18"/>
      <w:szCs w:val="20"/>
    </w:rPr>
  </w:style>
  <w:style w:type="paragraph" w:customStyle="1" w:styleId="af7">
    <w:name w:val="页眉密级样式"/>
    <w:basedOn w:val="a5"/>
    <w:rsid w:val="00770550"/>
    <w:pPr>
      <w:widowControl w:val="0"/>
      <w:autoSpaceDE w:val="0"/>
      <w:autoSpaceDN w:val="0"/>
      <w:adjustRightInd w:val="0"/>
      <w:jc w:val="right"/>
    </w:pPr>
    <w:rPr>
      <w:rFonts w:ascii="Times New Roman" w:hAnsi="Times New Roman" w:cs="Times New Roman"/>
      <w:sz w:val="18"/>
      <w:szCs w:val="18"/>
    </w:rPr>
  </w:style>
  <w:style w:type="paragraph" w:customStyle="1" w:styleId="af8">
    <w:name w:val="封面表格文本"/>
    <w:basedOn w:val="a5"/>
    <w:autoRedefine/>
    <w:rsid w:val="00770550"/>
    <w:pPr>
      <w:widowControl w:val="0"/>
      <w:autoSpaceDE w:val="0"/>
      <w:autoSpaceDN w:val="0"/>
      <w:adjustRightInd w:val="0"/>
      <w:jc w:val="center"/>
    </w:pPr>
    <w:rPr>
      <w:rFonts w:ascii="Arial" w:hAnsi="Arial" w:cs="Times New Roman"/>
      <w:sz w:val="21"/>
      <w:szCs w:val="21"/>
    </w:rPr>
  </w:style>
  <w:style w:type="paragraph" w:customStyle="1" w:styleId="af9">
    <w:name w:val="封面文档标题"/>
    <w:basedOn w:val="a5"/>
    <w:rsid w:val="00770550"/>
    <w:pPr>
      <w:widowControl w:val="0"/>
      <w:autoSpaceDE w:val="0"/>
      <w:autoSpaceDN w:val="0"/>
      <w:adjustRightInd w:val="0"/>
      <w:spacing w:line="360" w:lineRule="auto"/>
      <w:jc w:val="center"/>
    </w:pPr>
    <w:rPr>
      <w:rFonts w:ascii="Arial" w:eastAsia="黑体" w:hAnsi="Arial" w:cs="Times New Roman"/>
      <w:bCs/>
      <w:sz w:val="44"/>
      <w:szCs w:val="44"/>
    </w:rPr>
  </w:style>
  <w:style w:type="paragraph" w:customStyle="1" w:styleId="afa">
    <w:name w:val="目录页编号文本样式"/>
    <w:basedOn w:val="a5"/>
    <w:rsid w:val="00044C76"/>
    <w:pPr>
      <w:widowControl w:val="0"/>
      <w:autoSpaceDE w:val="0"/>
      <w:autoSpaceDN w:val="0"/>
      <w:adjustRightInd w:val="0"/>
      <w:jc w:val="right"/>
    </w:pPr>
    <w:rPr>
      <w:rFonts w:ascii="Times New Roman" w:hAnsi="Times New Roman" w:cs="Times New Roman"/>
      <w:sz w:val="21"/>
      <w:szCs w:val="20"/>
    </w:rPr>
  </w:style>
  <w:style w:type="paragraph" w:customStyle="1" w:styleId="afb">
    <w:name w:val="页眉文档名称样式"/>
    <w:basedOn w:val="a5"/>
    <w:rsid w:val="00770550"/>
    <w:pPr>
      <w:widowControl w:val="0"/>
      <w:autoSpaceDE w:val="0"/>
      <w:autoSpaceDN w:val="0"/>
      <w:adjustRightInd w:val="0"/>
    </w:pPr>
    <w:rPr>
      <w:rFonts w:ascii="Times New Roman" w:hAnsi="Times New Roman" w:cs="Times New Roman"/>
      <w:sz w:val="18"/>
      <w:szCs w:val="18"/>
    </w:rPr>
  </w:style>
  <w:style w:type="paragraph" w:customStyle="1" w:styleId="WordPro0">
    <w:name w:val="正文首行缩进(WordPro)"/>
    <w:basedOn w:val="a5"/>
    <w:link w:val="WordProChar"/>
    <w:rsid w:val="00770550"/>
    <w:pPr>
      <w:widowControl w:val="0"/>
      <w:autoSpaceDE w:val="0"/>
      <w:autoSpaceDN w:val="0"/>
      <w:adjustRightInd w:val="0"/>
      <w:spacing w:before="105"/>
      <w:ind w:left="1134"/>
      <w:jc w:val="both"/>
    </w:pPr>
    <w:rPr>
      <w:rFonts w:ascii="Times New Roman" w:hAnsi="Times New Roman" w:cs="Times New Roman"/>
      <w:sz w:val="21"/>
      <w:szCs w:val="20"/>
    </w:rPr>
  </w:style>
  <w:style w:type="paragraph" w:customStyle="1" w:styleId="a4">
    <w:name w:val="表号"/>
    <w:basedOn w:val="a5"/>
    <w:rsid w:val="00044C76"/>
    <w:pPr>
      <w:keepLines/>
      <w:widowControl w:val="0"/>
      <w:numPr>
        <w:numId w:val="6"/>
      </w:numPr>
      <w:autoSpaceDE w:val="0"/>
      <w:autoSpaceDN w:val="0"/>
      <w:adjustRightInd w:val="0"/>
      <w:spacing w:line="360" w:lineRule="auto"/>
      <w:jc w:val="center"/>
    </w:pPr>
    <w:rPr>
      <w:rFonts w:hAnsi="Times New Roman" w:cs="Times New Roman"/>
      <w:sz w:val="21"/>
      <w:szCs w:val="20"/>
    </w:rPr>
  </w:style>
  <w:style w:type="paragraph" w:customStyle="1" w:styleId="afc">
    <w:name w:val="关键词"/>
    <w:basedOn w:val="afd"/>
    <w:rsid w:val="00770550"/>
  </w:style>
  <w:style w:type="paragraph" w:customStyle="1" w:styleId="afe">
    <w:name w:val="修订记录"/>
    <w:basedOn w:val="a5"/>
    <w:rsid w:val="00770550"/>
    <w:pPr>
      <w:widowControl w:val="0"/>
      <w:autoSpaceDE w:val="0"/>
      <w:autoSpaceDN w:val="0"/>
      <w:adjustRightInd w:val="0"/>
      <w:spacing w:before="300" w:after="150" w:line="360" w:lineRule="auto"/>
      <w:jc w:val="center"/>
    </w:pPr>
    <w:rPr>
      <w:rFonts w:ascii="黑体" w:eastAsia="黑体" w:hAnsi="Times New Roman" w:cs="Times New Roman"/>
      <w:sz w:val="30"/>
      <w:szCs w:val="20"/>
    </w:rPr>
  </w:style>
  <w:style w:type="paragraph" w:customStyle="1" w:styleId="aff">
    <w:name w:val="目录"/>
    <w:basedOn w:val="a5"/>
    <w:autoRedefine/>
    <w:rsid w:val="00CE2918"/>
    <w:pPr>
      <w:keepNext/>
      <w:pageBreakBefore/>
      <w:widowControl w:val="0"/>
      <w:autoSpaceDE w:val="0"/>
      <w:autoSpaceDN w:val="0"/>
      <w:spacing w:before="480" w:after="360"/>
      <w:jc w:val="center"/>
    </w:pPr>
    <w:rPr>
      <w:rFonts w:ascii="Arial" w:eastAsia="黑体" w:hAnsi="Arial" w:cs="Times New Roman"/>
      <w:sz w:val="32"/>
      <w:szCs w:val="32"/>
    </w:rPr>
  </w:style>
  <w:style w:type="paragraph" w:customStyle="1" w:styleId="a1">
    <w:name w:val="图号"/>
    <w:basedOn w:val="a5"/>
    <w:link w:val="Char0"/>
    <w:rsid w:val="00044C76"/>
    <w:pPr>
      <w:widowControl w:val="0"/>
      <w:numPr>
        <w:numId w:val="7"/>
      </w:numPr>
      <w:autoSpaceDE w:val="0"/>
      <w:autoSpaceDN w:val="0"/>
      <w:adjustRightInd w:val="0"/>
      <w:spacing w:before="105" w:line="360" w:lineRule="auto"/>
      <w:jc w:val="center"/>
    </w:pPr>
    <w:rPr>
      <w:rFonts w:hAnsi="Times New Roman" w:cs="Times New Roman"/>
      <w:sz w:val="21"/>
      <w:szCs w:val="20"/>
    </w:rPr>
  </w:style>
  <w:style w:type="paragraph" w:customStyle="1" w:styleId="aff0">
    <w:name w:val="文档标题"/>
    <w:basedOn w:val="a5"/>
    <w:rsid w:val="000427EB"/>
    <w:pPr>
      <w:widowControl w:val="0"/>
      <w:tabs>
        <w:tab w:val="left" w:pos="0"/>
      </w:tabs>
      <w:autoSpaceDE w:val="0"/>
      <w:autoSpaceDN w:val="0"/>
      <w:adjustRightInd w:val="0"/>
      <w:spacing w:before="300" w:after="300"/>
      <w:jc w:val="center"/>
    </w:pPr>
    <w:rPr>
      <w:rFonts w:ascii="Arial" w:eastAsia="黑体" w:hAnsi="Arial" w:cs="Times New Roman"/>
      <w:sz w:val="36"/>
      <w:szCs w:val="36"/>
    </w:rPr>
  </w:style>
  <w:style w:type="paragraph" w:customStyle="1" w:styleId="afd">
    <w:name w:val="摘要"/>
    <w:basedOn w:val="a5"/>
    <w:autoRedefine/>
    <w:rsid w:val="00770550"/>
    <w:pPr>
      <w:tabs>
        <w:tab w:val="left" w:pos="907"/>
      </w:tabs>
      <w:autoSpaceDE w:val="0"/>
      <w:autoSpaceDN w:val="0"/>
      <w:adjustRightInd w:val="0"/>
      <w:spacing w:line="360" w:lineRule="auto"/>
      <w:ind w:left="879" w:hanging="879"/>
      <w:jc w:val="both"/>
    </w:pPr>
    <w:rPr>
      <w:rFonts w:ascii="Arial" w:hAnsi="Arial" w:cs="Times New Roman"/>
      <w:b/>
      <w:sz w:val="21"/>
      <w:szCs w:val="21"/>
    </w:rPr>
  </w:style>
  <w:style w:type="paragraph" w:customStyle="1" w:styleId="aff1">
    <w:name w:val="表格文本"/>
    <w:basedOn w:val="a5"/>
    <w:autoRedefine/>
    <w:rsid w:val="00DF1261"/>
    <w:pPr>
      <w:widowControl w:val="0"/>
      <w:tabs>
        <w:tab w:val="decimal" w:pos="0"/>
      </w:tabs>
      <w:autoSpaceDE w:val="0"/>
      <w:autoSpaceDN w:val="0"/>
      <w:adjustRightInd w:val="0"/>
    </w:pPr>
    <w:rPr>
      <w:rFonts w:ascii="Arial" w:hAnsi="Arial" w:cs="Arial"/>
      <w:noProof/>
      <w:sz w:val="18"/>
      <w:szCs w:val="21"/>
    </w:rPr>
  </w:style>
  <w:style w:type="paragraph" w:customStyle="1" w:styleId="aff2">
    <w:name w:val="缺省文本"/>
    <w:basedOn w:val="a5"/>
    <w:rsid w:val="00770550"/>
    <w:pPr>
      <w:widowControl w:val="0"/>
      <w:autoSpaceDE w:val="0"/>
      <w:autoSpaceDN w:val="0"/>
      <w:adjustRightInd w:val="0"/>
      <w:spacing w:line="360" w:lineRule="auto"/>
    </w:pPr>
    <w:rPr>
      <w:rFonts w:ascii="Times New Roman" w:hAnsi="Times New Roman" w:cs="Times New Roman"/>
      <w:sz w:val="21"/>
      <w:szCs w:val="20"/>
    </w:rPr>
  </w:style>
  <w:style w:type="paragraph" w:customStyle="1" w:styleId="abstract">
    <w:name w:val="abstract"/>
    <w:basedOn w:val="a5"/>
    <w:autoRedefine/>
    <w:rsid w:val="00044C76"/>
    <w:pPr>
      <w:numPr>
        <w:ilvl w:val="12"/>
      </w:numPr>
      <w:tabs>
        <w:tab w:val="left" w:pos="907"/>
      </w:tabs>
      <w:autoSpaceDE w:val="0"/>
      <w:autoSpaceDN w:val="0"/>
      <w:adjustRightInd w:val="0"/>
      <w:spacing w:line="360" w:lineRule="auto"/>
      <w:ind w:left="879" w:hanging="879"/>
      <w:jc w:val="both"/>
    </w:pPr>
    <w:rPr>
      <w:rFonts w:ascii="Times New Roman" w:hAnsi="Times New Roman" w:cs="Times New Roman"/>
      <w:sz w:val="21"/>
      <w:szCs w:val="20"/>
    </w:rPr>
  </w:style>
  <w:style w:type="paragraph" w:customStyle="1" w:styleId="annotation">
    <w:name w:val="annotation"/>
    <w:basedOn w:val="a5"/>
    <w:autoRedefine/>
    <w:rsid w:val="00044C76"/>
    <w:pPr>
      <w:keepLines/>
      <w:numPr>
        <w:ilvl w:val="12"/>
      </w:numPr>
      <w:autoSpaceDE w:val="0"/>
      <w:autoSpaceDN w:val="0"/>
      <w:adjustRightInd w:val="0"/>
      <w:spacing w:line="360" w:lineRule="auto"/>
      <w:ind w:left="1134"/>
      <w:jc w:val="both"/>
    </w:pPr>
    <w:rPr>
      <w:rFonts w:ascii="Times New Roman" w:hAnsi="Times New Roman" w:cs="Times New Roman"/>
      <w:sz w:val="21"/>
      <w:szCs w:val="20"/>
    </w:rPr>
  </w:style>
  <w:style w:type="paragraph" w:customStyle="1" w:styleId="catalog">
    <w:name w:val="catalog"/>
    <w:basedOn w:val="a5"/>
    <w:autoRedefine/>
    <w:rsid w:val="00044C76"/>
    <w:pPr>
      <w:pageBreakBefore/>
      <w:numPr>
        <w:ilvl w:val="12"/>
      </w:numPr>
      <w:autoSpaceDE w:val="0"/>
      <w:autoSpaceDN w:val="0"/>
      <w:adjustRightInd w:val="0"/>
      <w:spacing w:before="300" w:after="150" w:line="360" w:lineRule="auto"/>
      <w:jc w:val="center"/>
    </w:pPr>
    <w:rPr>
      <w:rFonts w:ascii="黑体" w:eastAsia="黑体" w:hAnsi="Times New Roman" w:cs="Times New Roman"/>
      <w:sz w:val="30"/>
      <w:szCs w:val="20"/>
    </w:rPr>
  </w:style>
  <w:style w:type="paragraph" w:customStyle="1" w:styleId="catalog1">
    <w:name w:val="catalog 1"/>
    <w:basedOn w:val="a5"/>
    <w:autoRedefine/>
    <w:rsid w:val="00044C76"/>
    <w:pPr>
      <w:autoSpaceDE w:val="0"/>
      <w:autoSpaceDN w:val="0"/>
      <w:adjustRightInd w:val="0"/>
      <w:ind w:left="198" w:hanging="113"/>
    </w:pPr>
    <w:rPr>
      <w:rFonts w:ascii="Times New Roman" w:hAnsi="Times New Roman" w:cs="Times New Roman"/>
      <w:sz w:val="21"/>
      <w:szCs w:val="20"/>
    </w:rPr>
  </w:style>
  <w:style w:type="paragraph" w:customStyle="1" w:styleId="catalog2">
    <w:name w:val="catalog 2"/>
    <w:basedOn w:val="a5"/>
    <w:rsid w:val="00044C76"/>
    <w:pPr>
      <w:widowControl w:val="0"/>
      <w:autoSpaceDE w:val="0"/>
      <w:autoSpaceDN w:val="0"/>
      <w:adjustRightInd w:val="0"/>
      <w:ind w:left="453" w:hanging="283"/>
    </w:pPr>
    <w:rPr>
      <w:rFonts w:ascii="Times New Roman" w:hAnsi="Times New Roman" w:cs="Times New Roman"/>
      <w:sz w:val="21"/>
      <w:szCs w:val="20"/>
    </w:rPr>
  </w:style>
  <w:style w:type="paragraph" w:customStyle="1" w:styleId="catalog3">
    <w:name w:val="catalog 3"/>
    <w:basedOn w:val="a5"/>
    <w:autoRedefine/>
    <w:rsid w:val="00044C76"/>
    <w:pPr>
      <w:autoSpaceDE w:val="0"/>
      <w:autoSpaceDN w:val="0"/>
      <w:adjustRightInd w:val="0"/>
      <w:ind w:left="794" w:hanging="454"/>
    </w:pPr>
    <w:rPr>
      <w:rFonts w:ascii="Times New Roman" w:hAnsi="Times New Roman" w:cs="Times New Roman"/>
      <w:sz w:val="21"/>
      <w:szCs w:val="20"/>
    </w:rPr>
  </w:style>
  <w:style w:type="paragraph" w:customStyle="1" w:styleId="catalog4">
    <w:name w:val="catalog 4"/>
    <w:basedOn w:val="a5"/>
    <w:autoRedefine/>
    <w:rsid w:val="00044C76"/>
    <w:pPr>
      <w:autoSpaceDE w:val="0"/>
      <w:autoSpaceDN w:val="0"/>
      <w:adjustRightInd w:val="0"/>
      <w:ind w:left="1134" w:hanging="567"/>
    </w:pPr>
    <w:rPr>
      <w:rFonts w:ascii="Times New Roman" w:hAnsi="Times New Roman" w:cs="Times New Roman"/>
      <w:sz w:val="21"/>
      <w:szCs w:val="20"/>
    </w:rPr>
  </w:style>
  <w:style w:type="paragraph" w:customStyle="1" w:styleId="catalog5">
    <w:name w:val="catalog 5"/>
    <w:basedOn w:val="a5"/>
    <w:rsid w:val="00044C76"/>
    <w:pPr>
      <w:widowControl w:val="0"/>
      <w:autoSpaceDE w:val="0"/>
      <w:autoSpaceDN w:val="0"/>
      <w:adjustRightInd w:val="0"/>
      <w:ind w:left="680"/>
    </w:pPr>
    <w:rPr>
      <w:rFonts w:ascii="Times New Roman" w:hAnsi="Times New Roman" w:cs="Times New Roman"/>
      <w:sz w:val="21"/>
      <w:szCs w:val="20"/>
    </w:rPr>
  </w:style>
  <w:style w:type="paragraph" w:customStyle="1" w:styleId="catalog6">
    <w:name w:val="catalog 6"/>
    <w:basedOn w:val="a5"/>
    <w:autoRedefine/>
    <w:rsid w:val="00044C76"/>
    <w:pPr>
      <w:autoSpaceDE w:val="0"/>
      <w:autoSpaceDN w:val="0"/>
      <w:adjustRightInd w:val="0"/>
      <w:ind w:left="1757" w:hanging="907"/>
    </w:pPr>
    <w:rPr>
      <w:rFonts w:ascii="Times New Roman" w:hAnsi="Times New Roman" w:cs="Times New Roman"/>
      <w:sz w:val="21"/>
      <w:szCs w:val="20"/>
    </w:rPr>
  </w:style>
  <w:style w:type="paragraph" w:customStyle="1" w:styleId="catalog7">
    <w:name w:val="catalog 7"/>
    <w:basedOn w:val="a5"/>
    <w:autoRedefine/>
    <w:rsid w:val="00044C76"/>
    <w:pPr>
      <w:autoSpaceDE w:val="0"/>
      <w:autoSpaceDN w:val="0"/>
      <w:adjustRightInd w:val="0"/>
      <w:ind w:left="2041" w:hanging="1077"/>
    </w:pPr>
    <w:rPr>
      <w:rFonts w:hAnsi="Times New Roman" w:cs="Times New Roman"/>
      <w:sz w:val="21"/>
      <w:szCs w:val="20"/>
    </w:rPr>
  </w:style>
  <w:style w:type="paragraph" w:customStyle="1" w:styleId="catalog8">
    <w:name w:val="catalog 8"/>
    <w:basedOn w:val="a5"/>
    <w:autoRedefine/>
    <w:rsid w:val="00044C76"/>
    <w:pPr>
      <w:autoSpaceDE w:val="0"/>
      <w:autoSpaceDN w:val="0"/>
      <w:adjustRightInd w:val="0"/>
      <w:ind w:left="113"/>
    </w:pPr>
    <w:rPr>
      <w:rFonts w:ascii="Times New Roman" w:hAnsi="Times New Roman" w:cs="Times New Roman"/>
      <w:sz w:val="21"/>
      <w:szCs w:val="20"/>
    </w:rPr>
  </w:style>
  <w:style w:type="paragraph" w:customStyle="1" w:styleId="catalog9">
    <w:name w:val="catalog 9"/>
    <w:basedOn w:val="a5"/>
    <w:autoRedefine/>
    <w:rsid w:val="00044C76"/>
    <w:pPr>
      <w:autoSpaceDE w:val="0"/>
      <w:autoSpaceDN w:val="0"/>
      <w:adjustRightInd w:val="0"/>
      <w:ind w:left="113"/>
    </w:pPr>
    <w:rPr>
      <w:rFonts w:ascii="Times New Roman" w:hAnsi="Times New Roman" w:cs="Times New Roman"/>
      <w:sz w:val="21"/>
      <w:szCs w:val="20"/>
    </w:rPr>
  </w:style>
  <w:style w:type="paragraph" w:customStyle="1" w:styleId="catalogoffigureandtable">
    <w:name w:val="catalog of figure and table"/>
    <w:basedOn w:val="a5"/>
    <w:autoRedefine/>
    <w:rsid w:val="00044C76"/>
    <w:pPr>
      <w:autoSpaceDE w:val="0"/>
      <w:autoSpaceDN w:val="0"/>
      <w:adjustRightInd w:val="0"/>
      <w:spacing w:before="300" w:after="150" w:line="360" w:lineRule="auto"/>
      <w:jc w:val="center"/>
    </w:pPr>
    <w:rPr>
      <w:rFonts w:ascii="黑体" w:eastAsia="黑体" w:hAnsi="Times New Roman" w:cs="Times New Roman"/>
      <w:sz w:val="30"/>
      <w:szCs w:val="20"/>
    </w:rPr>
  </w:style>
  <w:style w:type="paragraph" w:customStyle="1" w:styleId="chaptertitle">
    <w:name w:val="chapter title"/>
    <w:basedOn w:val="a5"/>
    <w:autoRedefine/>
    <w:rsid w:val="00044C76"/>
    <w:pPr>
      <w:tabs>
        <w:tab w:val="left" w:pos="0"/>
      </w:tabs>
      <w:autoSpaceDE w:val="0"/>
      <w:autoSpaceDN w:val="0"/>
      <w:adjustRightInd w:val="0"/>
      <w:spacing w:before="300" w:after="300"/>
      <w:jc w:val="center"/>
    </w:pPr>
    <w:rPr>
      <w:rFonts w:ascii="Arial" w:hAnsi="Arial" w:cs="Times New Roman"/>
      <w:sz w:val="30"/>
      <w:szCs w:val="20"/>
    </w:rPr>
  </w:style>
  <w:style w:type="paragraph" w:customStyle="1" w:styleId="code">
    <w:name w:val="code"/>
    <w:basedOn w:val="a5"/>
    <w:autoRedefine/>
    <w:rsid w:val="00044C76"/>
    <w:pPr>
      <w:autoSpaceDE w:val="0"/>
      <w:autoSpaceDN w:val="0"/>
      <w:adjustRightInd w:val="0"/>
      <w:spacing w:line="360" w:lineRule="auto"/>
      <w:ind w:left="1134"/>
      <w:jc w:val="both"/>
    </w:pPr>
    <w:rPr>
      <w:rFonts w:ascii="Courier New" w:hAnsi="Courier New" w:cs="Times New Roman"/>
      <w:sz w:val="18"/>
      <w:szCs w:val="20"/>
    </w:rPr>
  </w:style>
  <w:style w:type="paragraph" w:customStyle="1" w:styleId="compilingadvice">
    <w:name w:val="compiling advice"/>
    <w:basedOn w:val="a5"/>
    <w:autoRedefine/>
    <w:rsid w:val="00044C76"/>
    <w:pPr>
      <w:autoSpaceDE w:val="0"/>
      <w:autoSpaceDN w:val="0"/>
      <w:adjustRightInd w:val="0"/>
      <w:spacing w:line="360" w:lineRule="auto"/>
      <w:ind w:left="1134"/>
      <w:jc w:val="both"/>
    </w:pPr>
    <w:rPr>
      <w:rFonts w:ascii="Times New Roman" w:hAnsi="Times New Roman" w:cs="Times New Roman"/>
      <w:i/>
      <w:color w:val="0000FF"/>
      <w:sz w:val="21"/>
      <w:szCs w:val="20"/>
    </w:rPr>
  </w:style>
  <w:style w:type="paragraph" w:customStyle="1" w:styleId="confidentialitylevelonheader">
    <w:name w:val="confidentiality level on header"/>
    <w:basedOn w:val="a5"/>
    <w:autoRedefine/>
    <w:rsid w:val="00044C76"/>
    <w:pPr>
      <w:autoSpaceDE w:val="0"/>
      <w:autoSpaceDN w:val="0"/>
      <w:adjustRightInd w:val="0"/>
      <w:jc w:val="right"/>
    </w:pPr>
    <w:rPr>
      <w:rFonts w:ascii="Times New Roman" w:hAnsi="Times New Roman" w:cs="Times New Roman"/>
      <w:sz w:val="18"/>
      <w:szCs w:val="20"/>
    </w:rPr>
  </w:style>
  <w:style w:type="paragraph" w:customStyle="1" w:styleId="defaulttext">
    <w:name w:val="default text"/>
    <w:basedOn w:val="a5"/>
    <w:autoRedefine/>
    <w:rsid w:val="00C23948"/>
    <w:pPr>
      <w:autoSpaceDE w:val="0"/>
      <w:autoSpaceDN w:val="0"/>
      <w:adjustRightInd w:val="0"/>
      <w:spacing w:line="360" w:lineRule="auto"/>
      <w:ind w:rightChars="301" w:right="662"/>
    </w:pPr>
    <w:rPr>
      <w:rFonts w:ascii="Times New Roman" w:hAnsi="Times New Roman" w:cs="Times New Roman"/>
      <w:sz w:val="21"/>
      <w:szCs w:val="20"/>
    </w:rPr>
  </w:style>
  <w:style w:type="paragraph" w:customStyle="1" w:styleId="documenttitle">
    <w:name w:val="document title"/>
    <w:basedOn w:val="a5"/>
    <w:autoRedefine/>
    <w:rsid w:val="00044C76"/>
    <w:pPr>
      <w:tabs>
        <w:tab w:val="left" w:pos="0"/>
      </w:tabs>
      <w:autoSpaceDE w:val="0"/>
      <w:autoSpaceDN w:val="0"/>
      <w:adjustRightInd w:val="0"/>
      <w:spacing w:before="300" w:after="300"/>
      <w:jc w:val="center"/>
      <w:outlineLvl w:val="0"/>
    </w:pPr>
    <w:rPr>
      <w:rFonts w:ascii="Arial" w:hAnsi="Arial" w:cs="Times New Roman"/>
      <w:sz w:val="30"/>
      <w:szCs w:val="20"/>
    </w:rPr>
  </w:style>
  <w:style w:type="paragraph" w:customStyle="1" w:styleId="documenttitleoncover">
    <w:name w:val="document title on cover"/>
    <w:basedOn w:val="a5"/>
    <w:autoRedefine/>
    <w:rsid w:val="00044C76"/>
    <w:pPr>
      <w:autoSpaceDE w:val="0"/>
      <w:autoSpaceDN w:val="0"/>
      <w:adjustRightInd w:val="0"/>
      <w:spacing w:line="360" w:lineRule="auto"/>
      <w:jc w:val="center"/>
    </w:pPr>
    <w:rPr>
      <w:rFonts w:ascii="Arial" w:hAnsi="Arial" w:cs="Times New Roman"/>
      <w:b/>
      <w:sz w:val="56"/>
      <w:szCs w:val="20"/>
    </w:rPr>
  </w:style>
  <w:style w:type="paragraph" w:customStyle="1" w:styleId="documenttitleonheader">
    <w:name w:val="document title on header"/>
    <w:basedOn w:val="a5"/>
    <w:autoRedefine/>
    <w:rsid w:val="00044C76"/>
    <w:pPr>
      <w:autoSpaceDE w:val="0"/>
      <w:autoSpaceDN w:val="0"/>
      <w:adjustRightInd w:val="0"/>
    </w:pPr>
    <w:rPr>
      <w:rFonts w:ascii="Times New Roman" w:hAnsi="Times New Roman" w:cs="Times New Roman"/>
      <w:sz w:val="18"/>
      <w:szCs w:val="20"/>
    </w:rPr>
  </w:style>
  <w:style w:type="paragraph" w:customStyle="1" w:styleId="figuredescription">
    <w:name w:val="figure description"/>
    <w:basedOn w:val="a5"/>
    <w:rsid w:val="00044C76"/>
    <w:pPr>
      <w:numPr>
        <w:numId w:val="1"/>
      </w:numPr>
      <w:autoSpaceDE w:val="0"/>
      <w:autoSpaceDN w:val="0"/>
      <w:adjustRightInd w:val="0"/>
      <w:spacing w:before="105" w:line="360" w:lineRule="auto"/>
      <w:jc w:val="center"/>
    </w:pPr>
    <w:rPr>
      <w:rFonts w:hAnsi="Times New Roman" w:cs="Times New Roman"/>
      <w:sz w:val="21"/>
      <w:szCs w:val="20"/>
    </w:rPr>
  </w:style>
  <w:style w:type="paragraph" w:customStyle="1" w:styleId="figuredescriptionwithoutautonumbering">
    <w:name w:val="figure description without auto numbering"/>
    <w:basedOn w:val="a5"/>
    <w:autoRedefine/>
    <w:rsid w:val="00044C76"/>
    <w:pPr>
      <w:autoSpaceDE w:val="0"/>
      <w:autoSpaceDN w:val="0"/>
      <w:adjustRightInd w:val="0"/>
      <w:spacing w:before="105" w:line="360" w:lineRule="auto"/>
      <w:ind w:firstLine="425"/>
      <w:jc w:val="center"/>
    </w:pPr>
    <w:rPr>
      <w:rFonts w:ascii="Times New Roman" w:hAnsi="Times New Roman" w:cs="Times New Roman"/>
      <w:sz w:val="21"/>
      <w:szCs w:val="20"/>
    </w:rPr>
  </w:style>
  <w:style w:type="paragraph" w:customStyle="1" w:styleId="footnotes">
    <w:name w:val="footnotes"/>
    <w:basedOn w:val="a5"/>
    <w:autoRedefine/>
    <w:rsid w:val="00044C76"/>
    <w:pPr>
      <w:numPr>
        <w:numId w:val="2"/>
      </w:numPr>
      <w:autoSpaceDE w:val="0"/>
      <w:autoSpaceDN w:val="0"/>
      <w:adjustRightInd w:val="0"/>
      <w:spacing w:after="90"/>
    </w:pPr>
    <w:rPr>
      <w:rFonts w:ascii="Times New Roman" w:hAnsi="Times New Roman" w:cs="Times New Roman"/>
      <w:sz w:val="18"/>
      <w:szCs w:val="20"/>
    </w:rPr>
  </w:style>
  <w:style w:type="paragraph" w:customStyle="1" w:styleId="HuaweiTechnologiesoncover">
    <w:name w:val="Huawei Technologies on cover"/>
    <w:basedOn w:val="a5"/>
    <w:rsid w:val="00044C76"/>
    <w:pPr>
      <w:autoSpaceDE w:val="0"/>
      <w:autoSpaceDN w:val="0"/>
      <w:adjustRightInd w:val="0"/>
      <w:spacing w:line="360" w:lineRule="auto"/>
      <w:jc w:val="center"/>
    </w:pPr>
    <w:rPr>
      <w:rFonts w:ascii="黑体" w:eastAsia="黑体" w:hAnsi="Times New Roman" w:cs="Times New Roman"/>
      <w:b/>
      <w:sz w:val="32"/>
      <w:szCs w:val="20"/>
    </w:rPr>
  </w:style>
  <w:style w:type="paragraph" w:styleId="a">
    <w:name w:val="List Bullet"/>
    <w:basedOn w:val="a5"/>
    <w:autoRedefine/>
    <w:rsid w:val="00770550"/>
    <w:pPr>
      <w:widowControl w:val="0"/>
      <w:numPr>
        <w:numId w:val="11"/>
      </w:numPr>
      <w:tabs>
        <w:tab w:val="clear" w:pos="400"/>
        <w:tab w:val="num" w:pos="360"/>
      </w:tabs>
      <w:autoSpaceDE w:val="0"/>
      <w:autoSpaceDN w:val="0"/>
      <w:adjustRightInd w:val="0"/>
      <w:ind w:left="0"/>
    </w:pPr>
    <w:rPr>
      <w:rFonts w:ascii="Times New Roman" w:hAnsi="Times New Roman" w:cs="Times New Roman"/>
      <w:sz w:val="22"/>
      <w:szCs w:val="21"/>
    </w:rPr>
  </w:style>
  <w:style w:type="paragraph" w:customStyle="1" w:styleId="itemlist">
    <w:name w:val="item list"/>
    <w:basedOn w:val="a"/>
    <w:autoRedefine/>
    <w:rsid w:val="00044C76"/>
    <w:pPr>
      <w:widowControl/>
      <w:numPr>
        <w:numId w:val="3"/>
      </w:numPr>
      <w:tabs>
        <w:tab w:val="clear" w:pos="425"/>
        <w:tab w:val="num" w:pos="1559"/>
      </w:tabs>
      <w:spacing w:line="360" w:lineRule="auto"/>
      <w:ind w:left="1559"/>
    </w:pPr>
    <w:rPr>
      <w:rFonts w:ascii="宋体" w:hAnsi="Wingdings"/>
      <w:sz w:val="21"/>
    </w:rPr>
  </w:style>
  <w:style w:type="paragraph" w:customStyle="1" w:styleId="keywords">
    <w:name w:val="keywords"/>
    <w:basedOn w:val="a5"/>
    <w:autoRedefine/>
    <w:rsid w:val="00044C76"/>
    <w:pPr>
      <w:tabs>
        <w:tab w:val="left" w:pos="907"/>
      </w:tabs>
      <w:autoSpaceDE w:val="0"/>
      <w:autoSpaceDN w:val="0"/>
      <w:adjustRightInd w:val="0"/>
      <w:spacing w:line="360" w:lineRule="auto"/>
      <w:ind w:left="879" w:hanging="879"/>
      <w:jc w:val="both"/>
    </w:pPr>
    <w:rPr>
      <w:rFonts w:ascii="Times New Roman" w:hAnsi="Times New Roman" w:cs="Times New Roman"/>
      <w:sz w:val="21"/>
      <w:szCs w:val="20"/>
    </w:rPr>
  </w:style>
  <w:style w:type="paragraph" w:customStyle="1" w:styleId="referance">
    <w:name w:val="referance"/>
    <w:basedOn w:val="a5"/>
    <w:autoRedefine/>
    <w:rsid w:val="00044C76"/>
    <w:pPr>
      <w:numPr>
        <w:numId w:val="4"/>
      </w:numPr>
      <w:autoSpaceDE w:val="0"/>
      <w:autoSpaceDN w:val="0"/>
      <w:adjustRightInd w:val="0"/>
      <w:spacing w:line="360" w:lineRule="auto"/>
      <w:jc w:val="both"/>
    </w:pPr>
    <w:rPr>
      <w:rFonts w:hAnsi="Times New Roman" w:cs="Times New Roman"/>
      <w:sz w:val="21"/>
      <w:szCs w:val="20"/>
    </w:rPr>
  </w:style>
  <w:style w:type="paragraph" w:customStyle="1" w:styleId="revisionrecord">
    <w:name w:val="revision record"/>
    <w:basedOn w:val="a5"/>
    <w:autoRedefine/>
    <w:rsid w:val="00044C76"/>
    <w:pPr>
      <w:pageBreakBefore/>
      <w:autoSpaceDE w:val="0"/>
      <w:autoSpaceDN w:val="0"/>
      <w:adjustRightInd w:val="0"/>
      <w:spacing w:before="300" w:after="150" w:line="360" w:lineRule="auto"/>
      <w:jc w:val="center"/>
    </w:pPr>
    <w:rPr>
      <w:rFonts w:ascii="黑体" w:eastAsia="黑体" w:hAnsi="Times New Roman" w:cs="Times New Roman"/>
      <w:sz w:val="30"/>
      <w:szCs w:val="20"/>
    </w:rPr>
  </w:style>
  <w:style w:type="paragraph" w:customStyle="1" w:styleId="tabledescription">
    <w:name w:val="table description"/>
    <w:basedOn w:val="a5"/>
    <w:rsid w:val="00044C76"/>
    <w:pPr>
      <w:keepLines/>
      <w:numPr>
        <w:numId w:val="5"/>
      </w:numPr>
      <w:autoSpaceDE w:val="0"/>
      <w:autoSpaceDN w:val="0"/>
      <w:adjustRightInd w:val="0"/>
      <w:spacing w:line="360" w:lineRule="auto"/>
      <w:jc w:val="center"/>
    </w:pPr>
    <w:rPr>
      <w:rFonts w:hAnsi="Times New Roman" w:cs="Times New Roman"/>
      <w:sz w:val="21"/>
      <w:szCs w:val="20"/>
    </w:rPr>
  </w:style>
  <w:style w:type="paragraph" w:customStyle="1" w:styleId="tabledescriptionwithoutautonumbering">
    <w:name w:val="table description without auto numbering"/>
    <w:basedOn w:val="a5"/>
    <w:autoRedefine/>
    <w:rsid w:val="00044C76"/>
    <w:pPr>
      <w:keepLines/>
      <w:autoSpaceDE w:val="0"/>
      <w:autoSpaceDN w:val="0"/>
      <w:adjustRightInd w:val="0"/>
      <w:spacing w:line="360" w:lineRule="auto"/>
      <w:jc w:val="center"/>
    </w:pPr>
    <w:rPr>
      <w:rFonts w:hAnsi="Times New Roman" w:cs="Times New Roman"/>
      <w:sz w:val="21"/>
      <w:szCs w:val="20"/>
    </w:rPr>
  </w:style>
  <w:style w:type="paragraph" w:customStyle="1" w:styleId="tableheading">
    <w:name w:val="table heading"/>
    <w:basedOn w:val="a5"/>
    <w:autoRedefine/>
    <w:rsid w:val="00044C76"/>
    <w:pPr>
      <w:autoSpaceDE w:val="0"/>
      <w:autoSpaceDN w:val="0"/>
      <w:adjustRightInd w:val="0"/>
      <w:jc w:val="center"/>
    </w:pPr>
    <w:rPr>
      <w:rFonts w:ascii="Times New Roman" w:hAnsi="Times New Roman" w:cs="Times New Roman"/>
      <w:b/>
      <w:sz w:val="21"/>
      <w:szCs w:val="20"/>
    </w:rPr>
  </w:style>
  <w:style w:type="paragraph" w:customStyle="1" w:styleId="tabletext">
    <w:name w:val="table text"/>
    <w:basedOn w:val="a5"/>
    <w:autoRedefine/>
    <w:rsid w:val="00044C76"/>
    <w:pPr>
      <w:tabs>
        <w:tab w:val="decimal" w:pos="0"/>
      </w:tabs>
      <w:autoSpaceDE w:val="0"/>
      <w:autoSpaceDN w:val="0"/>
      <w:adjustRightInd w:val="0"/>
    </w:pPr>
    <w:rPr>
      <w:rFonts w:ascii="Times New Roman" w:hAnsi="Times New Roman" w:cs="Times New Roman"/>
      <w:sz w:val="21"/>
      <w:szCs w:val="20"/>
    </w:rPr>
  </w:style>
  <w:style w:type="paragraph" w:customStyle="1" w:styleId="tabletextoncover">
    <w:name w:val="table text on cover"/>
    <w:basedOn w:val="a5"/>
    <w:autoRedefine/>
    <w:rsid w:val="00044C76"/>
    <w:pPr>
      <w:autoSpaceDE w:val="0"/>
      <w:autoSpaceDN w:val="0"/>
      <w:adjustRightInd w:val="0"/>
      <w:jc w:val="center"/>
    </w:pPr>
    <w:rPr>
      <w:rFonts w:ascii="Times New Roman" w:hAnsi="Times New Roman" w:cs="Times New Roman"/>
      <w:b/>
      <w:szCs w:val="20"/>
    </w:rPr>
  </w:style>
  <w:style w:type="paragraph" w:customStyle="1" w:styleId="textindentation">
    <w:name w:val="text indentation"/>
    <w:basedOn w:val="a5"/>
    <w:autoRedefine/>
    <w:rsid w:val="00044C76"/>
    <w:pPr>
      <w:autoSpaceDE w:val="0"/>
      <w:autoSpaceDN w:val="0"/>
      <w:adjustRightInd w:val="0"/>
      <w:spacing w:line="360" w:lineRule="auto"/>
      <w:ind w:left="1134"/>
      <w:jc w:val="both"/>
    </w:pPr>
    <w:rPr>
      <w:rFonts w:ascii="Times New Roman" w:hAnsi="Times New Roman" w:cs="Times New Roman"/>
      <w:sz w:val="21"/>
      <w:szCs w:val="20"/>
    </w:rPr>
  </w:style>
  <w:style w:type="paragraph" w:customStyle="1" w:styleId="Char1">
    <w:name w:val="编写建议 Char"/>
    <w:basedOn w:val="a5"/>
    <w:link w:val="CharChar0"/>
    <w:autoRedefine/>
    <w:rsid w:val="00770550"/>
    <w:pPr>
      <w:widowControl w:val="0"/>
      <w:autoSpaceDE w:val="0"/>
      <w:autoSpaceDN w:val="0"/>
      <w:adjustRightInd w:val="0"/>
      <w:ind w:firstLineChars="200" w:firstLine="420"/>
    </w:pPr>
    <w:rPr>
      <w:rFonts w:ascii="Arial" w:hAnsi="Arial" w:cs="Arial"/>
      <w:i/>
      <w:color w:val="0000FF"/>
      <w:sz w:val="21"/>
      <w:szCs w:val="21"/>
    </w:rPr>
  </w:style>
  <w:style w:type="paragraph" w:styleId="aff3">
    <w:name w:val="Normal Indent"/>
    <w:basedOn w:val="a5"/>
    <w:rsid w:val="00044C76"/>
    <w:pPr>
      <w:widowControl w:val="0"/>
      <w:autoSpaceDE w:val="0"/>
      <w:autoSpaceDN w:val="0"/>
      <w:adjustRightInd w:val="0"/>
      <w:ind w:firstLine="420"/>
    </w:pPr>
    <w:rPr>
      <w:rFonts w:ascii="Times New Roman" w:hAnsi="Times New Roman" w:cs="Times New Roman"/>
      <w:sz w:val="22"/>
      <w:szCs w:val="20"/>
    </w:rPr>
  </w:style>
  <w:style w:type="paragraph" w:customStyle="1" w:styleId="abc">
    <w:name w:val="标题 abc"/>
    <w:basedOn w:val="a5"/>
    <w:rsid w:val="00770550"/>
    <w:pPr>
      <w:widowControl w:val="0"/>
      <w:tabs>
        <w:tab w:val="num" w:pos="360"/>
      </w:tabs>
      <w:autoSpaceDE w:val="0"/>
      <w:autoSpaceDN w:val="0"/>
      <w:adjustRightInd w:val="0"/>
      <w:spacing w:beforeLines="50"/>
      <w:jc w:val="both"/>
    </w:pPr>
    <w:rPr>
      <w:rFonts w:ascii="Times New Roman" w:hAnsi="Times New Roman" w:cs="Times New Roman"/>
      <w:sz w:val="22"/>
      <w:szCs w:val="20"/>
    </w:rPr>
  </w:style>
  <w:style w:type="paragraph" w:customStyle="1" w:styleId="aff4">
    <w:name w:val="表格文本居中"/>
    <w:basedOn w:val="a5"/>
    <w:rsid w:val="00770550"/>
    <w:pPr>
      <w:widowControl w:val="0"/>
      <w:autoSpaceDE w:val="0"/>
      <w:autoSpaceDN w:val="0"/>
      <w:adjustRightInd w:val="0"/>
      <w:jc w:val="center"/>
    </w:pPr>
    <w:rPr>
      <w:rFonts w:ascii="Times New Roman" w:hAnsi="Times New Roman" w:cs="Times New Roman"/>
      <w:sz w:val="21"/>
      <w:szCs w:val="20"/>
    </w:rPr>
  </w:style>
  <w:style w:type="paragraph" w:customStyle="1" w:styleId="aff5">
    <w:name w:val="点号"/>
    <w:basedOn w:val="a5"/>
    <w:rsid w:val="00044C76"/>
    <w:pPr>
      <w:widowControl w:val="0"/>
      <w:autoSpaceDE w:val="0"/>
      <w:autoSpaceDN w:val="0"/>
      <w:adjustRightInd w:val="0"/>
      <w:spacing w:beforeLines="50"/>
      <w:ind w:left="1231" w:hanging="284"/>
    </w:pPr>
    <w:rPr>
      <w:rFonts w:ascii="Times New Roman" w:hAnsi="Times New Roman" w:cs="Times New Roman"/>
      <w:sz w:val="21"/>
      <w:szCs w:val="20"/>
    </w:rPr>
  </w:style>
  <w:style w:type="paragraph" w:styleId="aff6">
    <w:name w:val="Balloon Text"/>
    <w:basedOn w:val="a5"/>
    <w:semiHidden/>
    <w:rsid w:val="00770550"/>
    <w:pPr>
      <w:widowControl w:val="0"/>
      <w:autoSpaceDE w:val="0"/>
      <w:autoSpaceDN w:val="0"/>
      <w:adjustRightInd w:val="0"/>
    </w:pPr>
    <w:rPr>
      <w:rFonts w:ascii="Times New Roman" w:hAnsi="Times New Roman" w:cs="Times New Roman"/>
      <w:sz w:val="18"/>
      <w:szCs w:val="18"/>
    </w:rPr>
  </w:style>
  <w:style w:type="paragraph" w:styleId="aff7">
    <w:name w:val="table of figures"/>
    <w:basedOn w:val="10"/>
    <w:autoRedefine/>
    <w:semiHidden/>
    <w:rsid w:val="00770550"/>
    <w:pPr>
      <w:widowControl w:val="0"/>
      <w:spacing w:before="300" w:after="150" w:line="360" w:lineRule="auto"/>
      <w:jc w:val="center"/>
    </w:pPr>
  </w:style>
  <w:style w:type="paragraph" w:styleId="aff8">
    <w:name w:val="Document Map"/>
    <w:basedOn w:val="a5"/>
    <w:semiHidden/>
    <w:rsid w:val="00770550"/>
    <w:pPr>
      <w:widowControl w:val="0"/>
      <w:shd w:val="clear" w:color="auto" w:fill="000080"/>
      <w:autoSpaceDE w:val="0"/>
      <w:autoSpaceDN w:val="0"/>
      <w:adjustRightInd w:val="0"/>
    </w:pPr>
    <w:rPr>
      <w:rFonts w:ascii="Times New Roman" w:hAnsi="Times New Roman" w:cs="Times New Roman"/>
      <w:sz w:val="22"/>
      <w:szCs w:val="20"/>
    </w:rPr>
  </w:style>
  <w:style w:type="paragraph" w:customStyle="1" w:styleId="2heading2">
    <w:name w:val="样式 标题 2heading 2 + 非加粗"/>
    <w:basedOn w:val="2"/>
    <w:rsid w:val="00770550"/>
    <w:pPr>
      <w:keepNext w:val="0"/>
      <w:numPr>
        <w:ilvl w:val="0"/>
        <w:numId w:val="0"/>
      </w:numPr>
      <w:adjustRightInd w:val="0"/>
      <w:spacing w:before="120" w:after="0"/>
    </w:pPr>
    <w:rPr>
      <w:szCs w:val="20"/>
    </w:rPr>
  </w:style>
  <w:style w:type="paragraph" w:customStyle="1" w:styleId="aff9">
    <w:name w:val="样式 参考资料清单 + 倾斜 蓝色"/>
    <w:basedOn w:val="a0"/>
    <w:rsid w:val="00044C76"/>
    <w:rPr>
      <w:iCs/>
      <w:color w:val="000000"/>
    </w:rPr>
  </w:style>
  <w:style w:type="paragraph" w:customStyle="1" w:styleId="045">
    <w:name w:val="样式 摘要 + 左侧:  0.45 厘米"/>
    <w:basedOn w:val="afd"/>
    <w:rsid w:val="00044C76"/>
    <w:rPr>
      <w:rFonts w:cs="宋体"/>
    </w:rPr>
  </w:style>
  <w:style w:type="paragraph" w:styleId="affa">
    <w:name w:val="Body Text"/>
    <w:basedOn w:val="a5"/>
    <w:link w:val="Char2"/>
    <w:rsid w:val="00044C76"/>
    <w:pPr>
      <w:widowControl w:val="0"/>
      <w:autoSpaceDE w:val="0"/>
      <w:autoSpaceDN w:val="0"/>
      <w:adjustRightInd w:val="0"/>
      <w:spacing w:after="120"/>
    </w:pPr>
    <w:rPr>
      <w:rFonts w:ascii="Times New Roman" w:hAnsi="Times New Roman" w:cs="Times New Roman"/>
      <w:sz w:val="22"/>
      <w:szCs w:val="20"/>
    </w:rPr>
  </w:style>
  <w:style w:type="paragraph" w:styleId="affb">
    <w:name w:val="Body Text First Indent"/>
    <w:aliases w:val="正文首行缩进1"/>
    <w:link w:val="Char10"/>
    <w:rsid w:val="00941F56"/>
    <w:pPr>
      <w:ind w:leftChars="322" w:left="322" w:firstLineChars="128" w:firstLine="128"/>
    </w:pPr>
  </w:style>
  <w:style w:type="character" w:customStyle="1" w:styleId="CharChar0">
    <w:name w:val="编写建议 Char Char"/>
    <w:basedOn w:val="a6"/>
    <w:link w:val="Char1"/>
    <w:rsid w:val="00770550"/>
    <w:rPr>
      <w:rFonts w:ascii="Arial" w:eastAsia="宋体" w:hAnsi="Arial" w:cs="Arial"/>
      <w:i/>
      <w:color w:val="0000FF"/>
      <w:sz w:val="21"/>
      <w:szCs w:val="21"/>
      <w:lang w:val="en-US" w:eastAsia="zh-CN" w:bidi="ar-SA"/>
    </w:rPr>
  </w:style>
  <w:style w:type="paragraph" w:customStyle="1" w:styleId="a3">
    <w:name w:val="表格题注"/>
    <w:basedOn w:val="a5"/>
    <w:next w:val="a5"/>
    <w:autoRedefine/>
    <w:rsid w:val="00770550"/>
    <w:pPr>
      <w:keepLines/>
      <w:widowControl w:val="0"/>
      <w:numPr>
        <w:ilvl w:val="8"/>
        <w:numId w:val="9"/>
      </w:numPr>
      <w:tabs>
        <w:tab w:val="num" w:pos="360"/>
      </w:tabs>
      <w:autoSpaceDE w:val="0"/>
      <w:autoSpaceDN w:val="0"/>
      <w:adjustRightInd w:val="0"/>
      <w:spacing w:beforeLines="100"/>
      <w:jc w:val="center"/>
    </w:pPr>
    <w:rPr>
      <w:rFonts w:ascii="Times New Roman" w:hAnsi="Times New Roman" w:cs="Times New Roman"/>
      <w:sz w:val="18"/>
      <w:szCs w:val="18"/>
    </w:rPr>
  </w:style>
  <w:style w:type="paragraph" w:customStyle="1" w:styleId="affc">
    <w:name w:val="表头文本"/>
    <w:basedOn w:val="a5"/>
    <w:autoRedefine/>
    <w:rsid w:val="00770550"/>
    <w:pPr>
      <w:widowControl w:val="0"/>
      <w:autoSpaceDE w:val="0"/>
      <w:autoSpaceDN w:val="0"/>
      <w:adjustRightInd w:val="0"/>
      <w:jc w:val="center"/>
    </w:pPr>
    <w:rPr>
      <w:rFonts w:ascii="Times New Roman" w:hAnsi="Times New Roman" w:cs="Times New Roman"/>
      <w:b/>
      <w:sz w:val="18"/>
      <w:szCs w:val="21"/>
    </w:rPr>
  </w:style>
  <w:style w:type="character" w:customStyle="1" w:styleId="CharChar">
    <w:name w:val="表头样式 Char Char"/>
    <w:basedOn w:val="a6"/>
    <w:link w:val="Char"/>
    <w:rsid w:val="00770550"/>
    <w:rPr>
      <w:rFonts w:ascii="Arial" w:eastAsia="宋体" w:hAnsi="Arial"/>
      <w:b/>
      <w:sz w:val="21"/>
      <w:szCs w:val="21"/>
      <w:lang w:val="en-US" w:eastAsia="zh-CN" w:bidi="ar-SA"/>
    </w:rPr>
  </w:style>
  <w:style w:type="table" w:customStyle="1" w:styleId="affd">
    <w:name w:val="表样式"/>
    <w:basedOn w:val="a7"/>
    <w:rsid w:val="00770550"/>
    <w:pPr>
      <w:jc w:val="both"/>
    </w:pPr>
    <w:rPr>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style>
  <w:style w:type="paragraph" w:customStyle="1" w:styleId="affe">
    <w:name w:val="参考资料清单+倾斜+蓝色"/>
    <w:basedOn w:val="a5"/>
    <w:autoRedefine/>
    <w:rsid w:val="00770550"/>
    <w:pPr>
      <w:widowControl w:val="0"/>
      <w:autoSpaceDE w:val="0"/>
      <w:autoSpaceDN w:val="0"/>
      <w:adjustRightInd w:val="0"/>
      <w:spacing w:line="360" w:lineRule="auto"/>
      <w:jc w:val="both"/>
    </w:pPr>
    <w:rPr>
      <w:rFonts w:ascii="Arial" w:hAnsi="Arial" w:cs="Times New Roman"/>
      <w:i/>
      <w:iCs/>
      <w:color w:val="0000FF"/>
      <w:sz w:val="21"/>
      <w:szCs w:val="21"/>
    </w:rPr>
  </w:style>
  <w:style w:type="paragraph" w:customStyle="1" w:styleId="a2">
    <w:name w:val="插图题注"/>
    <w:basedOn w:val="a5"/>
    <w:next w:val="a5"/>
    <w:autoRedefine/>
    <w:rsid w:val="00770550"/>
    <w:pPr>
      <w:widowControl w:val="0"/>
      <w:numPr>
        <w:ilvl w:val="7"/>
        <w:numId w:val="9"/>
      </w:numPr>
      <w:tabs>
        <w:tab w:val="num" w:pos="360"/>
      </w:tabs>
      <w:autoSpaceDE w:val="0"/>
      <w:autoSpaceDN w:val="0"/>
      <w:adjustRightInd w:val="0"/>
      <w:spacing w:afterLines="100"/>
      <w:jc w:val="center"/>
    </w:pPr>
    <w:rPr>
      <w:rFonts w:ascii="Times New Roman" w:hAnsi="Times New Roman" w:cs="Times New Roman"/>
      <w:sz w:val="18"/>
      <w:szCs w:val="18"/>
    </w:rPr>
  </w:style>
  <w:style w:type="paragraph" w:customStyle="1" w:styleId="21">
    <w:name w:val="规程 标题2"/>
    <w:basedOn w:val="2"/>
    <w:rsid w:val="00770550"/>
    <w:rPr>
      <w:b/>
    </w:rPr>
  </w:style>
  <w:style w:type="paragraph" w:customStyle="1" w:styleId="afff">
    <w:name w:val="图样式"/>
    <w:basedOn w:val="a5"/>
    <w:autoRedefine/>
    <w:rsid w:val="00770550"/>
    <w:pPr>
      <w:keepNext/>
      <w:autoSpaceDE w:val="0"/>
      <w:autoSpaceDN w:val="0"/>
      <w:adjustRightInd w:val="0"/>
      <w:spacing w:before="80" w:after="80"/>
      <w:jc w:val="center"/>
    </w:pPr>
    <w:rPr>
      <w:rFonts w:ascii="Times New Roman" w:hAnsi="Times New Roman" w:cs="Times New Roman"/>
      <w:sz w:val="22"/>
      <w:szCs w:val="20"/>
    </w:rPr>
  </w:style>
  <w:style w:type="paragraph" w:customStyle="1" w:styleId="afff0">
    <w:name w:val="正文（首行不缩进）"/>
    <w:basedOn w:val="a5"/>
    <w:rsid w:val="00770550"/>
    <w:pPr>
      <w:widowControl w:val="0"/>
      <w:autoSpaceDE w:val="0"/>
      <w:autoSpaceDN w:val="0"/>
      <w:adjustRightInd w:val="0"/>
    </w:pPr>
    <w:rPr>
      <w:rFonts w:ascii="Times New Roman" w:hAnsi="Times New Roman" w:cs="Times New Roman"/>
      <w:sz w:val="22"/>
      <w:szCs w:val="20"/>
    </w:rPr>
  </w:style>
  <w:style w:type="paragraph" w:customStyle="1" w:styleId="afff1">
    <w:name w:val="注示头"/>
    <w:basedOn w:val="a5"/>
    <w:rsid w:val="00770550"/>
    <w:pPr>
      <w:widowControl w:val="0"/>
      <w:pBdr>
        <w:top w:val="single" w:sz="4" w:space="1" w:color="000000"/>
      </w:pBdr>
      <w:autoSpaceDE w:val="0"/>
      <w:autoSpaceDN w:val="0"/>
      <w:adjustRightInd w:val="0"/>
      <w:jc w:val="both"/>
    </w:pPr>
    <w:rPr>
      <w:rFonts w:ascii="Arial" w:eastAsia="黑体" w:hAnsi="Arial" w:cs="Times New Roman"/>
      <w:sz w:val="18"/>
      <w:szCs w:val="21"/>
    </w:rPr>
  </w:style>
  <w:style w:type="paragraph" w:customStyle="1" w:styleId="afff2">
    <w:name w:val="注示文本"/>
    <w:basedOn w:val="a5"/>
    <w:rsid w:val="00770550"/>
    <w:pPr>
      <w:widowControl w:val="0"/>
      <w:pBdr>
        <w:bottom w:val="single" w:sz="4" w:space="1" w:color="000000"/>
      </w:pBdr>
      <w:autoSpaceDE w:val="0"/>
      <w:autoSpaceDN w:val="0"/>
      <w:adjustRightInd w:val="0"/>
      <w:ind w:firstLine="360"/>
      <w:jc w:val="both"/>
    </w:pPr>
    <w:rPr>
      <w:rFonts w:ascii="Arial" w:eastAsia="楷体_GB2312" w:hAnsi="Arial" w:cs="Times New Roman"/>
      <w:sz w:val="18"/>
      <w:szCs w:val="18"/>
    </w:rPr>
  </w:style>
  <w:style w:type="paragraph" w:customStyle="1" w:styleId="afff3">
    <w:name w:val="表头样式"/>
    <w:basedOn w:val="a5"/>
    <w:autoRedefine/>
    <w:rsid w:val="00770550"/>
    <w:pPr>
      <w:widowControl w:val="0"/>
      <w:autoSpaceDE w:val="0"/>
      <w:autoSpaceDN w:val="0"/>
      <w:adjustRightInd w:val="0"/>
      <w:jc w:val="center"/>
    </w:pPr>
    <w:rPr>
      <w:rFonts w:ascii="Arial" w:hAnsi="Arial" w:cs="Times New Roman"/>
      <w:b/>
      <w:sz w:val="21"/>
      <w:szCs w:val="21"/>
    </w:rPr>
  </w:style>
  <w:style w:type="character" w:customStyle="1" w:styleId="Char10">
    <w:name w:val="正文首行缩进 Char1"/>
    <w:aliases w:val="正文首行缩进1 Char"/>
    <w:basedOn w:val="a6"/>
    <w:link w:val="affb"/>
    <w:rsid w:val="00941F56"/>
    <w:rPr>
      <w:rFonts w:eastAsia="宋体"/>
      <w:sz w:val="22"/>
      <w:lang w:val="en-US" w:eastAsia="zh-CN" w:bidi="ar-SA"/>
    </w:rPr>
  </w:style>
  <w:style w:type="character" w:styleId="afff4">
    <w:name w:val="annotation reference"/>
    <w:basedOn w:val="a6"/>
    <w:semiHidden/>
    <w:rsid w:val="005428E3"/>
    <w:rPr>
      <w:sz w:val="21"/>
      <w:szCs w:val="21"/>
    </w:rPr>
  </w:style>
  <w:style w:type="paragraph" w:styleId="afff5">
    <w:name w:val="annotation text"/>
    <w:basedOn w:val="a5"/>
    <w:semiHidden/>
    <w:rsid w:val="005428E3"/>
    <w:pPr>
      <w:widowControl w:val="0"/>
      <w:autoSpaceDE w:val="0"/>
      <w:autoSpaceDN w:val="0"/>
      <w:adjustRightInd w:val="0"/>
    </w:pPr>
    <w:rPr>
      <w:rFonts w:ascii="Times New Roman" w:hAnsi="Times New Roman" w:cs="Times New Roman"/>
      <w:sz w:val="20"/>
      <w:szCs w:val="20"/>
    </w:rPr>
  </w:style>
  <w:style w:type="character" w:customStyle="1" w:styleId="Char3">
    <w:name w:val="正文首行缩进 Char"/>
    <w:basedOn w:val="a6"/>
    <w:rsid w:val="00BF08EB"/>
    <w:rPr>
      <w:rFonts w:eastAsia="宋体"/>
      <w:sz w:val="21"/>
      <w:lang w:val="en-US" w:eastAsia="zh-CN" w:bidi="ar-SA"/>
    </w:rPr>
  </w:style>
  <w:style w:type="paragraph" w:customStyle="1" w:styleId="DefaultText0">
    <w:name w:val="Default Text"/>
    <w:basedOn w:val="a5"/>
    <w:rsid w:val="00A66173"/>
    <w:pPr>
      <w:widowControl w:val="0"/>
      <w:autoSpaceDE w:val="0"/>
      <w:autoSpaceDN w:val="0"/>
      <w:adjustRightInd w:val="0"/>
    </w:pPr>
    <w:rPr>
      <w:rFonts w:ascii="Times New Roman" w:hAnsi="Times New Roman" w:cs="Times New Roman"/>
    </w:rPr>
  </w:style>
  <w:style w:type="paragraph" w:styleId="afff6">
    <w:name w:val="annotation subject"/>
    <w:basedOn w:val="afff5"/>
    <w:next w:val="afff5"/>
    <w:semiHidden/>
    <w:rsid w:val="00125F0C"/>
    <w:rPr>
      <w:b/>
      <w:bCs/>
    </w:rPr>
  </w:style>
  <w:style w:type="paragraph" w:customStyle="1" w:styleId="afff7">
    <w:name w:val="表目录"/>
    <w:basedOn w:val="10"/>
    <w:rsid w:val="00475A07"/>
    <w:pPr>
      <w:tabs>
        <w:tab w:val="clear" w:pos="426"/>
        <w:tab w:val="clear" w:pos="9214"/>
      </w:tabs>
    </w:pPr>
    <w:rPr>
      <w:noProof/>
    </w:rPr>
  </w:style>
  <w:style w:type="paragraph" w:customStyle="1" w:styleId="CharCharCharCharChar">
    <w:name w:val="编写建议 Char Char Char Char Char"/>
    <w:basedOn w:val="a5"/>
    <w:link w:val="CharCharCharCharCharChar"/>
    <w:rsid w:val="003553E5"/>
    <w:pPr>
      <w:keepNext/>
      <w:autoSpaceDE w:val="0"/>
      <w:autoSpaceDN w:val="0"/>
      <w:adjustRightInd w:val="0"/>
      <w:spacing w:line="360" w:lineRule="auto"/>
      <w:ind w:left="1134"/>
      <w:jc w:val="both"/>
    </w:pPr>
    <w:rPr>
      <w:rFonts w:ascii="Times New Roman" w:hAnsi="Times New Roman" w:cs="Arial"/>
      <w:i/>
      <w:color w:val="0000FF"/>
      <w:sz w:val="21"/>
      <w:szCs w:val="21"/>
    </w:rPr>
  </w:style>
  <w:style w:type="character" w:customStyle="1" w:styleId="CharCharCharCharCharChar">
    <w:name w:val="编写建议 Char Char Char Char Char Char"/>
    <w:basedOn w:val="a6"/>
    <w:link w:val="CharCharCharCharChar"/>
    <w:rsid w:val="003553E5"/>
    <w:rPr>
      <w:rFonts w:eastAsia="宋体" w:cs="Arial"/>
      <w:i/>
      <w:color w:val="0000FF"/>
      <w:sz w:val="21"/>
      <w:szCs w:val="21"/>
      <w:lang w:val="en-US" w:eastAsia="zh-CN" w:bidi="ar-SA"/>
    </w:rPr>
  </w:style>
  <w:style w:type="paragraph" w:customStyle="1" w:styleId="22">
    <w:name w:val="缺省文本:2"/>
    <w:basedOn w:val="a5"/>
    <w:rsid w:val="00EC3F1B"/>
    <w:pPr>
      <w:widowControl w:val="0"/>
      <w:autoSpaceDE w:val="0"/>
      <w:autoSpaceDN w:val="0"/>
      <w:adjustRightInd w:val="0"/>
      <w:spacing w:line="360" w:lineRule="auto"/>
    </w:pPr>
    <w:rPr>
      <w:rFonts w:hAnsi="Times New Roman"/>
      <w:sz w:val="21"/>
      <w:szCs w:val="21"/>
    </w:rPr>
  </w:style>
  <w:style w:type="character" w:customStyle="1" w:styleId="Char20">
    <w:name w:val="正文首行缩进 Char2"/>
    <w:aliases w:val="正文首行缩进 Char Char Char,正文首行缩进 Char1 Char Char Char Char Char Char Char Char,正文首行缩进 Char1 Char Char Char Char Char,正文首行缩进 Char Char,正文首行缩进 Char1 Char Char Char Char Char Char Char Char Char"/>
    <w:basedOn w:val="a6"/>
    <w:rsid w:val="007847F8"/>
    <w:rPr>
      <w:rFonts w:eastAsia="宋体"/>
      <w:sz w:val="21"/>
      <w:lang w:val="en-US" w:eastAsia="zh-CN" w:bidi="ar-SA"/>
    </w:rPr>
  </w:style>
  <w:style w:type="table" w:styleId="afff8">
    <w:name w:val="Table Grid"/>
    <w:basedOn w:val="a7"/>
    <w:rsid w:val="007847F8"/>
    <w:rPr>
      <w:rFonts w:ascii="Arial" w:hAnsi="Arial" w:cs="Arial"/>
      <w:sz w:val="21"/>
      <w:szCs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cantSplit/>
    </w:trPr>
  </w:style>
  <w:style w:type="paragraph" w:customStyle="1" w:styleId="ParaCharCharCharCharCharChar1CharCharCharChar">
    <w:name w:val="默认段落字体 Para Char Char Char Char Char Char1 Char Char Char Char"/>
    <w:aliases w:val="默认段落字体 Para Char Char Char Char Char Char Char Char Char Char Char Char Char Char Char Char Char Char Char Char Char Char"/>
    <w:basedOn w:val="a5"/>
    <w:rsid w:val="00DE1F80"/>
    <w:pPr>
      <w:widowControl w:val="0"/>
      <w:jc w:val="both"/>
    </w:pPr>
    <w:rPr>
      <w:rFonts w:ascii="Times New Roman" w:hAnsi="Times New Roman" w:cs="Times New Roman"/>
      <w:kern w:val="2"/>
      <w:sz w:val="21"/>
    </w:rPr>
  </w:style>
  <w:style w:type="character" w:customStyle="1" w:styleId="WordProChar">
    <w:name w:val="正文首行缩进(WordPro) Char"/>
    <w:basedOn w:val="a6"/>
    <w:link w:val="WordPro0"/>
    <w:rsid w:val="006D6126"/>
    <w:rPr>
      <w:rFonts w:eastAsia="宋体"/>
      <w:sz w:val="21"/>
      <w:lang w:val="en-US" w:eastAsia="zh-CN" w:bidi="ar-SA"/>
    </w:rPr>
  </w:style>
  <w:style w:type="character" w:customStyle="1" w:styleId="Char0">
    <w:name w:val="图号 Char"/>
    <w:basedOn w:val="a6"/>
    <w:link w:val="a1"/>
    <w:rsid w:val="00FD24AA"/>
    <w:rPr>
      <w:rFonts w:ascii="宋体"/>
      <w:sz w:val="21"/>
    </w:rPr>
  </w:style>
  <w:style w:type="paragraph" w:customStyle="1" w:styleId="BMS">
    <w:name w:val="正文(BMS设计需求)"/>
    <w:basedOn w:val="af2"/>
    <w:link w:val="BMSCharChar"/>
    <w:rsid w:val="003F2ACA"/>
    <w:pPr>
      <w:ind w:left="142"/>
    </w:pPr>
    <w:rPr>
      <w:rFonts w:cs="宋体"/>
      <w:i w:val="0"/>
      <w:color w:val="auto"/>
      <w:szCs w:val="20"/>
    </w:rPr>
  </w:style>
  <w:style w:type="character" w:customStyle="1" w:styleId="BMSCharChar">
    <w:name w:val="正文(BMS设计需求) Char Char"/>
    <w:link w:val="BMS"/>
    <w:rsid w:val="002B2467"/>
    <w:rPr>
      <w:rFonts w:eastAsia="宋体" w:cs="宋体"/>
      <w:sz w:val="21"/>
      <w:lang w:val="en-US" w:eastAsia="zh-CN" w:bidi="ar-SA"/>
    </w:rPr>
  </w:style>
  <w:style w:type="character" w:customStyle="1" w:styleId="Char2">
    <w:name w:val="正文文本 Char"/>
    <w:basedOn w:val="a6"/>
    <w:link w:val="affa"/>
    <w:rsid w:val="006D6126"/>
    <w:rPr>
      <w:rFonts w:eastAsia="宋体"/>
      <w:sz w:val="22"/>
      <w:lang w:val="en-US" w:eastAsia="zh-CN" w:bidi="ar-SA"/>
    </w:rPr>
  </w:style>
  <w:style w:type="paragraph" w:customStyle="1" w:styleId="CharCharCharCharCharChar1">
    <w:name w:val="编写建议 Char Char Char Char Char Char1"/>
    <w:basedOn w:val="a5"/>
    <w:rsid w:val="00E931A9"/>
    <w:pPr>
      <w:keepNext/>
      <w:autoSpaceDE w:val="0"/>
      <w:autoSpaceDN w:val="0"/>
      <w:adjustRightInd w:val="0"/>
      <w:spacing w:line="360" w:lineRule="auto"/>
      <w:ind w:left="1134"/>
      <w:jc w:val="both"/>
    </w:pPr>
    <w:rPr>
      <w:rFonts w:ascii="Times New Roman" w:hAnsi="Times New Roman" w:cs="Arial"/>
      <w:i/>
      <w:color w:val="0000FF"/>
      <w:sz w:val="21"/>
      <w:szCs w:val="21"/>
    </w:rPr>
  </w:style>
  <w:style w:type="paragraph" w:customStyle="1" w:styleId="CharCharCharCharCharChar1Char">
    <w:name w:val="编写建议 Char Char Char Char Char Char1 Char"/>
    <w:basedOn w:val="a5"/>
    <w:rsid w:val="00E931A9"/>
    <w:pPr>
      <w:widowControl w:val="0"/>
      <w:autoSpaceDE w:val="0"/>
      <w:autoSpaceDN w:val="0"/>
      <w:adjustRightInd w:val="0"/>
      <w:spacing w:line="360" w:lineRule="auto"/>
      <w:ind w:left="1134"/>
      <w:jc w:val="both"/>
    </w:pPr>
    <w:rPr>
      <w:rFonts w:ascii="Times New Roman" w:hAnsi="Times New Roman" w:cs="Arial"/>
      <w:i/>
      <w:color w:val="0000FF"/>
      <w:sz w:val="21"/>
      <w:szCs w:val="21"/>
    </w:rPr>
  </w:style>
  <w:style w:type="paragraph" w:customStyle="1" w:styleId="ParaCharCharCharCharCharCharChar">
    <w:name w:val="默认段落字体 Para Char Char Char Char Char Char Char"/>
    <w:aliases w:val="默认段落字体 Para Char Char Char Char Char Char Char Char Char,默认段落字体 Para Char Char Char Char1 Char Char Char Char Char Char Char Char,默认段落字体 Para Char Char Char Char Char,默认段落字体 Para Char Char Char Char1 Char"/>
    <w:basedOn w:val="a5"/>
    <w:rsid w:val="00E931A9"/>
    <w:pPr>
      <w:widowControl w:val="0"/>
      <w:spacing w:line="360" w:lineRule="auto"/>
      <w:ind w:leftChars="263" w:left="631" w:firstLineChars="200" w:firstLine="480"/>
      <w:jc w:val="both"/>
    </w:pPr>
    <w:rPr>
      <w:rFonts w:ascii="Times New Roman" w:hAnsi="Times New Roman" w:cs="Times New Roman"/>
      <w:kern w:val="2"/>
      <w:sz w:val="21"/>
    </w:rPr>
  </w:style>
  <w:style w:type="paragraph" w:styleId="afff9">
    <w:name w:val="List Paragraph"/>
    <w:basedOn w:val="a5"/>
    <w:uiPriority w:val="34"/>
    <w:qFormat/>
    <w:rsid w:val="00431FB2"/>
    <w:pPr>
      <w:widowControl w:val="0"/>
      <w:autoSpaceDE w:val="0"/>
      <w:autoSpaceDN w:val="0"/>
      <w:adjustRightInd w:val="0"/>
      <w:spacing w:line="360" w:lineRule="auto"/>
      <w:ind w:firstLineChars="200" w:firstLine="420"/>
    </w:pPr>
    <w:rPr>
      <w:rFonts w:ascii="Times New Roman" w:hAnsi="Times New Roman" w:cs="Times New Roman"/>
      <w:snapToGrid w:val="0"/>
      <w:sz w:val="21"/>
      <w:szCs w:val="21"/>
    </w:rPr>
  </w:style>
  <w:style w:type="character" w:styleId="afffa">
    <w:name w:val="Intense Emphasis"/>
    <w:basedOn w:val="a6"/>
    <w:uiPriority w:val="21"/>
    <w:qFormat/>
    <w:rsid w:val="00A26663"/>
    <w:rPr>
      <w:b/>
      <w:bCs/>
      <w:i/>
      <w:iCs/>
      <w:color w:val="4F81BD" w:themeColor="accent1"/>
    </w:rPr>
  </w:style>
  <w:style w:type="paragraph" w:styleId="HTML">
    <w:name w:val="HTML Preformatted"/>
    <w:basedOn w:val="a5"/>
    <w:link w:val="HTMLChar"/>
    <w:uiPriority w:val="99"/>
    <w:unhideWhenUsed/>
    <w:rsid w:val="00DC5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Char">
    <w:name w:val="HTML 预设格式 Char"/>
    <w:basedOn w:val="a6"/>
    <w:link w:val="HTML"/>
    <w:uiPriority w:val="99"/>
    <w:rsid w:val="00DC5ABF"/>
    <w:rPr>
      <w:rFonts w:ascii="宋体" w:hAnsi="宋体" w:cs="宋体"/>
      <w:sz w:val="24"/>
      <w:szCs w:val="24"/>
    </w:rPr>
  </w:style>
  <w:style w:type="paragraph" w:styleId="afffb">
    <w:name w:val="Normal (Web)"/>
    <w:basedOn w:val="a5"/>
    <w:uiPriority w:val="99"/>
    <w:unhideWhenUsed/>
    <w:rsid w:val="00FC6EB3"/>
  </w:style>
  <w:style w:type="paragraph" w:styleId="afffc">
    <w:name w:val="Date"/>
    <w:basedOn w:val="a5"/>
    <w:next w:val="a5"/>
    <w:link w:val="Char4"/>
    <w:rsid w:val="00417820"/>
    <w:pPr>
      <w:ind w:leftChars="2500" w:left="100"/>
    </w:pPr>
  </w:style>
  <w:style w:type="character" w:customStyle="1" w:styleId="Char4">
    <w:name w:val="日期 Char"/>
    <w:basedOn w:val="a6"/>
    <w:link w:val="afffc"/>
    <w:rsid w:val="00417820"/>
    <w:rPr>
      <w:rFonts w:ascii="宋体" w:hAnsi="宋体" w:cs="宋体"/>
      <w:sz w:val="24"/>
      <w:szCs w:val="24"/>
    </w:rPr>
  </w:style>
  <w:style w:type="character" w:customStyle="1" w:styleId="jsonkey">
    <w:name w:val="json_key"/>
    <w:basedOn w:val="a6"/>
    <w:rsid w:val="00BA6BEE"/>
  </w:style>
  <w:style w:type="character" w:customStyle="1" w:styleId="jsonstring">
    <w:name w:val="json_string"/>
    <w:basedOn w:val="a6"/>
    <w:rsid w:val="00BA6BEE"/>
  </w:style>
  <w:style w:type="paragraph" w:customStyle="1" w:styleId="Body">
    <w:name w:val="Body"/>
    <w:basedOn w:val="a5"/>
    <w:link w:val="BodyChar"/>
    <w:rsid w:val="0040786A"/>
    <w:pPr>
      <w:spacing w:after="240"/>
      <w:ind w:left="1701"/>
      <w:jc w:val="both"/>
    </w:pPr>
    <w:rPr>
      <w:rFonts w:ascii="Arial" w:eastAsia="Times New Roman" w:hAnsi="Arial" w:cs="Times New Roman"/>
      <w:sz w:val="20"/>
      <w:szCs w:val="20"/>
      <w:lang w:val="en-GB" w:eastAsia="en-US"/>
    </w:rPr>
  </w:style>
  <w:style w:type="character" w:customStyle="1" w:styleId="BodyChar">
    <w:name w:val="Body Char"/>
    <w:basedOn w:val="a6"/>
    <w:link w:val="Body"/>
    <w:rsid w:val="0040786A"/>
    <w:rPr>
      <w:rFonts w:ascii="Arial" w:eastAsia="Times New Roman" w:hAnsi="Arial"/>
      <w:lang w:val="en-GB" w:eastAsia="en-US"/>
    </w:rPr>
  </w:style>
  <w:style w:type="paragraph" w:styleId="TOC">
    <w:name w:val="TOC Heading"/>
    <w:basedOn w:val="1"/>
    <w:next w:val="a5"/>
    <w:uiPriority w:val="39"/>
    <w:semiHidden/>
    <w:unhideWhenUsed/>
    <w:qFormat/>
    <w:rsid w:val="00276868"/>
    <w:pPr>
      <w:keepLines/>
      <w:numPr>
        <w:numId w:val="0"/>
      </w:numPr>
      <w:autoSpaceDE/>
      <w:autoSpaceDN/>
      <w:spacing w:before="480" w:after="0" w:line="276" w:lineRule="auto"/>
      <w:outlineLvl w:val="9"/>
    </w:pPr>
    <w:rPr>
      <w:rFonts w:asciiTheme="majorHAnsi" w:eastAsiaTheme="majorEastAsia" w:hAnsiTheme="majorHAnsi" w:cstheme="majorBidi"/>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275448867">
      <w:bodyDiv w:val="1"/>
      <w:marLeft w:val="0"/>
      <w:marRight w:val="0"/>
      <w:marTop w:val="0"/>
      <w:marBottom w:val="0"/>
      <w:divBdr>
        <w:top w:val="none" w:sz="0" w:space="0" w:color="auto"/>
        <w:left w:val="none" w:sz="0" w:space="0" w:color="auto"/>
        <w:bottom w:val="none" w:sz="0" w:space="0" w:color="auto"/>
        <w:right w:val="none" w:sz="0" w:space="0" w:color="auto"/>
      </w:divBdr>
    </w:div>
    <w:div w:id="487405590">
      <w:bodyDiv w:val="1"/>
      <w:marLeft w:val="0"/>
      <w:marRight w:val="0"/>
      <w:marTop w:val="0"/>
      <w:marBottom w:val="0"/>
      <w:divBdr>
        <w:top w:val="none" w:sz="0" w:space="0" w:color="auto"/>
        <w:left w:val="none" w:sz="0" w:space="0" w:color="auto"/>
        <w:bottom w:val="none" w:sz="0" w:space="0" w:color="auto"/>
        <w:right w:val="none" w:sz="0" w:space="0" w:color="auto"/>
      </w:divBdr>
    </w:div>
    <w:div w:id="517276379">
      <w:bodyDiv w:val="1"/>
      <w:marLeft w:val="0"/>
      <w:marRight w:val="0"/>
      <w:marTop w:val="0"/>
      <w:marBottom w:val="0"/>
      <w:divBdr>
        <w:top w:val="none" w:sz="0" w:space="0" w:color="auto"/>
        <w:left w:val="none" w:sz="0" w:space="0" w:color="auto"/>
        <w:bottom w:val="none" w:sz="0" w:space="0" w:color="auto"/>
        <w:right w:val="none" w:sz="0" w:space="0" w:color="auto"/>
      </w:divBdr>
    </w:div>
    <w:div w:id="553352278">
      <w:bodyDiv w:val="1"/>
      <w:marLeft w:val="0"/>
      <w:marRight w:val="0"/>
      <w:marTop w:val="0"/>
      <w:marBottom w:val="0"/>
      <w:divBdr>
        <w:top w:val="none" w:sz="0" w:space="0" w:color="auto"/>
        <w:left w:val="none" w:sz="0" w:space="0" w:color="auto"/>
        <w:bottom w:val="none" w:sz="0" w:space="0" w:color="auto"/>
        <w:right w:val="none" w:sz="0" w:space="0" w:color="auto"/>
      </w:divBdr>
    </w:div>
    <w:div w:id="553783109">
      <w:bodyDiv w:val="1"/>
      <w:marLeft w:val="0"/>
      <w:marRight w:val="0"/>
      <w:marTop w:val="0"/>
      <w:marBottom w:val="0"/>
      <w:divBdr>
        <w:top w:val="none" w:sz="0" w:space="0" w:color="auto"/>
        <w:left w:val="none" w:sz="0" w:space="0" w:color="auto"/>
        <w:bottom w:val="none" w:sz="0" w:space="0" w:color="auto"/>
        <w:right w:val="none" w:sz="0" w:space="0" w:color="auto"/>
      </w:divBdr>
    </w:div>
    <w:div w:id="590048136">
      <w:bodyDiv w:val="1"/>
      <w:marLeft w:val="0"/>
      <w:marRight w:val="0"/>
      <w:marTop w:val="0"/>
      <w:marBottom w:val="0"/>
      <w:divBdr>
        <w:top w:val="none" w:sz="0" w:space="0" w:color="auto"/>
        <w:left w:val="none" w:sz="0" w:space="0" w:color="auto"/>
        <w:bottom w:val="none" w:sz="0" w:space="0" w:color="auto"/>
        <w:right w:val="none" w:sz="0" w:space="0" w:color="auto"/>
      </w:divBdr>
    </w:div>
    <w:div w:id="666447743">
      <w:bodyDiv w:val="1"/>
      <w:marLeft w:val="0"/>
      <w:marRight w:val="0"/>
      <w:marTop w:val="0"/>
      <w:marBottom w:val="0"/>
      <w:divBdr>
        <w:top w:val="none" w:sz="0" w:space="0" w:color="auto"/>
        <w:left w:val="none" w:sz="0" w:space="0" w:color="auto"/>
        <w:bottom w:val="none" w:sz="0" w:space="0" w:color="auto"/>
        <w:right w:val="none" w:sz="0" w:space="0" w:color="auto"/>
      </w:divBdr>
    </w:div>
    <w:div w:id="669523649">
      <w:bodyDiv w:val="1"/>
      <w:marLeft w:val="0"/>
      <w:marRight w:val="0"/>
      <w:marTop w:val="0"/>
      <w:marBottom w:val="0"/>
      <w:divBdr>
        <w:top w:val="none" w:sz="0" w:space="0" w:color="auto"/>
        <w:left w:val="none" w:sz="0" w:space="0" w:color="auto"/>
        <w:bottom w:val="none" w:sz="0" w:space="0" w:color="auto"/>
        <w:right w:val="none" w:sz="0" w:space="0" w:color="auto"/>
      </w:divBdr>
      <w:divsChild>
        <w:div w:id="736440998">
          <w:marLeft w:val="0"/>
          <w:marRight w:val="0"/>
          <w:marTop w:val="0"/>
          <w:marBottom w:val="88"/>
          <w:divBdr>
            <w:top w:val="none" w:sz="0" w:space="0" w:color="auto"/>
            <w:left w:val="none" w:sz="0" w:space="0" w:color="auto"/>
            <w:bottom w:val="none" w:sz="0" w:space="0" w:color="auto"/>
            <w:right w:val="none" w:sz="0" w:space="0" w:color="auto"/>
          </w:divBdr>
          <w:divsChild>
            <w:div w:id="2442569">
              <w:marLeft w:val="0"/>
              <w:marRight w:val="0"/>
              <w:marTop w:val="0"/>
              <w:marBottom w:val="177"/>
              <w:divBdr>
                <w:top w:val="single" w:sz="4" w:space="0" w:color="E8E8E8"/>
                <w:left w:val="single" w:sz="4" w:space="0" w:color="E8E8E8"/>
                <w:bottom w:val="single" w:sz="4" w:space="0" w:color="E8E8E8"/>
                <w:right w:val="single" w:sz="4" w:space="0" w:color="E8E8E8"/>
              </w:divBdr>
              <w:divsChild>
                <w:div w:id="941498490">
                  <w:marLeft w:val="0"/>
                  <w:marRight w:val="0"/>
                  <w:marTop w:val="0"/>
                  <w:marBottom w:val="0"/>
                  <w:divBdr>
                    <w:top w:val="none" w:sz="0" w:space="0" w:color="auto"/>
                    <w:left w:val="none" w:sz="0" w:space="0" w:color="auto"/>
                    <w:bottom w:val="none" w:sz="0" w:space="0" w:color="auto"/>
                    <w:right w:val="none" w:sz="0" w:space="0" w:color="auto"/>
                  </w:divBdr>
                  <w:divsChild>
                    <w:div w:id="1363477819">
                      <w:marLeft w:val="0"/>
                      <w:marRight w:val="0"/>
                      <w:marTop w:val="0"/>
                      <w:marBottom w:val="0"/>
                      <w:divBdr>
                        <w:top w:val="none" w:sz="0" w:space="0" w:color="auto"/>
                        <w:left w:val="none" w:sz="0" w:space="0" w:color="auto"/>
                        <w:bottom w:val="none" w:sz="0" w:space="0" w:color="auto"/>
                        <w:right w:val="none" w:sz="0" w:space="0" w:color="auto"/>
                      </w:divBdr>
                      <w:divsChild>
                        <w:div w:id="209415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220493">
      <w:bodyDiv w:val="1"/>
      <w:marLeft w:val="0"/>
      <w:marRight w:val="0"/>
      <w:marTop w:val="0"/>
      <w:marBottom w:val="0"/>
      <w:divBdr>
        <w:top w:val="none" w:sz="0" w:space="0" w:color="auto"/>
        <w:left w:val="none" w:sz="0" w:space="0" w:color="auto"/>
        <w:bottom w:val="none" w:sz="0" w:space="0" w:color="auto"/>
        <w:right w:val="none" w:sz="0" w:space="0" w:color="auto"/>
      </w:divBdr>
    </w:div>
    <w:div w:id="795873687">
      <w:bodyDiv w:val="1"/>
      <w:marLeft w:val="0"/>
      <w:marRight w:val="0"/>
      <w:marTop w:val="0"/>
      <w:marBottom w:val="0"/>
      <w:divBdr>
        <w:top w:val="none" w:sz="0" w:space="0" w:color="auto"/>
        <w:left w:val="none" w:sz="0" w:space="0" w:color="auto"/>
        <w:bottom w:val="none" w:sz="0" w:space="0" w:color="auto"/>
        <w:right w:val="none" w:sz="0" w:space="0" w:color="auto"/>
      </w:divBdr>
    </w:div>
    <w:div w:id="952173167">
      <w:bodyDiv w:val="1"/>
      <w:marLeft w:val="0"/>
      <w:marRight w:val="0"/>
      <w:marTop w:val="0"/>
      <w:marBottom w:val="0"/>
      <w:divBdr>
        <w:top w:val="none" w:sz="0" w:space="0" w:color="auto"/>
        <w:left w:val="none" w:sz="0" w:space="0" w:color="auto"/>
        <w:bottom w:val="none" w:sz="0" w:space="0" w:color="auto"/>
        <w:right w:val="none" w:sz="0" w:space="0" w:color="auto"/>
      </w:divBdr>
    </w:div>
    <w:div w:id="1083723774">
      <w:bodyDiv w:val="1"/>
      <w:marLeft w:val="0"/>
      <w:marRight w:val="0"/>
      <w:marTop w:val="0"/>
      <w:marBottom w:val="0"/>
      <w:divBdr>
        <w:top w:val="none" w:sz="0" w:space="0" w:color="auto"/>
        <w:left w:val="none" w:sz="0" w:space="0" w:color="auto"/>
        <w:bottom w:val="none" w:sz="0" w:space="0" w:color="auto"/>
        <w:right w:val="none" w:sz="0" w:space="0" w:color="auto"/>
      </w:divBdr>
    </w:div>
    <w:div w:id="1102988684">
      <w:bodyDiv w:val="1"/>
      <w:marLeft w:val="0"/>
      <w:marRight w:val="0"/>
      <w:marTop w:val="0"/>
      <w:marBottom w:val="0"/>
      <w:divBdr>
        <w:top w:val="none" w:sz="0" w:space="0" w:color="auto"/>
        <w:left w:val="none" w:sz="0" w:space="0" w:color="auto"/>
        <w:bottom w:val="none" w:sz="0" w:space="0" w:color="auto"/>
        <w:right w:val="none" w:sz="0" w:space="0" w:color="auto"/>
      </w:divBdr>
    </w:div>
    <w:div w:id="1191803263">
      <w:bodyDiv w:val="1"/>
      <w:marLeft w:val="0"/>
      <w:marRight w:val="0"/>
      <w:marTop w:val="0"/>
      <w:marBottom w:val="0"/>
      <w:divBdr>
        <w:top w:val="none" w:sz="0" w:space="0" w:color="auto"/>
        <w:left w:val="none" w:sz="0" w:space="0" w:color="auto"/>
        <w:bottom w:val="none" w:sz="0" w:space="0" w:color="auto"/>
        <w:right w:val="none" w:sz="0" w:space="0" w:color="auto"/>
      </w:divBdr>
    </w:div>
    <w:div w:id="1205674801">
      <w:bodyDiv w:val="1"/>
      <w:marLeft w:val="0"/>
      <w:marRight w:val="0"/>
      <w:marTop w:val="0"/>
      <w:marBottom w:val="0"/>
      <w:divBdr>
        <w:top w:val="none" w:sz="0" w:space="0" w:color="auto"/>
        <w:left w:val="none" w:sz="0" w:space="0" w:color="auto"/>
        <w:bottom w:val="none" w:sz="0" w:space="0" w:color="auto"/>
        <w:right w:val="none" w:sz="0" w:space="0" w:color="auto"/>
      </w:divBdr>
    </w:div>
    <w:div w:id="1243561186">
      <w:bodyDiv w:val="1"/>
      <w:marLeft w:val="0"/>
      <w:marRight w:val="0"/>
      <w:marTop w:val="0"/>
      <w:marBottom w:val="0"/>
      <w:divBdr>
        <w:top w:val="none" w:sz="0" w:space="0" w:color="auto"/>
        <w:left w:val="none" w:sz="0" w:space="0" w:color="auto"/>
        <w:bottom w:val="none" w:sz="0" w:space="0" w:color="auto"/>
        <w:right w:val="none" w:sz="0" w:space="0" w:color="auto"/>
      </w:divBdr>
    </w:div>
    <w:div w:id="1303197827">
      <w:bodyDiv w:val="1"/>
      <w:marLeft w:val="0"/>
      <w:marRight w:val="0"/>
      <w:marTop w:val="0"/>
      <w:marBottom w:val="0"/>
      <w:divBdr>
        <w:top w:val="none" w:sz="0" w:space="0" w:color="auto"/>
        <w:left w:val="none" w:sz="0" w:space="0" w:color="auto"/>
        <w:bottom w:val="none" w:sz="0" w:space="0" w:color="auto"/>
        <w:right w:val="none" w:sz="0" w:space="0" w:color="auto"/>
      </w:divBdr>
    </w:div>
    <w:div w:id="1309557602">
      <w:bodyDiv w:val="1"/>
      <w:marLeft w:val="0"/>
      <w:marRight w:val="0"/>
      <w:marTop w:val="0"/>
      <w:marBottom w:val="0"/>
      <w:divBdr>
        <w:top w:val="none" w:sz="0" w:space="0" w:color="auto"/>
        <w:left w:val="none" w:sz="0" w:space="0" w:color="auto"/>
        <w:bottom w:val="none" w:sz="0" w:space="0" w:color="auto"/>
        <w:right w:val="none" w:sz="0" w:space="0" w:color="auto"/>
      </w:divBdr>
    </w:div>
    <w:div w:id="1354502741">
      <w:bodyDiv w:val="1"/>
      <w:marLeft w:val="0"/>
      <w:marRight w:val="0"/>
      <w:marTop w:val="0"/>
      <w:marBottom w:val="0"/>
      <w:divBdr>
        <w:top w:val="none" w:sz="0" w:space="0" w:color="auto"/>
        <w:left w:val="none" w:sz="0" w:space="0" w:color="auto"/>
        <w:bottom w:val="none" w:sz="0" w:space="0" w:color="auto"/>
        <w:right w:val="none" w:sz="0" w:space="0" w:color="auto"/>
      </w:divBdr>
    </w:div>
    <w:div w:id="1602832506">
      <w:bodyDiv w:val="1"/>
      <w:marLeft w:val="0"/>
      <w:marRight w:val="0"/>
      <w:marTop w:val="0"/>
      <w:marBottom w:val="0"/>
      <w:divBdr>
        <w:top w:val="none" w:sz="0" w:space="0" w:color="auto"/>
        <w:left w:val="none" w:sz="0" w:space="0" w:color="auto"/>
        <w:bottom w:val="none" w:sz="0" w:space="0" w:color="auto"/>
        <w:right w:val="none" w:sz="0" w:space="0" w:color="auto"/>
      </w:divBdr>
      <w:divsChild>
        <w:div w:id="1864398925">
          <w:marLeft w:val="0"/>
          <w:marRight w:val="0"/>
          <w:marTop w:val="0"/>
          <w:marBottom w:val="88"/>
          <w:divBdr>
            <w:top w:val="none" w:sz="0" w:space="0" w:color="auto"/>
            <w:left w:val="none" w:sz="0" w:space="0" w:color="auto"/>
            <w:bottom w:val="none" w:sz="0" w:space="0" w:color="auto"/>
            <w:right w:val="none" w:sz="0" w:space="0" w:color="auto"/>
          </w:divBdr>
          <w:divsChild>
            <w:div w:id="1371765091">
              <w:marLeft w:val="0"/>
              <w:marRight w:val="0"/>
              <w:marTop w:val="0"/>
              <w:marBottom w:val="177"/>
              <w:divBdr>
                <w:top w:val="single" w:sz="4" w:space="0" w:color="E8E8E8"/>
                <w:left w:val="single" w:sz="4" w:space="0" w:color="E8E8E8"/>
                <w:bottom w:val="single" w:sz="4" w:space="0" w:color="E8E8E8"/>
                <w:right w:val="single" w:sz="4" w:space="0" w:color="E8E8E8"/>
              </w:divBdr>
              <w:divsChild>
                <w:div w:id="1014574472">
                  <w:marLeft w:val="0"/>
                  <w:marRight w:val="0"/>
                  <w:marTop w:val="0"/>
                  <w:marBottom w:val="0"/>
                  <w:divBdr>
                    <w:top w:val="none" w:sz="0" w:space="0" w:color="auto"/>
                    <w:left w:val="none" w:sz="0" w:space="0" w:color="auto"/>
                    <w:bottom w:val="none" w:sz="0" w:space="0" w:color="auto"/>
                    <w:right w:val="none" w:sz="0" w:space="0" w:color="auto"/>
                  </w:divBdr>
                  <w:divsChild>
                    <w:div w:id="1501896297">
                      <w:marLeft w:val="0"/>
                      <w:marRight w:val="0"/>
                      <w:marTop w:val="0"/>
                      <w:marBottom w:val="0"/>
                      <w:divBdr>
                        <w:top w:val="none" w:sz="0" w:space="0" w:color="auto"/>
                        <w:left w:val="none" w:sz="0" w:space="0" w:color="auto"/>
                        <w:bottom w:val="none" w:sz="0" w:space="0" w:color="auto"/>
                        <w:right w:val="none" w:sz="0" w:space="0" w:color="auto"/>
                      </w:divBdr>
                      <w:divsChild>
                        <w:div w:id="46485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3360685">
      <w:bodyDiv w:val="1"/>
      <w:marLeft w:val="0"/>
      <w:marRight w:val="0"/>
      <w:marTop w:val="0"/>
      <w:marBottom w:val="0"/>
      <w:divBdr>
        <w:top w:val="none" w:sz="0" w:space="0" w:color="auto"/>
        <w:left w:val="none" w:sz="0" w:space="0" w:color="auto"/>
        <w:bottom w:val="none" w:sz="0" w:space="0" w:color="auto"/>
        <w:right w:val="none" w:sz="0" w:space="0" w:color="auto"/>
      </w:divBdr>
    </w:div>
    <w:div w:id="1820537909">
      <w:bodyDiv w:val="1"/>
      <w:marLeft w:val="0"/>
      <w:marRight w:val="0"/>
      <w:marTop w:val="0"/>
      <w:marBottom w:val="0"/>
      <w:divBdr>
        <w:top w:val="none" w:sz="0" w:space="0" w:color="auto"/>
        <w:left w:val="none" w:sz="0" w:space="0" w:color="auto"/>
        <w:bottom w:val="none" w:sz="0" w:space="0" w:color="auto"/>
        <w:right w:val="none" w:sz="0" w:space="0" w:color="auto"/>
      </w:divBdr>
    </w:div>
    <w:div w:id="1964728302">
      <w:bodyDiv w:val="1"/>
      <w:marLeft w:val="0"/>
      <w:marRight w:val="0"/>
      <w:marTop w:val="0"/>
      <w:marBottom w:val="0"/>
      <w:divBdr>
        <w:top w:val="none" w:sz="0" w:space="0" w:color="auto"/>
        <w:left w:val="none" w:sz="0" w:space="0" w:color="auto"/>
        <w:bottom w:val="none" w:sz="0" w:space="0" w:color="auto"/>
        <w:right w:val="none" w:sz="0" w:space="0" w:color="auto"/>
      </w:divBdr>
    </w:div>
    <w:div w:id="2098476368">
      <w:bodyDiv w:val="1"/>
      <w:marLeft w:val="0"/>
      <w:marRight w:val="0"/>
      <w:marTop w:val="0"/>
      <w:marBottom w:val="0"/>
      <w:divBdr>
        <w:top w:val="none" w:sz="0" w:space="0" w:color="auto"/>
        <w:left w:val="none" w:sz="0" w:space="0" w:color="auto"/>
        <w:bottom w:val="none" w:sz="0" w:space="0" w:color="auto"/>
        <w:right w:val="none" w:sz="0" w:space="0" w:color="auto"/>
      </w:divBdr>
    </w:div>
    <w:div w:id="2131899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01%20&#20844;&#21496;&#27969;&#31243;\IPD-CMMI\IPD-SE\SED\Template\RD-Template-Design%20Specifications&#35774;&#35745;&#35268;&#26684;&#27169;&#264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E2396-62B0-441F-85FD-DAB5821B6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RD-Template-Design Specifications设计规格模板.dot</Template>
  <TotalTime>29384</TotalTime>
  <Pages>7</Pages>
  <Words>1332</Words>
  <Characters>7599</Characters>
  <Application>Microsoft Office Word</Application>
  <DocSecurity>0</DocSecurity>
  <Lines>63</Lines>
  <Paragraphs>17</Paragraphs>
  <ScaleCrop>false</ScaleCrop>
  <Company>Huawei Technologies Co., Ltd.</Company>
  <LinksUpToDate>false</LinksUpToDate>
  <CharactersWithSpaces>8914</CharactersWithSpaces>
  <SharedDoc>false</SharedDoc>
  <HLinks>
    <vt:vector size="120" baseType="variant">
      <vt:variant>
        <vt:i4>1769532</vt:i4>
      </vt:variant>
      <vt:variant>
        <vt:i4>122</vt:i4>
      </vt:variant>
      <vt:variant>
        <vt:i4>0</vt:i4>
      </vt:variant>
      <vt:variant>
        <vt:i4>5</vt:i4>
      </vt:variant>
      <vt:variant>
        <vt:lpwstr/>
      </vt:variant>
      <vt:variant>
        <vt:lpwstr>_Toc227394092</vt:lpwstr>
      </vt:variant>
      <vt:variant>
        <vt:i4>1769532</vt:i4>
      </vt:variant>
      <vt:variant>
        <vt:i4>116</vt:i4>
      </vt:variant>
      <vt:variant>
        <vt:i4>0</vt:i4>
      </vt:variant>
      <vt:variant>
        <vt:i4>5</vt:i4>
      </vt:variant>
      <vt:variant>
        <vt:lpwstr/>
      </vt:variant>
      <vt:variant>
        <vt:lpwstr>_Toc227394091</vt:lpwstr>
      </vt:variant>
      <vt:variant>
        <vt:i4>1769531</vt:i4>
      </vt:variant>
      <vt:variant>
        <vt:i4>107</vt:i4>
      </vt:variant>
      <vt:variant>
        <vt:i4>0</vt:i4>
      </vt:variant>
      <vt:variant>
        <vt:i4>5</vt:i4>
      </vt:variant>
      <vt:variant>
        <vt:lpwstr/>
      </vt:variant>
      <vt:variant>
        <vt:lpwstr>_Toc227395780</vt:lpwstr>
      </vt:variant>
      <vt:variant>
        <vt:i4>1310779</vt:i4>
      </vt:variant>
      <vt:variant>
        <vt:i4>101</vt:i4>
      </vt:variant>
      <vt:variant>
        <vt:i4>0</vt:i4>
      </vt:variant>
      <vt:variant>
        <vt:i4>5</vt:i4>
      </vt:variant>
      <vt:variant>
        <vt:lpwstr/>
      </vt:variant>
      <vt:variant>
        <vt:lpwstr>_Toc227395779</vt:lpwstr>
      </vt:variant>
      <vt:variant>
        <vt:i4>1310779</vt:i4>
      </vt:variant>
      <vt:variant>
        <vt:i4>95</vt:i4>
      </vt:variant>
      <vt:variant>
        <vt:i4>0</vt:i4>
      </vt:variant>
      <vt:variant>
        <vt:i4>5</vt:i4>
      </vt:variant>
      <vt:variant>
        <vt:lpwstr/>
      </vt:variant>
      <vt:variant>
        <vt:lpwstr>_Toc227395778</vt:lpwstr>
      </vt:variant>
      <vt:variant>
        <vt:i4>1310779</vt:i4>
      </vt:variant>
      <vt:variant>
        <vt:i4>89</vt:i4>
      </vt:variant>
      <vt:variant>
        <vt:i4>0</vt:i4>
      </vt:variant>
      <vt:variant>
        <vt:i4>5</vt:i4>
      </vt:variant>
      <vt:variant>
        <vt:lpwstr/>
      </vt:variant>
      <vt:variant>
        <vt:lpwstr>_Toc227395777</vt:lpwstr>
      </vt:variant>
      <vt:variant>
        <vt:i4>1310779</vt:i4>
      </vt:variant>
      <vt:variant>
        <vt:i4>83</vt:i4>
      </vt:variant>
      <vt:variant>
        <vt:i4>0</vt:i4>
      </vt:variant>
      <vt:variant>
        <vt:i4>5</vt:i4>
      </vt:variant>
      <vt:variant>
        <vt:lpwstr/>
      </vt:variant>
      <vt:variant>
        <vt:lpwstr>_Toc227395776</vt:lpwstr>
      </vt:variant>
      <vt:variant>
        <vt:i4>1310779</vt:i4>
      </vt:variant>
      <vt:variant>
        <vt:i4>77</vt:i4>
      </vt:variant>
      <vt:variant>
        <vt:i4>0</vt:i4>
      </vt:variant>
      <vt:variant>
        <vt:i4>5</vt:i4>
      </vt:variant>
      <vt:variant>
        <vt:lpwstr/>
      </vt:variant>
      <vt:variant>
        <vt:lpwstr>_Toc227395775</vt:lpwstr>
      </vt:variant>
      <vt:variant>
        <vt:i4>1310779</vt:i4>
      </vt:variant>
      <vt:variant>
        <vt:i4>71</vt:i4>
      </vt:variant>
      <vt:variant>
        <vt:i4>0</vt:i4>
      </vt:variant>
      <vt:variant>
        <vt:i4>5</vt:i4>
      </vt:variant>
      <vt:variant>
        <vt:lpwstr/>
      </vt:variant>
      <vt:variant>
        <vt:lpwstr>_Toc227395774</vt:lpwstr>
      </vt:variant>
      <vt:variant>
        <vt:i4>1310779</vt:i4>
      </vt:variant>
      <vt:variant>
        <vt:i4>65</vt:i4>
      </vt:variant>
      <vt:variant>
        <vt:i4>0</vt:i4>
      </vt:variant>
      <vt:variant>
        <vt:i4>5</vt:i4>
      </vt:variant>
      <vt:variant>
        <vt:lpwstr/>
      </vt:variant>
      <vt:variant>
        <vt:lpwstr>_Toc227395773</vt:lpwstr>
      </vt:variant>
      <vt:variant>
        <vt:i4>1310779</vt:i4>
      </vt:variant>
      <vt:variant>
        <vt:i4>59</vt:i4>
      </vt:variant>
      <vt:variant>
        <vt:i4>0</vt:i4>
      </vt:variant>
      <vt:variant>
        <vt:i4>5</vt:i4>
      </vt:variant>
      <vt:variant>
        <vt:lpwstr/>
      </vt:variant>
      <vt:variant>
        <vt:lpwstr>_Toc227395772</vt:lpwstr>
      </vt:variant>
      <vt:variant>
        <vt:i4>1310779</vt:i4>
      </vt:variant>
      <vt:variant>
        <vt:i4>53</vt:i4>
      </vt:variant>
      <vt:variant>
        <vt:i4>0</vt:i4>
      </vt:variant>
      <vt:variant>
        <vt:i4>5</vt:i4>
      </vt:variant>
      <vt:variant>
        <vt:lpwstr/>
      </vt:variant>
      <vt:variant>
        <vt:lpwstr>_Toc227395771</vt:lpwstr>
      </vt:variant>
      <vt:variant>
        <vt:i4>1310779</vt:i4>
      </vt:variant>
      <vt:variant>
        <vt:i4>47</vt:i4>
      </vt:variant>
      <vt:variant>
        <vt:i4>0</vt:i4>
      </vt:variant>
      <vt:variant>
        <vt:i4>5</vt:i4>
      </vt:variant>
      <vt:variant>
        <vt:lpwstr/>
      </vt:variant>
      <vt:variant>
        <vt:lpwstr>_Toc227395770</vt:lpwstr>
      </vt:variant>
      <vt:variant>
        <vt:i4>1376315</vt:i4>
      </vt:variant>
      <vt:variant>
        <vt:i4>41</vt:i4>
      </vt:variant>
      <vt:variant>
        <vt:i4>0</vt:i4>
      </vt:variant>
      <vt:variant>
        <vt:i4>5</vt:i4>
      </vt:variant>
      <vt:variant>
        <vt:lpwstr/>
      </vt:variant>
      <vt:variant>
        <vt:lpwstr>_Toc227395769</vt:lpwstr>
      </vt:variant>
      <vt:variant>
        <vt:i4>1376315</vt:i4>
      </vt:variant>
      <vt:variant>
        <vt:i4>35</vt:i4>
      </vt:variant>
      <vt:variant>
        <vt:i4>0</vt:i4>
      </vt:variant>
      <vt:variant>
        <vt:i4>5</vt:i4>
      </vt:variant>
      <vt:variant>
        <vt:lpwstr/>
      </vt:variant>
      <vt:variant>
        <vt:lpwstr>_Toc227395768</vt:lpwstr>
      </vt:variant>
      <vt:variant>
        <vt:i4>1376315</vt:i4>
      </vt:variant>
      <vt:variant>
        <vt:i4>29</vt:i4>
      </vt:variant>
      <vt:variant>
        <vt:i4>0</vt:i4>
      </vt:variant>
      <vt:variant>
        <vt:i4>5</vt:i4>
      </vt:variant>
      <vt:variant>
        <vt:lpwstr/>
      </vt:variant>
      <vt:variant>
        <vt:lpwstr>_Toc227395767</vt:lpwstr>
      </vt:variant>
      <vt:variant>
        <vt:i4>1376315</vt:i4>
      </vt:variant>
      <vt:variant>
        <vt:i4>23</vt:i4>
      </vt:variant>
      <vt:variant>
        <vt:i4>0</vt:i4>
      </vt:variant>
      <vt:variant>
        <vt:i4>5</vt:i4>
      </vt:variant>
      <vt:variant>
        <vt:lpwstr/>
      </vt:variant>
      <vt:variant>
        <vt:lpwstr>_Toc227395766</vt:lpwstr>
      </vt:variant>
      <vt:variant>
        <vt:i4>1376315</vt:i4>
      </vt:variant>
      <vt:variant>
        <vt:i4>17</vt:i4>
      </vt:variant>
      <vt:variant>
        <vt:i4>0</vt:i4>
      </vt:variant>
      <vt:variant>
        <vt:i4>5</vt:i4>
      </vt:variant>
      <vt:variant>
        <vt:lpwstr/>
      </vt:variant>
      <vt:variant>
        <vt:lpwstr>_Toc227395765</vt:lpwstr>
      </vt:variant>
      <vt:variant>
        <vt:i4>1376315</vt:i4>
      </vt:variant>
      <vt:variant>
        <vt:i4>11</vt:i4>
      </vt:variant>
      <vt:variant>
        <vt:i4>0</vt:i4>
      </vt:variant>
      <vt:variant>
        <vt:i4>5</vt:i4>
      </vt:variant>
      <vt:variant>
        <vt:lpwstr/>
      </vt:variant>
      <vt:variant>
        <vt:lpwstr>_Toc227395764</vt:lpwstr>
      </vt:variant>
      <vt:variant>
        <vt:i4>1376315</vt:i4>
      </vt:variant>
      <vt:variant>
        <vt:i4>5</vt:i4>
      </vt:variant>
      <vt:variant>
        <vt:i4>0</vt:i4>
      </vt:variant>
      <vt:variant>
        <vt:i4>5</vt:i4>
      </vt:variant>
      <vt:variant>
        <vt:lpwstr/>
      </vt:variant>
      <vt:variant>
        <vt:lpwstr>_Toc227395763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Huawei Technologies Co</dc:title>
  <dc:creator>d12967</dc:creator>
  <cp:lastModifiedBy>c00149107</cp:lastModifiedBy>
  <cp:revision>1613</cp:revision>
  <cp:lastPrinted>2017-08-24T07:31:00Z</cp:lastPrinted>
  <dcterms:created xsi:type="dcterms:W3CDTF">2016-07-26T11:29:00Z</dcterms:created>
  <dcterms:modified xsi:type="dcterms:W3CDTF">2017-10-23T03:34:00Z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(2)DkFghEcnR2DaKtPw1IzmXy33NpZ+Ki4fAJI2m0hAzgzyHOPC7PQnKlh3mN4sPIZq0eYN46RN
fxb3c0z1YObf/vI6aTRNuJNPmJqIPlYGuXqgQu+DXL/642OoVTIdksEclC+KUmREy9ro2iq2
36kWKN1bDM2vJt9rhPEgUUIXNchjVnjUE/Lq7VlhkkBtAuTAc2EGdIP3wu+sO6P92JhCZ9Jy
tRezrU8FObK3Quy7v+</vt:lpwstr>
  </property>
  <property fmtid="{D5CDD505-2E9C-101B-9397-08002B2CF9AE}" pid="3" name="_2015_ms_pID_7253431">
    <vt:lpwstr>KEvExlSyxlB7MNhsDRzxdSj4LnzuR1WhezLcjqC7gBtB1eyGqR5rub
PG2knyOo3SSsTl8mZVGAI72WAnUwPEmTCWjhVZEGLouWpLa31nduhCPBybQmdGfsiXyoQwVv
zO/sc1qUtoxejMeyqB2OpopGNsbTYNUOJgvv1p449asXy0cw/4p5ZVMIFL8kmBpNYXj8FAQz
AYzszqjAwGpT6dDo</vt:lpwstr>
  </property>
  <property fmtid="{D5CDD505-2E9C-101B-9397-08002B2CF9AE}" pid="4" name="_2015_ms_pID_7253432">
    <vt:lpwstr>9w==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1507687115</vt:lpwstr>
  </property>
</Properties>
</file>